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0AAB1" w14:textId="6C4280BD" w:rsidR="005F06FA" w:rsidRPr="00336D9C" w:rsidRDefault="005F06FA" w:rsidP="005F0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36D9C">
        <w:rPr>
          <w:rFonts w:ascii="Arial" w:hAnsi="Arial" w:cs="Arial"/>
          <w:b/>
          <w:color w:val="000000"/>
          <w:sz w:val="28"/>
          <w:szCs w:val="28"/>
        </w:rPr>
        <w:t>4</w:t>
      </w:r>
      <w:r w:rsidRPr="00336D9C">
        <w:rPr>
          <w:rFonts w:ascii="Arial" w:hAnsi="Arial" w:cs="Arial"/>
          <w:b/>
          <w:color w:val="000000"/>
          <w:sz w:val="28"/>
          <w:szCs w:val="28"/>
          <w:vertAlign w:val="superscript"/>
        </w:rPr>
        <w:t>ème</w:t>
      </w:r>
      <w:r w:rsidRPr="00336D9C">
        <w:rPr>
          <w:rFonts w:ascii="Arial" w:hAnsi="Arial" w:cs="Arial"/>
          <w:b/>
          <w:color w:val="000000"/>
          <w:sz w:val="28"/>
          <w:szCs w:val="28"/>
        </w:rPr>
        <w:t xml:space="preserve"> partie – Engagement des parties</w:t>
      </w:r>
    </w:p>
    <w:p w14:paraId="002BF7AB" w14:textId="32B38EE6" w:rsidR="00990FA2" w:rsidRPr="00336D9C" w:rsidRDefault="00990FA2" w:rsidP="008D5BB3">
      <w:pPr>
        <w:ind w:left="284"/>
        <w:rPr>
          <w:rFonts w:ascii="Arial" w:hAnsi="Arial" w:cs="Arial"/>
        </w:rPr>
      </w:pPr>
    </w:p>
    <w:p w14:paraId="3F0985EA" w14:textId="79FBC4CC" w:rsidR="005F06FA" w:rsidRPr="00336D9C" w:rsidRDefault="005F06FA" w:rsidP="005F06FA">
      <w:pPr>
        <w:pStyle w:val="Paragraphedeliste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/>
        <w:rPr>
          <w:rFonts w:ascii="Arial" w:hAnsi="Arial" w:cs="Arial"/>
          <w:b/>
          <w:bCs/>
        </w:rPr>
      </w:pPr>
      <w:r w:rsidRPr="00336D9C">
        <w:rPr>
          <w:rFonts w:ascii="Arial" w:hAnsi="Arial" w:cs="Arial"/>
          <w:b/>
          <w:bCs/>
        </w:rPr>
        <w:t>ENGAGEMENT DU TITULAIRE</w:t>
      </w:r>
    </w:p>
    <w:p w14:paraId="09F39BE4" w14:textId="77777777" w:rsidR="00DE4720" w:rsidRPr="00336D9C" w:rsidRDefault="00DE4720" w:rsidP="00777705">
      <w:pPr>
        <w:pStyle w:val="Titre2"/>
        <w:numPr>
          <w:ilvl w:val="0"/>
          <w:numId w:val="0"/>
        </w:numPr>
        <w:ind w:left="284"/>
      </w:pPr>
    </w:p>
    <w:p w14:paraId="6B625153" w14:textId="26EA6A0F" w:rsidR="00B335F1" w:rsidRPr="00336D9C" w:rsidRDefault="00B335F1" w:rsidP="00CF70D8">
      <w:pPr>
        <w:pStyle w:val="Titre2"/>
        <w:numPr>
          <w:ilvl w:val="0"/>
          <w:numId w:val="0"/>
        </w:numPr>
        <w:ind w:left="284" w:right="119"/>
        <w:rPr>
          <w:i/>
          <w:iCs/>
        </w:rPr>
      </w:pPr>
      <w:r w:rsidRPr="00336D9C">
        <w:t>I.</w:t>
      </w:r>
      <w:r w:rsidR="005478CB" w:rsidRPr="00336D9C">
        <w:t xml:space="preserve">1. </w:t>
      </w:r>
      <w:r w:rsidRPr="00336D9C">
        <w:t xml:space="preserve">Identification et engagement du titulaire </w:t>
      </w:r>
    </w:p>
    <w:p w14:paraId="0B30E943" w14:textId="77777777" w:rsidR="00B335F1" w:rsidRPr="00336D9C" w:rsidRDefault="00B335F1" w:rsidP="00CF70D8">
      <w:pPr>
        <w:tabs>
          <w:tab w:val="left" w:pos="851"/>
        </w:tabs>
        <w:ind w:left="284" w:right="119"/>
        <w:rPr>
          <w:rFonts w:ascii="Arial" w:hAnsi="Arial" w:cs="Arial"/>
        </w:rPr>
      </w:pPr>
    </w:p>
    <w:p w14:paraId="0C7530BB" w14:textId="589106BE" w:rsidR="00B335F1" w:rsidRPr="00336D9C" w:rsidRDefault="00B335F1" w:rsidP="00CF70D8">
      <w:pPr>
        <w:pStyle w:val="Paragraphedeliste"/>
        <w:numPr>
          <w:ilvl w:val="0"/>
          <w:numId w:val="4"/>
        </w:numPr>
        <w:tabs>
          <w:tab w:val="left" w:pos="851"/>
        </w:tabs>
        <w:ind w:left="284" w:right="119"/>
        <w:rPr>
          <w:rFonts w:ascii="Arial" w:hAnsi="Arial" w:cs="Arial"/>
        </w:rPr>
      </w:pPr>
      <w:r w:rsidRPr="00336D9C">
        <w:rPr>
          <w:rFonts w:ascii="Arial" w:hAnsi="Arial" w:cs="Arial"/>
        </w:rPr>
        <w:t>Après avoir pris connaissance des pièces constitutives du marché public e</w:t>
      </w:r>
      <w:r w:rsidR="00A050CF" w:rsidRPr="00336D9C">
        <w:rPr>
          <w:rFonts w:ascii="Arial" w:hAnsi="Arial" w:cs="Arial"/>
        </w:rPr>
        <w:t>t conformément à leurs clauses, le signataire</w:t>
      </w:r>
      <w:r w:rsidR="00410FF3" w:rsidRPr="00336D9C">
        <w:rPr>
          <w:rFonts w:ascii="Arial" w:hAnsi="Arial" w:cs="Arial"/>
        </w:rPr>
        <w:t> :</w:t>
      </w:r>
    </w:p>
    <w:p w14:paraId="7160536A" w14:textId="77777777" w:rsidR="00A050CF" w:rsidRPr="00336D9C" w:rsidRDefault="00A050CF" w:rsidP="00CF70D8">
      <w:pPr>
        <w:tabs>
          <w:tab w:val="left" w:pos="851"/>
        </w:tabs>
        <w:ind w:left="284" w:right="119"/>
        <w:rPr>
          <w:rFonts w:ascii="Arial" w:hAnsi="Arial" w:cs="Arial"/>
        </w:rPr>
      </w:pPr>
    </w:p>
    <w:p w14:paraId="7A9CE4ED" w14:textId="033AEBA7" w:rsidR="005D6034" w:rsidRPr="00336D9C" w:rsidRDefault="00011DFF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N</w:t>
      </w:r>
      <w:r w:rsidR="005D6034" w:rsidRPr="00336D9C">
        <w:rPr>
          <w:rFonts w:ascii="Arial" w:hAnsi="Arial" w:cs="Arial"/>
          <w:i/>
        </w:rPr>
        <w:t>om commercial :</w:t>
      </w:r>
      <w:r w:rsidR="00A050CF" w:rsidRPr="00336D9C">
        <w:rPr>
          <w:rFonts w:ascii="Arial" w:hAnsi="Arial" w:cs="Arial"/>
          <w:i/>
        </w:rPr>
        <w:t xml:space="preserve"> </w:t>
      </w:r>
    </w:p>
    <w:p w14:paraId="5D84B702" w14:textId="77777777" w:rsidR="00011DFF" w:rsidRPr="00336D9C" w:rsidRDefault="00011DFF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</w:p>
    <w:p w14:paraId="53C68AB0" w14:textId="030BB56C" w:rsidR="001B1620" w:rsidRPr="00336D9C" w:rsidRDefault="00011DFF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D</w:t>
      </w:r>
      <w:r w:rsidR="005D6034" w:rsidRPr="00336D9C">
        <w:rPr>
          <w:rFonts w:ascii="Arial" w:hAnsi="Arial" w:cs="Arial"/>
          <w:i/>
        </w:rPr>
        <w:t>énomination sociale :</w:t>
      </w:r>
    </w:p>
    <w:p w14:paraId="622700CF" w14:textId="0397007B" w:rsidR="00A050CF" w:rsidRPr="00336D9C" w:rsidRDefault="00011DFF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Adresse</w:t>
      </w:r>
      <w:r w:rsidR="005D6034" w:rsidRPr="00336D9C">
        <w:rPr>
          <w:rFonts w:ascii="Arial" w:hAnsi="Arial" w:cs="Arial"/>
          <w:i/>
        </w:rPr>
        <w:t xml:space="preserve"> établissement et </w:t>
      </w:r>
      <w:r w:rsidRPr="00336D9C">
        <w:rPr>
          <w:rFonts w:ascii="Arial" w:hAnsi="Arial" w:cs="Arial"/>
          <w:i/>
        </w:rPr>
        <w:t xml:space="preserve">adresse </w:t>
      </w:r>
      <w:r w:rsidR="005D6034" w:rsidRPr="00336D9C">
        <w:rPr>
          <w:rFonts w:ascii="Arial" w:hAnsi="Arial" w:cs="Arial"/>
          <w:i/>
        </w:rPr>
        <w:t>s</w:t>
      </w:r>
      <w:r w:rsidRPr="00336D9C">
        <w:rPr>
          <w:rFonts w:ascii="Arial" w:hAnsi="Arial" w:cs="Arial"/>
          <w:i/>
        </w:rPr>
        <w:t>iège social (si différente) :</w:t>
      </w:r>
    </w:p>
    <w:p w14:paraId="52FA1652" w14:textId="77777777" w:rsidR="001B1620" w:rsidRPr="00336D9C" w:rsidRDefault="001B1620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</w:p>
    <w:p w14:paraId="4CE54173" w14:textId="6A05CCC9" w:rsidR="00990FA2" w:rsidRPr="00336D9C" w:rsidRDefault="00990FA2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</w:p>
    <w:p w14:paraId="41FD030D" w14:textId="52CF05E4" w:rsidR="005D6034" w:rsidRPr="00336D9C" w:rsidRDefault="00011DFF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A</w:t>
      </w:r>
      <w:r w:rsidR="005D6034" w:rsidRPr="00336D9C">
        <w:rPr>
          <w:rFonts w:ascii="Arial" w:hAnsi="Arial" w:cs="Arial"/>
          <w:i/>
        </w:rPr>
        <w:t>dresse électronique :</w:t>
      </w:r>
    </w:p>
    <w:p w14:paraId="15FCAC58" w14:textId="16732FDE" w:rsidR="005D6034" w:rsidRPr="00336D9C" w:rsidRDefault="00011DFF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Nu</w:t>
      </w:r>
      <w:r w:rsidR="00E20CCB" w:rsidRPr="00336D9C">
        <w:rPr>
          <w:rFonts w:ascii="Arial" w:hAnsi="Arial" w:cs="Arial"/>
          <w:i/>
        </w:rPr>
        <w:t>méro</w:t>
      </w:r>
      <w:r w:rsidR="005D6034" w:rsidRPr="00336D9C">
        <w:rPr>
          <w:rFonts w:ascii="Arial" w:hAnsi="Arial" w:cs="Arial"/>
          <w:i/>
        </w:rPr>
        <w:t xml:space="preserve"> de téléphone :</w:t>
      </w:r>
    </w:p>
    <w:p w14:paraId="6E18B9D4" w14:textId="17D3A50A" w:rsidR="00011DFF" w:rsidRPr="00336D9C" w:rsidRDefault="00011DFF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N</w:t>
      </w:r>
      <w:r w:rsidR="005D6034" w:rsidRPr="00336D9C">
        <w:rPr>
          <w:rFonts w:ascii="Arial" w:hAnsi="Arial" w:cs="Arial"/>
          <w:i/>
        </w:rPr>
        <w:t>uméro SIRET :</w:t>
      </w:r>
    </w:p>
    <w:p w14:paraId="2D6F2BE7" w14:textId="77777777" w:rsidR="00536C34" w:rsidRPr="00336D9C" w:rsidRDefault="00536C34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</w:p>
    <w:p w14:paraId="2AEC8759" w14:textId="77777777" w:rsidR="00597F3D" w:rsidRPr="00336D9C" w:rsidRDefault="00597F3D" w:rsidP="00CF70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</w:rPr>
      </w:pPr>
    </w:p>
    <w:p w14:paraId="5D591B5E" w14:textId="77777777" w:rsidR="004C1A98" w:rsidRPr="00336D9C" w:rsidRDefault="004C1A98" w:rsidP="00CF70D8">
      <w:pPr>
        <w:pStyle w:val="Paragraphedeliste"/>
        <w:spacing w:before="120"/>
        <w:ind w:left="284" w:right="119"/>
        <w:jc w:val="both"/>
        <w:rPr>
          <w:rFonts w:ascii="Arial" w:hAnsi="Arial" w:cs="Arial"/>
        </w:rPr>
      </w:pPr>
    </w:p>
    <w:p w14:paraId="374FAA0C" w14:textId="5BF4909D" w:rsidR="005F06FA" w:rsidRPr="00336D9C" w:rsidRDefault="005F06FA" w:rsidP="00CF70D8">
      <w:pPr>
        <w:pStyle w:val="Paragraphedeliste"/>
        <w:numPr>
          <w:ilvl w:val="0"/>
          <w:numId w:val="4"/>
        </w:numPr>
        <w:tabs>
          <w:tab w:val="left" w:pos="851"/>
        </w:tabs>
        <w:spacing w:before="120"/>
        <w:ind w:left="284" w:right="119"/>
        <w:jc w:val="both"/>
        <w:rPr>
          <w:rFonts w:ascii="Arial" w:hAnsi="Arial" w:cs="Arial"/>
          <w:i/>
          <w:iCs/>
        </w:rPr>
      </w:pPr>
      <w:r w:rsidRPr="00336D9C">
        <w:rPr>
          <w:rFonts w:ascii="Arial" w:hAnsi="Arial" w:cs="Arial"/>
        </w:rPr>
        <w:t>s’engage,</w:t>
      </w:r>
      <w:r w:rsidRPr="00336D9C">
        <w:rPr>
          <w:rFonts w:ascii="Arial" w:hAnsi="Arial" w:cs="Arial"/>
        </w:rPr>
        <w:tab/>
      </w:r>
      <w:r w:rsidRPr="00336D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6D9C">
        <w:rPr>
          <w:rFonts w:ascii="Arial" w:hAnsi="Arial" w:cs="Arial"/>
        </w:rPr>
        <w:instrText xml:space="preserve"> FORMCHECKBOX </w:instrText>
      </w:r>
      <w:r w:rsidR="00636C09">
        <w:rPr>
          <w:rFonts w:ascii="Arial" w:hAnsi="Arial" w:cs="Arial"/>
        </w:rPr>
      </w:r>
      <w:r w:rsidR="00636C09">
        <w:rPr>
          <w:rFonts w:ascii="Arial" w:hAnsi="Arial" w:cs="Arial"/>
        </w:rPr>
        <w:fldChar w:fldCharType="separate"/>
      </w:r>
      <w:r w:rsidRPr="00336D9C">
        <w:fldChar w:fldCharType="end"/>
      </w:r>
      <w:r w:rsidRPr="00336D9C">
        <w:rPr>
          <w:rFonts w:ascii="Arial" w:hAnsi="Arial" w:cs="Arial"/>
        </w:rPr>
        <w:t xml:space="preserve"> sur la base de son offre et pour son propre compte ;</w:t>
      </w:r>
    </w:p>
    <w:p w14:paraId="063B5432" w14:textId="77777777" w:rsidR="005F06FA" w:rsidRPr="00336D9C" w:rsidRDefault="005F06FA" w:rsidP="00CF70D8">
      <w:pPr>
        <w:tabs>
          <w:tab w:val="left" w:pos="851"/>
        </w:tabs>
        <w:ind w:left="1560" w:right="119" w:hanging="426"/>
        <w:jc w:val="both"/>
        <w:rPr>
          <w:rFonts w:ascii="Arial" w:hAnsi="Arial" w:cs="Arial"/>
        </w:rPr>
      </w:pPr>
      <w:r w:rsidRPr="00336D9C">
        <w:rPr>
          <w:rFonts w:ascii="Arial" w:hAnsi="Arial" w:cs="Arial"/>
        </w:rPr>
        <w:tab/>
      </w:r>
      <w:r w:rsidRPr="00336D9C">
        <w:rPr>
          <w:rFonts w:ascii="Arial" w:hAnsi="Arial" w:cs="Arial"/>
        </w:rPr>
        <w:tab/>
      </w:r>
      <w:r w:rsidRPr="00336D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6D9C">
        <w:rPr>
          <w:rFonts w:ascii="Arial" w:hAnsi="Arial" w:cs="Arial"/>
        </w:rPr>
        <w:instrText xml:space="preserve"> FORMCHECKBOX </w:instrText>
      </w:r>
      <w:r w:rsidR="00636C09">
        <w:rPr>
          <w:rFonts w:ascii="Arial" w:hAnsi="Arial" w:cs="Arial"/>
        </w:rPr>
      </w:r>
      <w:r w:rsidR="00636C09">
        <w:rPr>
          <w:rFonts w:ascii="Arial" w:hAnsi="Arial" w:cs="Arial"/>
        </w:rPr>
        <w:fldChar w:fldCharType="separate"/>
      </w:r>
      <w:r w:rsidRPr="00336D9C">
        <w:fldChar w:fldCharType="end"/>
      </w:r>
      <w:r w:rsidRPr="00336D9C">
        <w:rPr>
          <w:rFonts w:ascii="Arial" w:hAnsi="Arial" w:cs="Arial"/>
        </w:rPr>
        <w:t xml:space="preserve"> pour le compte du groupement identifié au I.2. ;</w:t>
      </w:r>
    </w:p>
    <w:p w14:paraId="3ABB69BC" w14:textId="77777777" w:rsidR="00410FF3" w:rsidRPr="00336D9C" w:rsidRDefault="00410FF3" w:rsidP="00CF70D8">
      <w:pPr>
        <w:pStyle w:val="Paragraphedeliste"/>
        <w:tabs>
          <w:tab w:val="left" w:pos="851"/>
        </w:tabs>
        <w:spacing w:before="120"/>
        <w:ind w:left="284" w:right="119"/>
        <w:jc w:val="both"/>
        <w:rPr>
          <w:rFonts w:ascii="Arial" w:hAnsi="Arial" w:cs="Arial"/>
        </w:rPr>
      </w:pPr>
    </w:p>
    <w:p w14:paraId="4FFEEED6" w14:textId="66D52606" w:rsidR="003E7296" w:rsidRPr="00336D9C" w:rsidRDefault="003E7296" w:rsidP="00CF70D8">
      <w:pPr>
        <w:tabs>
          <w:tab w:val="left" w:pos="851"/>
          <w:tab w:val="left" w:pos="6237"/>
        </w:tabs>
        <w:ind w:left="284" w:right="119"/>
        <w:rPr>
          <w:rFonts w:ascii="Arial" w:hAnsi="Arial" w:cs="Arial"/>
          <w:b/>
        </w:rPr>
      </w:pPr>
    </w:p>
    <w:p w14:paraId="6C286BED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/>
        <w:rPr>
          <w:rFonts w:ascii="Arial" w:hAnsi="Arial" w:cs="Arial"/>
          <w:i/>
          <w:iCs/>
          <w:sz w:val="16"/>
          <w:szCs w:val="16"/>
        </w:rPr>
      </w:pPr>
      <w:r w:rsidRPr="00336D9C">
        <w:rPr>
          <w:rFonts w:ascii="Arial" w:hAnsi="Arial" w:cs="Arial"/>
          <w:b/>
          <w:bCs/>
        </w:rPr>
        <w:t>I.2. Identification du groupement</w:t>
      </w:r>
      <w:r w:rsidRPr="00336D9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36D9C">
        <w:rPr>
          <w:rFonts w:ascii="Arial" w:hAnsi="Arial" w:cs="Arial"/>
          <w:i/>
          <w:iCs/>
          <w:sz w:val="16"/>
          <w:szCs w:val="16"/>
        </w:rPr>
        <w:t>(Uniquement en cas de groupement d’opérateurs économiques.)</w:t>
      </w:r>
    </w:p>
    <w:p w14:paraId="65C157E9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/>
        <w:rPr>
          <w:rFonts w:ascii="Arial" w:hAnsi="Arial" w:cs="Arial"/>
          <w:sz w:val="16"/>
          <w:szCs w:val="16"/>
        </w:rPr>
      </w:pPr>
    </w:p>
    <w:p w14:paraId="45566661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/>
        <w:rPr>
          <w:rFonts w:ascii="Arial" w:hAnsi="Arial" w:cs="Arial"/>
          <w:i/>
          <w:iCs/>
          <w:sz w:val="18"/>
          <w:szCs w:val="18"/>
        </w:rPr>
      </w:pPr>
    </w:p>
    <w:p w14:paraId="1EA25DD3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 w:firstLine="567"/>
        <w:rPr>
          <w:rFonts w:ascii="Arial" w:hAnsi="Arial" w:cs="Arial"/>
          <w:b/>
          <w:bCs/>
        </w:rPr>
      </w:pPr>
      <w:r w:rsidRPr="00336D9C">
        <w:rPr>
          <w:rFonts w:ascii="Arial" w:hAnsi="Arial" w:cs="Arial"/>
          <w:b/>
          <w:bCs/>
        </w:rPr>
        <w:t>I.2.1 Identification des membres du groupement et mandat</w:t>
      </w:r>
    </w:p>
    <w:p w14:paraId="55F61F2C" w14:textId="77777777" w:rsidR="00CF70D8" w:rsidRPr="00336D9C" w:rsidRDefault="00CF70D8" w:rsidP="00CF70D8">
      <w:pPr>
        <w:pStyle w:val="fcase1ertab"/>
        <w:tabs>
          <w:tab w:val="left" w:pos="851"/>
        </w:tabs>
        <w:ind w:left="284" w:right="119" w:firstLine="0"/>
        <w:rPr>
          <w:rFonts w:ascii="Arial" w:hAnsi="Arial" w:cs="Arial"/>
        </w:rPr>
      </w:pPr>
    </w:p>
    <w:p w14:paraId="5E16CBAD" w14:textId="77777777" w:rsidR="00CF70D8" w:rsidRPr="00336D9C" w:rsidRDefault="00CF70D8" w:rsidP="00883A4F">
      <w:pPr>
        <w:pStyle w:val="fcase1ertab"/>
        <w:tabs>
          <w:tab w:val="left" w:pos="851"/>
        </w:tabs>
        <w:ind w:left="0" w:right="119" w:firstLine="0"/>
        <w:rPr>
          <w:rFonts w:ascii="Arial" w:hAnsi="Arial" w:cs="Arial"/>
          <w:sz w:val="18"/>
          <w:szCs w:val="18"/>
        </w:rPr>
      </w:pPr>
      <w:r w:rsidRPr="00336D9C">
        <w:rPr>
          <w:rFonts w:ascii="Arial" w:hAnsi="Arial" w:cs="Arial"/>
        </w:rPr>
        <w:t>Pour l’exécution du marché public, le groupement d’opérateurs économiques est</w:t>
      </w:r>
      <w:r w:rsidRPr="00336D9C">
        <w:rPr>
          <w:rFonts w:ascii="Arial" w:hAnsi="Arial" w:cs="Arial"/>
          <w:sz w:val="18"/>
          <w:szCs w:val="18"/>
        </w:rPr>
        <w:t> :</w:t>
      </w:r>
      <w:r w:rsidRPr="00336D9C">
        <w:rPr>
          <w:rFonts w:ascii="Arial" w:hAnsi="Arial" w:cs="Arial"/>
          <w:sz w:val="18"/>
          <w:szCs w:val="18"/>
        </w:rPr>
        <w:tab/>
      </w:r>
      <w:r w:rsidRPr="00336D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6D9C">
        <w:rPr>
          <w:rFonts w:ascii="Arial" w:hAnsi="Arial" w:cs="Arial"/>
        </w:rPr>
        <w:instrText xml:space="preserve"> FORMCHECKBOX </w:instrText>
      </w:r>
      <w:r w:rsidR="00636C09">
        <w:rPr>
          <w:rFonts w:ascii="Arial" w:hAnsi="Arial" w:cs="Arial"/>
        </w:rPr>
      </w:r>
      <w:r w:rsidR="00636C09">
        <w:rPr>
          <w:rFonts w:ascii="Arial" w:hAnsi="Arial" w:cs="Arial"/>
        </w:rPr>
        <w:fldChar w:fldCharType="separate"/>
      </w:r>
      <w:r w:rsidRPr="00336D9C">
        <w:fldChar w:fldCharType="end"/>
      </w:r>
      <w:r w:rsidRPr="00336D9C">
        <w:rPr>
          <w:rFonts w:ascii="Arial" w:hAnsi="Arial" w:cs="Arial"/>
        </w:rPr>
        <w:t xml:space="preserve"> conjoint   </w:t>
      </w:r>
      <w:r w:rsidRPr="00336D9C">
        <w:rPr>
          <w:rFonts w:ascii="Arial" w:hAnsi="Arial" w:cs="Arial"/>
          <w:sz w:val="18"/>
          <w:szCs w:val="18"/>
        </w:rPr>
        <w:t xml:space="preserve">  ou   </w:t>
      </w:r>
      <w:r w:rsidRPr="00336D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6D9C">
        <w:rPr>
          <w:rFonts w:ascii="Arial" w:hAnsi="Arial" w:cs="Arial"/>
          <w:sz w:val="18"/>
          <w:szCs w:val="18"/>
        </w:rPr>
        <w:instrText xml:space="preserve"> FORMCHECKBOX </w:instrText>
      </w:r>
      <w:r w:rsidR="00636C09">
        <w:rPr>
          <w:rFonts w:ascii="Arial" w:hAnsi="Arial" w:cs="Arial"/>
          <w:sz w:val="18"/>
          <w:szCs w:val="18"/>
        </w:rPr>
      </w:r>
      <w:r w:rsidR="00636C09">
        <w:rPr>
          <w:rFonts w:ascii="Arial" w:hAnsi="Arial" w:cs="Arial"/>
          <w:sz w:val="18"/>
          <w:szCs w:val="18"/>
        </w:rPr>
        <w:fldChar w:fldCharType="separate"/>
      </w:r>
      <w:r w:rsidRPr="00336D9C">
        <w:fldChar w:fldCharType="end"/>
      </w:r>
      <w:r w:rsidRPr="00336D9C">
        <w:rPr>
          <w:rFonts w:ascii="Arial" w:hAnsi="Arial" w:cs="Arial"/>
          <w:sz w:val="18"/>
          <w:szCs w:val="18"/>
        </w:rPr>
        <w:t xml:space="preserve"> </w:t>
      </w:r>
      <w:r w:rsidRPr="00336D9C">
        <w:rPr>
          <w:rFonts w:ascii="Arial" w:hAnsi="Arial" w:cs="Arial"/>
        </w:rPr>
        <w:t>solidaire</w:t>
      </w:r>
    </w:p>
    <w:p w14:paraId="2B908CE2" w14:textId="77777777" w:rsidR="00CF70D8" w:rsidRPr="00336D9C" w:rsidRDefault="00CF70D8" w:rsidP="00883A4F">
      <w:pPr>
        <w:pStyle w:val="fcase1ertab"/>
        <w:tabs>
          <w:tab w:val="left" w:pos="851"/>
        </w:tabs>
        <w:ind w:left="0" w:right="119" w:firstLine="0"/>
        <w:rPr>
          <w:rFonts w:ascii="Arial" w:hAnsi="Arial" w:cs="Arial"/>
          <w:sz w:val="18"/>
          <w:szCs w:val="18"/>
        </w:rPr>
      </w:pPr>
      <w:r w:rsidRPr="00336D9C">
        <w:rPr>
          <w:rFonts w:ascii="Arial" w:hAnsi="Arial" w:cs="Arial"/>
        </w:rPr>
        <w:t>En cas de groupement conjoint, le mandataire du groupement est :</w:t>
      </w:r>
      <w:r w:rsidRPr="00336D9C">
        <w:rPr>
          <w:rFonts w:ascii="Arial" w:hAnsi="Arial" w:cs="Arial"/>
          <w:sz w:val="18"/>
          <w:szCs w:val="18"/>
        </w:rPr>
        <w:t xml:space="preserve"> </w:t>
      </w:r>
      <w:r w:rsidRPr="00336D9C">
        <w:rPr>
          <w:rFonts w:ascii="Arial" w:hAnsi="Arial" w:cs="Arial"/>
          <w:sz w:val="18"/>
          <w:szCs w:val="18"/>
        </w:rPr>
        <w:tab/>
      </w:r>
      <w:r w:rsidRPr="00336D9C">
        <w:rPr>
          <w:rFonts w:ascii="Arial" w:hAnsi="Arial" w:cs="Arial"/>
          <w:sz w:val="18"/>
          <w:szCs w:val="18"/>
        </w:rPr>
        <w:tab/>
      </w:r>
      <w:r w:rsidRPr="00336D9C">
        <w:rPr>
          <w:rFonts w:ascii="Arial" w:hAnsi="Arial" w:cs="Arial"/>
          <w:sz w:val="18"/>
          <w:szCs w:val="18"/>
        </w:rPr>
        <w:tab/>
      </w:r>
      <w:r w:rsidRPr="00336D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6D9C">
        <w:rPr>
          <w:rFonts w:ascii="Arial" w:hAnsi="Arial" w:cs="Arial"/>
        </w:rPr>
        <w:instrText xml:space="preserve"> FORMCHECKBOX </w:instrText>
      </w:r>
      <w:r w:rsidR="00636C09">
        <w:rPr>
          <w:rFonts w:ascii="Arial" w:hAnsi="Arial" w:cs="Arial"/>
        </w:rPr>
      </w:r>
      <w:r w:rsidR="00636C09">
        <w:rPr>
          <w:rFonts w:ascii="Arial" w:hAnsi="Arial" w:cs="Arial"/>
        </w:rPr>
        <w:fldChar w:fldCharType="separate"/>
      </w:r>
      <w:r w:rsidRPr="00336D9C">
        <w:fldChar w:fldCharType="end"/>
      </w:r>
      <w:r w:rsidRPr="00336D9C">
        <w:rPr>
          <w:rFonts w:ascii="Arial" w:hAnsi="Arial" w:cs="Arial"/>
        </w:rPr>
        <w:t xml:space="preserve"> conjoint</w:t>
      </w:r>
      <w:r w:rsidRPr="00336D9C">
        <w:rPr>
          <w:rFonts w:ascii="Arial" w:hAnsi="Arial" w:cs="Arial"/>
          <w:sz w:val="18"/>
          <w:szCs w:val="18"/>
        </w:rPr>
        <w:t xml:space="preserve">     ou   </w:t>
      </w:r>
      <w:r w:rsidRPr="00336D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6D9C">
        <w:rPr>
          <w:rFonts w:ascii="Arial" w:hAnsi="Arial" w:cs="Arial"/>
          <w:sz w:val="18"/>
          <w:szCs w:val="18"/>
        </w:rPr>
        <w:instrText xml:space="preserve"> FORMCHECKBOX </w:instrText>
      </w:r>
      <w:r w:rsidR="00636C09">
        <w:rPr>
          <w:rFonts w:ascii="Arial" w:hAnsi="Arial" w:cs="Arial"/>
          <w:sz w:val="18"/>
          <w:szCs w:val="18"/>
        </w:rPr>
      </w:r>
      <w:r w:rsidR="00636C09">
        <w:rPr>
          <w:rFonts w:ascii="Arial" w:hAnsi="Arial" w:cs="Arial"/>
          <w:sz w:val="18"/>
          <w:szCs w:val="18"/>
        </w:rPr>
        <w:fldChar w:fldCharType="separate"/>
      </w:r>
      <w:r w:rsidRPr="00336D9C">
        <w:fldChar w:fldCharType="end"/>
      </w:r>
      <w:r w:rsidRPr="00336D9C">
        <w:rPr>
          <w:rFonts w:ascii="Arial" w:hAnsi="Arial" w:cs="Arial"/>
        </w:rPr>
        <w:t xml:space="preserve"> solidaire</w:t>
      </w:r>
    </w:p>
    <w:p w14:paraId="63797631" w14:textId="77777777" w:rsidR="00CF70D8" w:rsidRPr="00336D9C" w:rsidRDefault="00CF70D8" w:rsidP="00CF70D8">
      <w:pPr>
        <w:tabs>
          <w:tab w:val="left" w:pos="851"/>
        </w:tabs>
        <w:ind w:left="284" w:right="119"/>
        <w:rPr>
          <w:rFonts w:ascii="Arial" w:hAnsi="Arial" w:cs="Arial"/>
        </w:rPr>
      </w:pPr>
    </w:p>
    <w:p w14:paraId="616C06CF" w14:textId="03664551" w:rsidR="00CF70D8" w:rsidRPr="00336D9C" w:rsidRDefault="00CF70D8" w:rsidP="00A865D3">
      <w:pPr>
        <w:tabs>
          <w:tab w:val="left" w:pos="851"/>
        </w:tabs>
        <w:ind w:right="119"/>
        <w:jc w:val="both"/>
        <w:rPr>
          <w:rFonts w:ascii="Arial" w:hAnsi="Arial" w:cs="Arial"/>
          <w:b/>
          <w:u w:val="single"/>
        </w:rPr>
      </w:pPr>
    </w:p>
    <w:p w14:paraId="084E0FF7" w14:textId="77777777" w:rsidR="00CF70D8" w:rsidRPr="00336D9C" w:rsidRDefault="00CF70D8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  <w:r w:rsidRPr="00336D9C">
        <w:rPr>
          <w:rFonts w:ascii="Arial" w:hAnsi="Arial" w:cs="Arial"/>
          <w:b/>
          <w:bCs/>
          <w:u w:val="single"/>
        </w:rPr>
        <w:t>Par leur signature ci-après, les membres du groupement, donnent mandat au mandataire identifié au I.1, qui l’accepte</w:t>
      </w:r>
      <w:r w:rsidRPr="00336D9C">
        <w:rPr>
          <w:rFonts w:ascii="Arial" w:hAnsi="Arial" w:cs="Arial"/>
        </w:rPr>
        <w:t> :</w:t>
      </w:r>
    </w:p>
    <w:p w14:paraId="35C72543" w14:textId="77777777" w:rsidR="00CF70D8" w:rsidRPr="00336D9C" w:rsidRDefault="00CF70D8" w:rsidP="00CF70D8">
      <w:pPr>
        <w:tabs>
          <w:tab w:val="left" w:pos="851"/>
        </w:tabs>
        <w:ind w:left="284" w:right="119"/>
        <w:jc w:val="both"/>
        <w:rPr>
          <w:rFonts w:ascii="Arial" w:hAnsi="Arial" w:cs="Arial"/>
        </w:rPr>
      </w:pPr>
    </w:p>
    <w:p w14:paraId="33ED4D76" w14:textId="77777777" w:rsidR="00CF70D8" w:rsidRPr="00336D9C" w:rsidRDefault="00CF70D8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  <w:r w:rsidRPr="00336D9C">
        <w:rPr>
          <w:rFonts w:ascii="Arial" w:hAnsi="Arial" w:cs="Arial"/>
        </w:rPr>
        <w:t>- pour les représenter vis-à-vis de l’acheteur et pour coordonner l’ensemble des prestations ;</w:t>
      </w:r>
    </w:p>
    <w:p w14:paraId="31C184B4" w14:textId="2C768789" w:rsidR="00CF70D8" w:rsidRPr="00336D9C" w:rsidRDefault="00CF70D8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  <w:r w:rsidRPr="00336D9C">
        <w:rPr>
          <w:rFonts w:ascii="Arial" w:hAnsi="Arial" w:cs="Arial"/>
        </w:rPr>
        <w:t>- pour signer, en leur nom et pour leur compte, les modifications ultérieures du marché public.</w:t>
      </w:r>
    </w:p>
    <w:p w14:paraId="5A3A6F88" w14:textId="617F4E32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6BE7C60D" w14:textId="0C4441C4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319BBCF1" w14:textId="35DCDF9E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757B8D3B" w14:textId="458218E9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2B02749E" w14:textId="7ECC1AB6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7729AF1A" w14:textId="34873E07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43635634" w14:textId="0A789017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4E3C76A8" w14:textId="72F56AC6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4C0E15B4" w14:textId="41234028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00612543" w14:textId="7B12F1C3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20D1CAC4" w14:textId="67686FCD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2C95FCB1" w14:textId="5CEE882A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45EA9351" w14:textId="239AA3D3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7E8BA333" w14:textId="7E8AE67B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31B8F2D9" w14:textId="77777777" w:rsidR="00A865D3" w:rsidRPr="00336D9C" w:rsidRDefault="00A865D3" w:rsidP="00A865D3">
      <w:pPr>
        <w:tabs>
          <w:tab w:val="left" w:pos="851"/>
        </w:tabs>
        <w:ind w:right="119"/>
        <w:jc w:val="both"/>
        <w:rPr>
          <w:rFonts w:ascii="Arial" w:hAnsi="Arial" w:cs="Arial"/>
        </w:rPr>
      </w:pPr>
    </w:p>
    <w:p w14:paraId="680CC940" w14:textId="77777777" w:rsidR="00CF70D8" w:rsidRPr="00336D9C" w:rsidRDefault="00CF70D8" w:rsidP="00CF70D8">
      <w:pPr>
        <w:tabs>
          <w:tab w:val="left" w:pos="851"/>
        </w:tabs>
        <w:ind w:left="284" w:right="119"/>
        <w:jc w:val="both"/>
        <w:rPr>
          <w:rFonts w:ascii="Arial" w:hAnsi="Arial" w:cs="Arial"/>
        </w:rPr>
      </w:pPr>
    </w:p>
    <w:tbl>
      <w:tblPr>
        <w:tblW w:w="9684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3934"/>
        <w:gridCol w:w="2694"/>
        <w:gridCol w:w="3056"/>
      </w:tblGrid>
      <w:tr w:rsidR="00CF70D8" w:rsidRPr="00336D9C" w14:paraId="7B48A5D0" w14:textId="77777777" w:rsidTr="00A865D3"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91909D" w14:textId="77777777" w:rsidR="00CF70D8" w:rsidRPr="00336D9C" w:rsidRDefault="00CF70D8" w:rsidP="00A865D3">
            <w:pPr>
              <w:tabs>
                <w:tab w:val="left" w:pos="851"/>
              </w:tabs>
              <w:ind w:right="-4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</w:rPr>
              <w:lastRenderedPageBreak/>
              <w:br w:type="page"/>
            </w:r>
            <w:r w:rsidRPr="00336D9C">
              <w:rPr>
                <w:rFonts w:ascii="Arial" w:hAnsi="Arial" w:cs="Arial"/>
                <w:b/>
                <w:bCs/>
              </w:rPr>
              <w:t>Désignation des membres du groupement</w:t>
            </w:r>
          </w:p>
          <w:p w14:paraId="6465B43E" w14:textId="77777777" w:rsidR="00CF70D8" w:rsidRPr="00336D9C" w:rsidRDefault="00CF70D8" w:rsidP="00A865D3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right="-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CC0AD3B" w14:textId="77777777" w:rsidR="00CF70D8" w:rsidRPr="00336D9C" w:rsidRDefault="00CF70D8" w:rsidP="00A865D3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right="-4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36D9C">
              <w:rPr>
                <w:rFonts w:ascii="Arial" w:hAnsi="Arial" w:cs="Arial"/>
                <w:i/>
                <w:iCs/>
                <w:sz w:val="18"/>
                <w:szCs w:val="18"/>
              </w:rPr>
              <w:t>nom commercial</w:t>
            </w:r>
          </w:p>
          <w:p w14:paraId="76C269D3" w14:textId="77777777" w:rsidR="00CF70D8" w:rsidRPr="00336D9C" w:rsidRDefault="00CF70D8" w:rsidP="00A865D3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right="-4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36D9C">
              <w:rPr>
                <w:rFonts w:ascii="Arial" w:hAnsi="Arial" w:cs="Arial"/>
                <w:i/>
                <w:iCs/>
                <w:sz w:val="18"/>
                <w:szCs w:val="18"/>
              </w:rPr>
              <w:t>dénomination sociale</w:t>
            </w:r>
          </w:p>
          <w:p w14:paraId="1B62C91A" w14:textId="10F19701" w:rsidR="00CF70D8" w:rsidRPr="00336D9C" w:rsidRDefault="00CF70D8" w:rsidP="00A865D3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right="-4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36D9C">
              <w:rPr>
                <w:rFonts w:ascii="Arial" w:hAnsi="Arial" w:cs="Arial"/>
                <w:i/>
                <w:iCs/>
                <w:sz w:val="18"/>
                <w:szCs w:val="18"/>
              </w:rPr>
              <w:t>adresses établissement et siège social (si différente de celle de l’établissement),</w:t>
            </w:r>
          </w:p>
          <w:p w14:paraId="37C9B141" w14:textId="1F3AB19F" w:rsidR="00CF70D8" w:rsidRPr="00336D9C" w:rsidRDefault="00CF70D8" w:rsidP="00A865D3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right="-4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36D9C">
              <w:rPr>
                <w:rFonts w:ascii="Arial" w:hAnsi="Arial" w:cs="Arial"/>
                <w:i/>
                <w:iCs/>
                <w:sz w:val="18"/>
                <w:szCs w:val="18"/>
              </w:rPr>
              <w:t>adresse électronique</w:t>
            </w:r>
          </w:p>
          <w:p w14:paraId="4FA1D70A" w14:textId="77777777" w:rsidR="00CF70D8" w:rsidRPr="00336D9C" w:rsidRDefault="00CF70D8" w:rsidP="00A865D3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right="-4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36D9C">
              <w:rPr>
                <w:rFonts w:ascii="Arial" w:hAnsi="Arial" w:cs="Arial"/>
                <w:i/>
                <w:iCs/>
                <w:sz w:val="18"/>
                <w:szCs w:val="18"/>
              </w:rPr>
              <w:t>numéros de téléphone numéro SIRET</w:t>
            </w:r>
          </w:p>
          <w:p w14:paraId="0EC37EF7" w14:textId="77777777" w:rsidR="00CF70D8" w:rsidRPr="00336D9C" w:rsidRDefault="00CF70D8" w:rsidP="00A865D3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left="284" w:right="119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EA8585" w14:textId="77777777" w:rsidR="00CF70D8" w:rsidRPr="00336D9C" w:rsidRDefault="00CF70D8" w:rsidP="00A865D3">
            <w:pPr>
              <w:tabs>
                <w:tab w:val="left" w:pos="851"/>
              </w:tabs>
              <w:ind w:right="-5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C113D92" w14:textId="29BCD357" w:rsidR="00CF70D8" w:rsidRPr="00336D9C" w:rsidRDefault="00CF70D8" w:rsidP="00A865D3">
            <w:pPr>
              <w:tabs>
                <w:tab w:val="left" w:pos="851"/>
              </w:tabs>
              <w:ind w:right="-5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  <w:b/>
                <w:bCs/>
              </w:rPr>
              <w:t>du signataire</w:t>
            </w:r>
          </w:p>
        </w:tc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73E66D" w14:textId="77777777" w:rsidR="00CF70D8" w:rsidRPr="00336D9C" w:rsidRDefault="00CF70D8" w:rsidP="00A865D3">
            <w:pPr>
              <w:tabs>
                <w:tab w:val="left" w:pos="851"/>
              </w:tabs>
              <w:ind w:right="119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  <w:b/>
                <w:bCs/>
              </w:rPr>
              <w:t>Lieu et date de signature +</w:t>
            </w:r>
          </w:p>
          <w:p w14:paraId="155BBC04" w14:textId="77777777" w:rsidR="00CF70D8" w:rsidRPr="00336D9C" w:rsidRDefault="00CF70D8" w:rsidP="00A865D3">
            <w:pPr>
              <w:tabs>
                <w:tab w:val="left" w:pos="851"/>
              </w:tabs>
              <w:ind w:right="119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CF70D8" w:rsidRPr="00336D9C" w14:paraId="317E7241" w14:textId="77777777" w:rsidTr="00A865D3">
        <w:trPr>
          <w:trHeight w:val="680"/>
        </w:trPr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CCFFFF"/>
          </w:tcPr>
          <w:p w14:paraId="2D0E1DE4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CCFFFF"/>
          </w:tcPr>
          <w:p w14:paraId="119D7B17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6187CADD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F70D8" w:rsidRPr="00336D9C" w14:paraId="090DA7A5" w14:textId="77777777" w:rsidTr="00A865D3">
        <w:trPr>
          <w:trHeight w:val="680"/>
        </w:trPr>
        <w:tc>
          <w:tcPr>
            <w:tcW w:w="393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5AF1E5A7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0D0420CC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6ADF83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F70D8" w:rsidRPr="00336D9C" w14:paraId="07D1CDA8" w14:textId="77777777" w:rsidTr="00A865D3">
        <w:trPr>
          <w:trHeight w:val="680"/>
        </w:trPr>
        <w:tc>
          <w:tcPr>
            <w:tcW w:w="3934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CCFFFF"/>
          </w:tcPr>
          <w:p w14:paraId="6BE50C93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CCFFFF"/>
          </w:tcPr>
          <w:p w14:paraId="4D2066FA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CCFFFF"/>
          </w:tcPr>
          <w:p w14:paraId="6F1B5D29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6CB5EE8" w14:textId="77777777" w:rsidR="00CF70D8" w:rsidRPr="00336D9C" w:rsidRDefault="00CF70D8" w:rsidP="00CF70D8">
      <w:pPr>
        <w:tabs>
          <w:tab w:val="left" w:pos="851"/>
        </w:tabs>
        <w:ind w:left="284" w:right="119"/>
        <w:rPr>
          <w:rFonts w:ascii="Arial" w:hAnsi="Arial" w:cs="Arial"/>
          <w:iCs/>
        </w:rPr>
      </w:pPr>
    </w:p>
    <w:p w14:paraId="13049897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 w:firstLine="567"/>
        <w:rPr>
          <w:rFonts w:ascii="Arial" w:hAnsi="Arial" w:cs="Arial"/>
          <w:b/>
          <w:sz w:val="22"/>
          <w:szCs w:val="22"/>
        </w:rPr>
      </w:pPr>
      <w:r w:rsidRPr="00336D9C">
        <w:rPr>
          <w:rFonts w:ascii="Arial" w:hAnsi="Arial" w:cs="Arial"/>
          <w:b/>
          <w:sz w:val="22"/>
          <w:szCs w:val="22"/>
        </w:rPr>
        <w:t xml:space="preserve"> </w:t>
      </w:r>
    </w:p>
    <w:p w14:paraId="325E9613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 w:firstLine="567"/>
        <w:rPr>
          <w:rFonts w:ascii="Arial" w:hAnsi="Arial" w:cs="Arial"/>
          <w:b/>
          <w:bCs/>
        </w:rPr>
      </w:pPr>
      <w:r w:rsidRPr="00336D9C">
        <w:rPr>
          <w:rFonts w:ascii="Arial" w:hAnsi="Arial" w:cs="Arial"/>
          <w:b/>
          <w:bCs/>
        </w:rPr>
        <w:t>I.2.2. En cas de groupement conjoint, répartition des prestations</w:t>
      </w:r>
    </w:p>
    <w:p w14:paraId="71B019BC" w14:textId="77777777" w:rsidR="00CF70D8" w:rsidRPr="00336D9C" w:rsidRDefault="00CF70D8" w:rsidP="00CF70D8">
      <w:pPr>
        <w:tabs>
          <w:tab w:val="left" w:pos="851"/>
        </w:tabs>
        <w:spacing w:before="120"/>
        <w:ind w:left="284" w:right="119"/>
        <w:jc w:val="both"/>
        <w:rPr>
          <w:rFonts w:ascii="Arial" w:hAnsi="Arial" w:cs="Arial"/>
          <w:b/>
          <w:bCs/>
        </w:rPr>
      </w:pPr>
    </w:p>
    <w:tbl>
      <w:tblPr>
        <w:tblW w:w="9639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3260"/>
        <w:gridCol w:w="3402"/>
        <w:gridCol w:w="2977"/>
      </w:tblGrid>
      <w:tr w:rsidR="00CF70D8" w:rsidRPr="00336D9C" w14:paraId="001CAEB5" w14:textId="77777777" w:rsidTr="002D1731">
        <w:trPr>
          <w:trHeight w:val="567"/>
        </w:trPr>
        <w:tc>
          <w:tcPr>
            <w:tcW w:w="32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D84267" w14:textId="77777777" w:rsidR="00CF70D8" w:rsidRPr="00336D9C" w:rsidRDefault="00CF70D8" w:rsidP="00CF70D8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left="284" w:right="119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  <w:b/>
                <w:bCs/>
              </w:rPr>
              <w:t>Membre du groupement</w:t>
            </w:r>
          </w:p>
          <w:p w14:paraId="02781BB3" w14:textId="77777777" w:rsidR="00CF70D8" w:rsidRPr="00336D9C" w:rsidRDefault="00CF70D8" w:rsidP="00CF70D8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left="284" w:right="11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4CB50EE" w14:textId="77777777" w:rsidR="00CF70D8" w:rsidRPr="00336D9C" w:rsidRDefault="00CF70D8" w:rsidP="003A20CC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left="284" w:right="119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36D9C">
              <w:rPr>
                <w:rFonts w:ascii="Arial" w:hAnsi="Arial" w:cs="Arial"/>
                <w:i/>
                <w:iCs/>
                <w:sz w:val="18"/>
                <w:szCs w:val="18"/>
              </w:rPr>
              <w:t>nom commercial</w:t>
            </w:r>
          </w:p>
          <w:p w14:paraId="16ECAF6E" w14:textId="77777777" w:rsidR="00CF70D8" w:rsidRPr="00336D9C" w:rsidRDefault="00CF70D8" w:rsidP="003A20CC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left="284" w:right="119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36D9C">
              <w:rPr>
                <w:rFonts w:ascii="Arial" w:hAnsi="Arial" w:cs="Arial"/>
                <w:i/>
                <w:iCs/>
                <w:sz w:val="18"/>
                <w:szCs w:val="18"/>
              </w:rPr>
              <w:t>dénomination sociale</w:t>
            </w:r>
          </w:p>
          <w:p w14:paraId="1112C7D6" w14:textId="77777777" w:rsidR="00CF70D8" w:rsidRPr="00336D9C" w:rsidRDefault="00CF70D8" w:rsidP="00CF70D8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ind w:left="284" w:right="11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890B0D" w14:textId="77777777" w:rsidR="00CF70D8" w:rsidRPr="00336D9C" w:rsidRDefault="00CF70D8" w:rsidP="00CF70D8">
            <w:pPr>
              <w:pStyle w:val="Titre5"/>
              <w:tabs>
                <w:tab w:val="num" w:pos="0"/>
                <w:tab w:val="left" w:pos="851"/>
              </w:tabs>
              <w:suppressAutoHyphens/>
              <w:spacing w:before="0" w:after="0"/>
              <w:ind w:left="284" w:right="119" w:hanging="1008"/>
              <w:jc w:val="center"/>
              <w:rPr>
                <w:rFonts w:cs="Arial"/>
                <w:i w:val="0"/>
                <w:iCs w:val="0"/>
                <w:sz w:val="20"/>
              </w:rPr>
            </w:pPr>
            <w:r w:rsidRPr="00336D9C">
              <w:rPr>
                <w:rFonts w:cs="Arial"/>
                <w:i w:val="0"/>
                <w:iCs w:val="0"/>
                <w:sz w:val="20"/>
              </w:rPr>
              <w:t>Prestations exécutées</w:t>
            </w:r>
          </w:p>
          <w:p w14:paraId="5C79AEF0" w14:textId="77777777" w:rsidR="00CF70D8" w:rsidRPr="00336D9C" w:rsidRDefault="00CF70D8" w:rsidP="00CF70D8">
            <w:pPr>
              <w:pStyle w:val="Titre5"/>
              <w:tabs>
                <w:tab w:val="num" w:pos="0"/>
                <w:tab w:val="left" w:pos="851"/>
              </w:tabs>
              <w:suppressAutoHyphens/>
              <w:spacing w:before="0" w:after="0"/>
              <w:ind w:left="284" w:right="119" w:hanging="1008"/>
              <w:jc w:val="center"/>
              <w:rPr>
                <w:rFonts w:cs="Arial"/>
                <w:i w:val="0"/>
                <w:iCs w:val="0"/>
                <w:sz w:val="20"/>
              </w:rPr>
            </w:pPr>
            <w:r w:rsidRPr="00336D9C">
              <w:rPr>
                <w:rFonts w:cs="Arial"/>
                <w:i w:val="0"/>
                <w:iCs w:val="0"/>
                <w:sz w:val="20"/>
              </w:rPr>
              <w:t xml:space="preserve">         par les membres du groupement conjoint</w:t>
            </w:r>
          </w:p>
          <w:p w14:paraId="43391663" w14:textId="77777777" w:rsidR="00CF70D8" w:rsidRPr="00336D9C" w:rsidRDefault="00CF70D8" w:rsidP="00CF70D8">
            <w:pPr>
              <w:pStyle w:val="Titre5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after="0"/>
              <w:ind w:left="284" w:right="119"/>
              <w:jc w:val="center"/>
              <w:rPr>
                <w:rFonts w:cs="Arial"/>
                <w:b w:val="0"/>
              </w:rPr>
            </w:pPr>
          </w:p>
        </w:tc>
      </w:tr>
      <w:tr w:rsidR="00CF70D8" w:rsidRPr="00336D9C" w14:paraId="112AB29A" w14:textId="77777777" w:rsidTr="002D1731">
        <w:trPr>
          <w:trHeight w:val="567"/>
        </w:trPr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6707F4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A9104D" w14:textId="77777777" w:rsidR="00CF70D8" w:rsidRPr="00336D9C" w:rsidRDefault="00CF70D8" w:rsidP="00CF70D8">
            <w:pPr>
              <w:tabs>
                <w:tab w:val="left" w:pos="851"/>
              </w:tabs>
              <w:ind w:left="284" w:right="119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E36171" w14:textId="77777777" w:rsidR="00CF70D8" w:rsidRPr="00336D9C" w:rsidRDefault="00CF70D8" w:rsidP="00CF70D8">
            <w:pPr>
              <w:tabs>
                <w:tab w:val="left" w:pos="851"/>
              </w:tabs>
              <w:ind w:left="284" w:right="119"/>
              <w:jc w:val="center"/>
              <w:rPr>
                <w:rFonts w:ascii="Arial" w:hAnsi="Arial" w:cs="Arial"/>
                <w:b/>
                <w:bCs/>
              </w:rPr>
            </w:pPr>
            <w:r w:rsidRPr="00336D9C">
              <w:rPr>
                <w:rFonts w:ascii="Arial" w:hAnsi="Arial" w:cs="Arial"/>
                <w:b/>
                <w:bCs/>
              </w:rPr>
              <w:t xml:space="preserve">Montant € HT </w:t>
            </w:r>
          </w:p>
          <w:p w14:paraId="041E157B" w14:textId="77777777" w:rsidR="00CF70D8" w:rsidRPr="00336D9C" w:rsidRDefault="00CF70D8" w:rsidP="00CF70D8">
            <w:pPr>
              <w:tabs>
                <w:tab w:val="left" w:pos="851"/>
              </w:tabs>
              <w:ind w:left="284" w:right="119"/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CF70D8" w:rsidRPr="00336D9C" w14:paraId="7189359F" w14:textId="77777777" w:rsidTr="002D1731">
        <w:trPr>
          <w:trHeight w:val="680"/>
        </w:trPr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CCFFFF"/>
          </w:tcPr>
          <w:p w14:paraId="2E128A26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CCFFFF"/>
          </w:tcPr>
          <w:p w14:paraId="184AA33B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0264D698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</w:tr>
      <w:tr w:rsidR="00CF70D8" w:rsidRPr="00336D9C" w14:paraId="5519B452" w14:textId="77777777" w:rsidTr="002D1731">
        <w:trPr>
          <w:trHeight w:val="680"/>
        </w:trPr>
        <w:tc>
          <w:tcPr>
            <w:tcW w:w="3260" w:type="dxa"/>
            <w:tcBorders>
              <w:left w:val="single" w:sz="4" w:space="0" w:color="000000" w:themeColor="text1"/>
            </w:tcBorders>
            <w:shd w:val="clear" w:color="auto" w:fill="auto"/>
          </w:tcPr>
          <w:p w14:paraId="37DAFBA4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left w:val="single" w:sz="4" w:space="0" w:color="000000" w:themeColor="text1"/>
            </w:tcBorders>
            <w:shd w:val="clear" w:color="auto" w:fill="auto"/>
          </w:tcPr>
          <w:p w14:paraId="66F49C1E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6070F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</w:tr>
      <w:tr w:rsidR="00CF70D8" w:rsidRPr="00336D9C" w14:paraId="14113E14" w14:textId="77777777" w:rsidTr="002D1731">
        <w:trPr>
          <w:trHeight w:val="680"/>
        </w:trPr>
        <w:tc>
          <w:tcPr>
            <w:tcW w:w="326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CFFFF"/>
          </w:tcPr>
          <w:p w14:paraId="5627A0E1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CFFFF"/>
          </w:tcPr>
          <w:p w14:paraId="4953B194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2AD04C70" w14:textId="77777777" w:rsidR="00CF70D8" w:rsidRPr="00336D9C" w:rsidRDefault="00CF70D8" w:rsidP="00CF70D8">
            <w:pPr>
              <w:tabs>
                <w:tab w:val="left" w:pos="851"/>
              </w:tabs>
              <w:snapToGrid w:val="0"/>
              <w:ind w:left="284" w:right="119"/>
              <w:jc w:val="both"/>
              <w:rPr>
                <w:rFonts w:ascii="Arial" w:hAnsi="Arial" w:cs="Arial"/>
              </w:rPr>
            </w:pPr>
          </w:p>
        </w:tc>
      </w:tr>
    </w:tbl>
    <w:p w14:paraId="7487537D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/>
        <w:rPr>
          <w:rFonts w:ascii="Arial" w:hAnsi="Arial" w:cs="Arial"/>
        </w:rPr>
      </w:pPr>
    </w:p>
    <w:p w14:paraId="069AD488" w14:textId="77777777" w:rsidR="00CF70D8" w:rsidRPr="00336D9C" w:rsidRDefault="00CF70D8" w:rsidP="00CF70D8">
      <w:pPr>
        <w:tabs>
          <w:tab w:val="left" w:pos="426"/>
          <w:tab w:val="left" w:pos="851"/>
        </w:tabs>
        <w:ind w:left="284" w:right="119"/>
        <w:jc w:val="both"/>
        <w:rPr>
          <w:rFonts w:ascii="Arial" w:hAnsi="Arial" w:cs="Arial"/>
          <w:b/>
        </w:rPr>
      </w:pPr>
    </w:p>
    <w:p w14:paraId="1A20B44F" w14:textId="02DCAA25" w:rsidR="00CF70D8" w:rsidRPr="00336D9C" w:rsidRDefault="00CF70D8" w:rsidP="00CF70D8">
      <w:pPr>
        <w:tabs>
          <w:tab w:val="left" w:pos="851"/>
          <w:tab w:val="left" w:pos="6237"/>
        </w:tabs>
        <w:ind w:left="284" w:right="119"/>
        <w:rPr>
          <w:rFonts w:ascii="Arial" w:hAnsi="Arial" w:cs="Arial"/>
          <w:b/>
        </w:rPr>
      </w:pPr>
    </w:p>
    <w:p w14:paraId="667806FC" w14:textId="77777777" w:rsidR="00CF70D8" w:rsidRPr="00336D9C" w:rsidRDefault="00CF70D8" w:rsidP="00CF70D8">
      <w:pPr>
        <w:tabs>
          <w:tab w:val="left" w:pos="851"/>
          <w:tab w:val="left" w:pos="6237"/>
        </w:tabs>
        <w:ind w:left="284" w:right="119"/>
        <w:rPr>
          <w:rFonts w:ascii="Arial" w:hAnsi="Arial" w:cs="Arial"/>
          <w:b/>
        </w:rPr>
      </w:pPr>
    </w:p>
    <w:p w14:paraId="5F58C69A" w14:textId="7362AA51" w:rsidR="00EA13CF" w:rsidRPr="00336D9C" w:rsidRDefault="000448C4" w:rsidP="00CF70D8">
      <w:pPr>
        <w:pStyle w:val="fcase1ertab"/>
        <w:tabs>
          <w:tab w:val="left" w:pos="851"/>
        </w:tabs>
        <w:ind w:left="284" w:right="119" w:firstLine="0"/>
        <w:rPr>
          <w:rFonts w:ascii="Arial" w:hAnsi="Arial" w:cs="Arial"/>
          <w:b/>
        </w:rPr>
      </w:pPr>
      <w:r w:rsidRPr="00336D9C">
        <w:rPr>
          <w:rFonts w:ascii="Arial" w:hAnsi="Arial" w:cs="Arial"/>
          <w:b/>
        </w:rPr>
        <w:t>I.3</w:t>
      </w:r>
      <w:r w:rsidR="00EA13CF" w:rsidRPr="00336D9C">
        <w:rPr>
          <w:rFonts w:ascii="Arial" w:hAnsi="Arial" w:cs="Arial"/>
          <w:b/>
        </w:rPr>
        <w:t xml:space="preserve">. Compte (s) à créditer </w:t>
      </w:r>
      <w:r w:rsidR="00EA13CF" w:rsidRPr="00336D9C">
        <w:rPr>
          <w:rFonts w:ascii="Arial" w:hAnsi="Arial" w:cs="Arial"/>
          <w:i/>
        </w:rPr>
        <w:t>(Joindre un ou des relevé(s) d’identité bancaire ou postal.)</w:t>
      </w:r>
    </w:p>
    <w:p w14:paraId="6BC7DF4E" w14:textId="77777777" w:rsidR="00EA13CF" w:rsidRPr="00336D9C" w:rsidRDefault="00EA13CF" w:rsidP="00CF70D8">
      <w:pPr>
        <w:pStyle w:val="fcasegauche"/>
        <w:tabs>
          <w:tab w:val="left" w:pos="426"/>
          <w:tab w:val="left" w:pos="851"/>
        </w:tabs>
        <w:ind w:left="284" w:right="119" w:firstLine="0"/>
        <w:jc w:val="left"/>
        <w:rPr>
          <w:rFonts w:ascii="Arial" w:hAnsi="Arial" w:cs="Arial"/>
          <w:b/>
        </w:rPr>
      </w:pPr>
    </w:p>
    <w:p w14:paraId="6DCE999C" w14:textId="77777777" w:rsidR="00EA13CF" w:rsidRPr="00336D9C" w:rsidRDefault="00EA13CF" w:rsidP="00CF70D8">
      <w:pPr>
        <w:pStyle w:val="fcasegauche"/>
        <w:numPr>
          <w:ilvl w:val="0"/>
          <w:numId w:val="7"/>
        </w:numPr>
        <w:tabs>
          <w:tab w:val="left" w:pos="426"/>
          <w:tab w:val="left" w:pos="851"/>
        </w:tabs>
        <w:ind w:left="284" w:right="119" w:firstLine="0"/>
        <w:jc w:val="left"/>
        <w:rPr>
          <w:rFonts w:ascii="Arial" w:hAnsi="Arial" w:cs="Arial"/>
        </w:rPr>
      </w:pPr>
      <w:r w:rsidRPr="00336D9C">
        <w:rPr>
          <w:rFonts w:ascii="Arial" w:hAnsi="Arial" w:cs="Arial"/>
        </w:rPr>
        <w:t>Nom de l’établissement bancaire :</w:t>
      </w:r>
    </w:p>
    <w:p w14:paraId="29E7F3A1" w14:textId="77777777" w:rsidR="00EA13CF" w:rsidRPr="00336D9C" w:rsidRDefault="00EA13CF" w:rsidP="00CF70D8">
      <w:pPr>
        <w:pStyle w:val="fcasegauche"/>
        <w:tabs>
          <w:tab w:val="left" w:pos="426"/>
          <w:tab w:val="left" w:pos="851"/>
        </w:tabs>
        <w:ind w:left="284" w:right="119" w:firstLine="0"/>
        <w:jc w:val="left"/>
        <w:rPr>
          <w:rFonts w:ascii="Arial" w:hAnsi="Arial" w:cs="Arial"/>
        </w:rPr>
      </w:pPr>
    </w:p>
    <w:p w14:paraId="427A2800" w14:textId="6E2046DD" w:rsidR="00EA13CF" w:rsidRPr="00336D9C" w:rsidRDefault="00EA13CF" w:rsidP="00CF70D8">
      <w:pPr>
        <w:pStyle w:val="fcasegauche"/>
        <w:numPr>
          <w:ilvl w:val="0"/>
          <w:numId w:val="7"/>
        </w:numPr>
        <w:tabs>
          <w:tab w:val="left" w:pos="426"/>
          <w:tab w:val="left" w:pos="851"/>
        </w:tabs>
        <w:ind w:left="284" w:right="119" w:firstLine="0"/>
        <w:jc w:val="left"/>
        <w:rPr>
          <w:rFonts w:ascii="Arial" w:hAnsi="Arial" w:cs="Arial"/>
          <w:b/>
        </w:rPr>
      </w:pPr>
      <w:r w:rsidRPr="00336D9C">
        <w:rPr>
          <w:rFonts w:ascii="Arial" w:hAnsi="Arial" w:cs="Arial"/>
        </w:rPr>
        <w:t>Numéro de compte :</w:t>
      </w:r>
    </w:p>
    <w:p w14:paraId="674B733C" w14:textId="748CB1FE" w:rsidR="007F4B78" w:rsidRPr="00336D9C" w:rsidRDefault="007F4B78" w:rsidP="00CF70D8">
      <w:pPr>
        <w:pStyle w:val="fcasegauche"/>
        <w:tabs>
          <w:tab w:val="left" w:pos="426"/>
          <w:tab w:val="left" w:pos="851"/>
        </w:tabs>
        <w:ind w:left="284" w:right="119" w:firstLine="0"/>
        <w:jc w:val="left"/>
        <w:rPr>
          <w:rFonts w:ascii="Arial" w:hAnsi="Arial" w:cs="Arial"/>
        </w:rPr>
      </w:pPr>
    </w:p>
    <w:p w14:paraId="797CA60E" w14:textId="1202C402" w:rsidR="004D7296" w:rsidRPr="00336D9C" w:rsidRDefault="004D7296" w:rsidP="008D5BB3">
      <w:pPr>
        <w:ind w:left="284"/>
        <w:rPr>
          <w:rFonts w:ascii="Arial" w:hAnsi="Arial" w:cs="Arial"/>
          <w:b/>
        </w:rPr>
      </w:pPr>
    </w:p>
    <w:p w14:paraId="0F264DE8" w14:textId="52B11680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6EB90836" w14:textId="32D80E69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25ADA3BE" w14:textId="7DBD532B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632C9AC5" w14:textId="07571747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3324AEE6" w14:textId="1764E892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153AEE80" w14:textId="16856738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16D5970E" w14:textId="6601DEA7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70C7A79F" w14:textId="01719166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7CE39ED0" w14:textId="68F483F2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0776BAFA" w14:textId="54B3B5C3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0D50D3D5" w14:textId="181D8579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3F962742" w14:textId="79A5BA2D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65E44EC0" w14:textId="2631AF99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5B2A55ED" w14:textId="63920B90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74D28D98" w14:textId="2CDC0A9B" w:rsidR="004C14C9" w:rsidRPr="00336D9C" w:rsidRDefault="004C14C9" w:rsidP="008D5BB3">
      <w:pPr>
        <w:ind w:left="284"/>
        <w:rPr>
          <w:rFonts w:ascii="Arial" w:hAnsi="Arial" w:cs="Arial"/>
          <w:b/>
        </w:rPr>
      </w:pPr>
    </w:p>
    <w:p w14:paraId="61C7412A" w14:textId="225AA6AB" w:rsidR="004C14C9" w:rsidRPr="00336D9C" w:rsidRDefault="004C14C9" w:rsidP="000448C4">
      <w:pPr>
        <w:rPr>
          <w:rFonts w:ascii="Arial" w:hAnsi="Arial" w:cs="Arial"/>
          <w:b/>
        </w:rPr>
      </w:pPr>
    </w:p>
    <w:p w14:paraId="5257CBE2" w14:textId="77777777" w:rsidR="003B3C31" w:rsidRPr="00336D9C" w:rsidRDefault="003B3C31" w:rsidP="008D5BB3">
      <w:pPr>
        <w:pStyle w:val="fcasegauche"/>
        <w:tabs>
          <w:tab w:val="left" w:pos="426"/>
          <w:tab w:val="left" w:pos="851"/>
        </w:tabs>
        <w:ind w:left="284" w:firstLine="0"/>
        <w:jc w:val="left"/>
        <w:rPr>
          <w:rFonts w:ascii="Arial" w:hAnsi="Arial" w:cs="Arial"/>
          <w:b/>
        </w:rPr>
      </w:pPr>
    </w:p>
    <w:p w14:paraId="5E84CB6B" w14:textId="033BF08E" w:rsidR="00C22091" w:rsidRPr="00336D9C" w:rsidRDefault="00EA13CF" w:rsidP="008D5BB3">
      <w:pPr>
        <w:tabs>
          <w:tab w:val="left" w:pos="851"/>
          <w:tab w:val="left" w:pos="6237"/>
        </w:tabs>
        <w:ind w:left="284"/>
        <w:rPr>
          <w:rFonts w:ascii="Arial" w:hAnsi="Arial" w:cs="Arial"/>
          <w:b/>
        </w:rPr>
      </w:pPr>
      <w:r w:rsidRPr="00336D9C">
        <w:rPr>
          <w:rFonts w:ascii="Arial" w:hAnsi="Arial" w:cs="Arial"/>
          <w:b/>
        </w:rPr>
        <w:lastRenderedPageBreak/>
        <w:t>I.</w:t>
      </w:r>
      <w:r w:rsidR="000448C4" w:rsidRPr="00336D9C">
        <w:rPr>
          <w:rFonts w:ascii="Arial" w:hAnsi="Arial" w:cs="Arial"/>
          <w:b/>
        </w:rPr>
        <w:t>4</w:t>
      </w:r>
      <w:r w:rsidRPr="00336D9C">
        <w:rPr>
          <w:rFonts w:ascii="Arial" w:hAnsi="Arial" w:cs="Arial"/>
          <w:b/>
        </w:rPr>
        <w:t>. Offre technique </w:t>
      </w:r>
    </w:p>
    <w:p w14:paraId="0E0D0E6A" w14:textId="0C7F1077" w:rsidR="00C22091" w:rsidRPr="00336D9C" w:rsidRDefault="00C22091" w:rsidP="008D5BB3">
      <w:pPr>
        <w:tabs>
          <w:tab w:val="left" w:pos="851"/>
          <w:tab w:val="left" w:pos="6237"/>
        </w:tabs>
        <w:ind w:left="284"/>
        <w:rPr>
          <w:rFonts w:ascii="Arial" w:hAnsi="Arial" w:cs="Arial"/>
          <w:b/>
        </w:rPr>
      </w:pPr>
    </w:p>
    <w:p w14:paraId="0E6C5F84" w14:textId="016B5CFC" w:rsidR="004833F7" w:rsidRPr="00336D9C" w:rsidRDefault="00A935CB" w:rsidP="008D5BB3">
      <w:pPr>
        <w:tabs>
          <w:tab w:val="left" w:pos="851"/>
          <w:tab w:val="left" w:pos="6237"/>
        </w:tabs>
        <w:ind w:left="284"/>
        <w:rPr>
          <w:rFonts w:ascii="Arial" w:hAnsi="Arial" w:cs="Arial"/>
        </w:rPr>
      </w:pPr>
      <w:r w:rsidRPr="00336D9C">
        <w:rPr>
          <w:rFonts w:ascii="Arial" w:hAnsi="Arial" w:cs="Arial"/>
        </w:rPr>
        <w:t>Le matériel mis en place doit</w:t>
      </w:r>
      <w:r w:rsidR="00AE528E" w:rsidRPr="00336D9C">
        <w:rPr>
          <w:rFonts w:ascii="Arial" w:hAnsi="Arial" w:cs="Arial"/>
        </w:rPr>
        <w:t xml:space="preserve"> comporter </w:t>
      </w:r>
      <w:r w:rsidR="00C04CCB" w:rsidRPr="00336D9C">
        <w:rPr>
          <w:rFonts w:ascii="Arial" w:hAnsi="Arial" w:cs="Arial"/>
        </w:rPr>
        <w:t xml:space="preserve">au minimum </w:t>
      </w:r>
      <w:r w:rsidR="00AE528E" w:rsidRPr="00336D9C">
        <w:rPr>
          <w:rFonts w:ascii="Arial" w:hAnsi="Arial" w:cs="Arial"/>
        </w:rPr>
        <w:t xml:space="preserve">les exigences indiquées dans le tableau ci-dessous : </w:t>
      </w:r>
    </w:p>
    <w:p w14:paraId="3DC1B540" w14:textId="74B5455E" w:rsidR="00B84A58" w:rsidRPr="00336D9C" w:rsidRDefault="00B84A58" w:rsidP="008D5BB3">
      <w:pPr>
        <w:tabs>
          <w:tab w:val="left" w:pos="851"/>
          <w:tab w:val="left" w:pos="6237"/>
        </w:tabs>
        <w:ind w:left="284"/>
        <w:rPr>
          <w:rFonts w:ascii="Arial" w:hAnsi="Arial" w:cs="Arial"/>
        </w:rPr>
      </w:pPr>
    </w:p>
    <w:p w14:paraId="31C7B31D" w14:textId="77777777" w:rsidR="00C22091" w:rsidRPr="00336D9C" w:rsidRDefault="00C22091" w:rsidP="008D5BB3">
      <w:pPr>
        <w:tabs>
          <w:tab w:val="left" w:pos="851"/>
          <w:tab w:val="left" w:pos="6237"/>
        </w:tabs>
        <w:ind w:left="284"/>
        <w:rPr>
          <w:rFonts w:ascii="Arial" w:hAnsi="Arial" w:cs="Arial"/>
        </w:rPr>
      </w:pPr>
    </w:p>
    <w:tbl>
      <w:tblPr>
        <w:tblStyle w:val="Grilledutableau"/>
        <w:tblW w:w="10457" w:type="dxa"/>
        <w:jc w:val="right"/>
        <w:tblLook w:val="04A0" w:firstRow="1" w:lastRow="0" w:firstColumn="1" w:lastColumn="0" w:noHBand="0" w:noVBand="1"/>
      </w:tblPr>
      <w:tblGrid>
        <w:gridCol w:w="562"/>
        <w:gridCol w:w="5169"/>
        <w:gridCol w:w="4726"/>
      </w:tblGrid>
      <w:tr w:rsidR="00A67EBB" w:rsidRPr="00336D9C" w14:paraId="615EFAFB" w14:textId="77777777" w:rsidTr="00A67EBB">
        <w:trPr>
          <w:trHeight w:val="330"/>
          <w:jc w:val="right"/>
        </w:trPr>
        <w:tc>
          <w:tcPr>
            <w:tcW w:w="5731" w:type="dxa"/>
            <w:gridSpan w:val="2"/>
          </w:tcPr>
          <w:p w14:paraId="33B7A37D" w14:textId="18634283" w:rsidR="00A67EBB" w:rsidRPr="00336D9C" w:rsidRDefault="00A67EBB" w:rsidP="004F2BFC">
            <w:pPr>
              <w:tabs>
                <w:tab w:val="left" w:pos="851"/>
                <w:tab w:val="left" w:pos="6237"/>
              </w:tabs>
              <w:ind w:left="29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77A60FA0" w14:textId="77777777" w:rsidR="004F2BFC" w:rsidRPr="00336D9C" w:rsidRDefault="004F2BFC" w:rsidP="004F2BFC">
            <w:pPr>
              <w:tabs>
                <w:tab w:val="left" w:pos="851"/>
                <w:tab w:val="left" w:pos="6237"/>
              </w:tabs>
              <w:ind w:left="29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1EB82BC" w14:textId="77777777" w:rsidR="004F2BFC" w:rsidRPr="00336D9C" w:rsidRDefault="004F2BFC" w:rsidP="004F2BFC">
            <w:pPr>
              <w:tabs>
                <w:tab w:val="left" w:pos="851"/>
                <w:tab w:val="left" w:pos="6237"/>
              </w:tabs>
              <w:ind w:left="29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07DACCC" w14:textId="1E19E178" w:rsidR="00A67EBB" w:rsidRPr="00336D9C" w:rsidRDefault="00A67EBB" w:rsidP="004F2BFC">
            <w:pPr>
              <w:tabs>
                <w:tab w:val="left" w:pos="851"/>
                <w:tab w:val="left" w:pos="6237"/>
              </w:tabs>
              <w:ind w:left="29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NOTRE BESOIN </w:t>
            </w:r>
          </w:p>
          <w:p w14:paraId="75B36507" w14:textId="77777777" w:rsidR="00A67EBB" w:rsidRPr="00336D9C" w:rsidRDefault="00A67EBB" w:rsidP="004F2BFC">
            <w:pPr>
              <w:tabs>
                <w:tab w:val="left" w:pos="851"/>
                <w:tab w:val="left" w:pos="6237"/>
              </w:tabs>
              <w:ind w:left="29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(colonne 1)</w:t>
            </w:r>
          </w:p>
          <w:p w14:paraId="72493014" w14:textId="1381CD73" w:rsidR="00A67EBB" w:rsidRPr="00336D9C" w:rsidRDefault="00A67EBB" w:rsidP="004F2BFC">
            <w:pPr>
              <w:tabs>
                <w:tab w:val="left" w:pos="851"/>
                <w:tab w:val="left" w:pos="6237"/>
              </w:tabs>
              <w:ind w:left="29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</w:tcPr>
          <w:p w14:paraId="6AA3DC49" w14:textId="77777777" w:rsidR="00A67EBB" w:rsidRPr="00336D9C" w:rsidRDefault="00A67EBB" w:rsidP="008D5BB3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F59B4DC" w14:textId="79B6A73E" w:rsidR="00A67EBB" w:rsidRPr="00336D9C" w:rsidRDefault="00A67EBB" w:rsidP="00A67EBB">
            <w:pPr>
              <w:tabs>
                <w:tab w:val="left" w:pos="851"/>
                <w:tab w:val="left" w:pos="6237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OFFRE DE VOTRE SOCIETE</w:t>
            </w:r>
          </w:p>
          <w:p w14:paraId="6F3AF96F" w14:textId="77777777" w:rsidR="00A67EBB" w:rsidRPr="00336D9C" w:rsidRDefault="00A67EBB" w:rsidP="00A67EBB">
            <w:pPr>
              <w:tabs>
                <w:tab w:val="left" w:pos="851"/>
                <w:tab w:val="left" w:pos="6237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454AF4F" w14:textId="14762815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Les machines de lavage et de séchage doivent correspondre aux éléments cités dans la colonne 1</w:t>
            </w:r>
          </w:p>
          <w:p w14:paraId="13EC6E25" w14:textId="397147A4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D6228A" w14:textId="2472FC1A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(</w:t>
            </w:r>
            <w:r w:rsidR="00FD197E" w:rsidRPr="00336D9C">
              <w:rPr>
                <w:rFonts w:ascii="Arial" w:hAnsi="Arial" w:cs="Arial"/>
                <w:sz w:val="20"/>
                <w:szCs w:val="20"/>
              </w:rPr>
              <w:t xml:space="preserve">compléter ou </w:t>
            </w:r>
            <w:r w:rsidRPr="00336D9C">
              <w:rPr>
                <w:rFonts w:ascii="Arial" w:hAnsi="Arial" w:cs="Arial"/>
                <w:sz w:val="20"/>
                <w:szCs w:val="20"/>
              </w:rPr>
              <w:t>barrer la mention inutile)</w:t>
            </w:r>
          </w:p>
          <w:p w14:paraId="7CC66008" w14:textId="43D3286A" w:rsidR="00A67EBB" w:rsidRPr="00336D9C" w:rsidRDefault="00A67EBB" w:rsidP="008D5BB3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A67EBB" w:rsidRPr="00336D9C" w14:paraId="04CC1625" w14:textId="77777777" w:rsidTr="004F2BFC">
        <w:trPr>
          <w:trHeight w:val="330"/>
          <w:jc w:val="right"/>
        </w:trPr>
        <w:tc>
          <w:tcPr>
            <w:tcW w:w="562" w:type="dxa"/>
            <w:vAlign w:val="center"/>
          </w:tcPr>
          <w:p w14:paraId="40FF6DE2" w14:textId="0059589C" w:rsidR="00A67EBB" w:rsidRPr="00336D9C" w:rsidRDefault="00A67EBB" w:rsidP="00A67EBB">
            <w:pPr>
              <w:tabs>
                <w:tab w:val="left" w:pos="460"/>
                <w:tab w:val="left" w:pos="6237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1</w:t>
            </w:r>
          </w:p>
        </w:tc>
        <w:tc>
          <w:tcPr>
            <w:tcW w:w="5169" w:type="dxa"/>
            <w:vAlign w:val="center"/>
          </w:tcPr>
          <w:p w14:paraId="7A3A690A" w14:textId="783A8194" w:rsidR="00A67EBB" w:rsidRPr="00336D9C" w:rsidRDefault="00A67EBB" w:rsidP="00FB4EF0">
            <w:pPr>
              <w:tabs>
                <w:tab w:val="left" w:pos="460"/>
                <w:tab w:val="left" w:pos="623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Mise à disposition de machines à laver et sèche-linges professionnelles / industrielles à chargement frontal en libre-service d’une capacité de 7 kg minimum, 365 jours par an, sans jeton ni monnayeur</w:t>
            </w: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  <w:vAlign w:val="center"/>
          </w:tcPr>
          <w:p w14:paraId="3FF0FBEC" w14:textId="77777777" w:rsidR="00990432" w:rsidRPr="00336D9C" w:rsidRDefault="00990432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24E183" w14:textId="40DB8102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OUI ou NON</w:t>
            </w:r>
          </w:p>
          <w:p w14:paraId="2DDCA5A9" w14:textId="77777777" w:rsidR="00A67EBB" w:rsidRPr="00336D9C" w:rsidRDefault="00A67EBB" w:rsidP="00A67EBB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hAnsi="Arial" w:cs="Arial"/>
              </w:rPr>
            </w:pPr>
          </w:p>
        </w:tc>
      </w:tr>
      <w:tr w:rsidR="00A67EBB" w:rsidRPr="00336D9C" w14:paraId="37374443" w14:textId="77777777" w:rsidTr="004F2BFC">
        <w:trPr>
          <w:trHeight w:val="330"/>
          <w:jc w:val="right"/>
        </w:trPr>
        <w:tc>
          <w:tcPr>
            <w:tcW w:w="562" w:type="dxa"/>
            <w:vAlign w:val="center"/>
          </w:tcPr>
          <w:p w14:paraId="588A0888" w14:textId="10DD6F58" w:rsidR="00A67EBB" w:rsidRPr="00336D9C" w:rsidRDefault="00A67EBB" w:rsidP="00A67EBB">
            <w:pPr>
              <w:tabs>
                <w:tab w:val="left" w:pos="319"/>
                <w:tab w:val="left" w:pos="6237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2</w:t>
            </w:r>
          </w:p>
        </w:tc>
        <w:tc>
          <w:tcPr>
            <w:tcW w:w="5169" w:type="dxa"/>
            <w:vAlign w:val="center"/>
          </w:tcPr>
          <w:p w14:paraId="59FF1B4D" w14:textId="68657CA0" w:rsidR="00A67EBB" w:rsidRPr="00336D9C" w:rsidRDefault="00A67EBB" w:rsidP="00FB4EF0">
            <w:pPr>
              <w:tabs>
                <w:tab w:val="left" w:pos="319"/>
                <w:tab w:val="left" w:pos="623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 xml:space="preserve">Les lave-linges doivent comporter obligatoirement au moins 3 programmes de lavage (délicat, coton et synthétiques) </w:t>
            </w: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</w:tcPr>
          <w:p w14:paraId="009E2E6D" w14:textId="77777777" w:rsidR="00990432" w:rsidRPr="00336D9C" w:rsidRDefault="00990432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31CE7C" w14:textId="5437ED79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OUI ou NON</w:t>
            </w:r>
          </w:p>
          <w:p w14:paraId="2AC73489" w14:textId="77777777" w:rsidR="00A67EBB" w:rsidRPr="00336D9C" w:rsidRDefault="00A67EBB" w:rsidP="00A67EBB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hAnsi="Arial" w:cs="Arial"/>
              </w:rPr>
            </w:pPr>
          </w:p>
        </w:tc>
      </w:tr>
      <w:tr w:rsidR="00A67EBB" w:rsidRPr="00336D9C" w14:paraId="48BDC231" w14:textId="77777777" w:rsidTr="004F2BFC">
        <w:trPr>
          <w:trHeight w:val="330"/>
          <w:jc w:val="right"/>
        </w:trPr>
        <w:tc>
          <w:tcPr>
            <w:tcW w:w="562" w:type="dxa"/>
            <w:vAlign w:val="center"/>
          </w:tcPr>
          <w:p w14:paraId="4D5A89B5" w14:textId="70C66EF6" w:rsidR="00A67EBB" w:rsidRPr="00336D9C" w:rsidRDefault="00A67EBB" w:rsidP="00A67EBB">
            <w:pPr>
              <w:tabs>
                <w:tab w:val="left" w:pos="851"/>
                <w:tab w:val="left" w:pos="6237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3</w:t>
            </w:r>
          </w:p>
        </w:tc>
        <w:tc>
          <w:tcPr>
            <w:tcW w:w="5169" w:type="dxa"/>
            <w:vAlign w:val="center"/>
          </w:tcPr>
          <w:p w14:paraId="2F9A7F7B" w14:textId="42763EF8" w:rsidR="00A67EBB" w:rsidRPr="00336D9C" w:rsidRDefault="00A67EBB" w:rsidP="00FB4EF0">
            <w:pPr>
              <w:tabs>
                <w:tab w:val="left" w:pos="851"/>
                <w:tab w:val="left" w:pos="6237"/>
              </w:tabs>
              <w:jc w:val="both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Un programme d’essorage super essorant au-dessus de 1000 tours</w:t>
            </w: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</w:tcPr>
          <w:p w14:paraId="3C1FA25E" w14:textId="77777777" w:rsidR="00990432" w:rsidRPr="00336D9C" w:rsidRDefault="00990432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CB7478" w14:textId="4FA9B207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OUI ou NON</w:t>
            </w:r>
          </w:p>
          <w:p w14:paraId="55195AD0" w14:textId="77777777" w:rsidR="00A67EBB" w:rsidRPr="00336D9C" w:rsidRDefault="00A67EBB" w:rsidP="00A67EBB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hAnsi="Arial" w:cs="Arial"/>
              </w:rPr>
            </w:pPr>
          </w:p>
        </w:tc>
      </w:tr>
      <w:tr w:rsidR="00A67EBB" w:rsidRPr="00336D9C" w14:paraId="13B880A2" w14:textId="77777777" w:rsidTr="004F2BFC">
        <w:trPr>
          <w:trHeight w:val="330"/>
          <w:jc w:val="right"/>
        </w:trPr>
        <w:tc>
          <w:tcPr>
            <w:tcW w:w="562" w:type="dxa"/>
            <w:vAlign w:val="center"/>
          </w:tcPr>
          <w:p w14:paraId="333E0EDB" w14:textId="03E0620A" w:rsidR="00A67EBB" w:rsidRPr="00336D9C" w:rsidRDefault="00A67EBB" w:rsidP="00A67EBB">
            <w:pPr>
              <w:tabs>
                <w:tab w:val="left" w:pos="851"/>
                <w:tab w:val="left" w:pos="6237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4</w:t>
            </w:r>
          </w:p>
        </w:tc>
        <w:tc>
          <w:tcPr>
            <w:tcW w:w="5169" w:type="dxa"/>
            <w:vAlign w:val="center"/>
          </w:tcPr>
          <w:p w14:paraId="7B8DC119" w14:textId="6DBB31B6" w:rsidR="00A67EBB" w:rsidRPr="00336D9C" w:rsidRDefault="00A67EBB" w:rsidP="00FB4EF0">
            <w:pPr>
              <w:tabs>
                <w:tab w:val="left" w:pos="851"/>
                <w:tab w:val="left" w:pos="623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 xml:space="preserve">Alimentation électrique monophasée </w:t>
            </w:r>
            <w:r w:rsidRPr="00336D9C">
              <w:rPr>
                <w:rFonts w:ascii="Arial" w:hAnsi="Arial" w:cs="Arial"/>
                <w:sz w:val="20"/>
                <w:szCs w:val="20"/>
                <w:u w:val="single"/>
              </w:rPr>
              <w:t xml:space="preserve">ou </w:t>
            </w:r>
            <w:r w:rsidRPr="00336D9C">
              <w:rPr>
                <w:rFonts w:ascii="Arial" w:hAnsi="Arial" w:cs="Arial"/>
                <w:sz w:val="20"/>
                <w:szCs w:val="20"/>
              </w:rPr>
              <w:t>en triphasée (3 phases + neutre + terre)</w:t>
            </w: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</w:tcPr>
          <w:p w14:paraId="305AA02B" w14:textId="77777777" w:rsidR="00990432" w:rsidRPr="00336D9C" w:rsidRDefault="00990432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2F2801" w14:textId="06BA339C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OUI ou NON</w:t>
            </w:r>
          </w:p>
          <w:p w14:paraId="0835D1A6" w14:textId="77777777" w:rsidR="00A67EBB" w:rsidRPr="00336D9C" w:rsidRDefault="00A67EBB" w:rsidP="00A67EBB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hAnsi="Arial" w:cs="Arial"/>
              </w:rPr>
            </w:pPr>
          </w:p>
        </w:tc>
      </w:tr>
      <w:tr w:rsidR="00A67EBB" w:rsidRPr="00336D9C" w14:paraId="39F55D69" w14:textId="77777777" w:rsidTr="004F2BFC">
        <w:trPr>
          <w:trHeight w:val="330"/>
          <w:jc w:val="right"/>
        </w:trPr>
        <w:tc>
          <w:tcPr>
            <w:tcW w:w="562" w:type="dxa"/>
            <w:vAlign w:val="center"/>
          </w:tcPr>
          <w:p w14:paraId="3E3B8DB6" w14:textId="4B7686BE" w:rsidR="00A67EBB" w:rsidRPr="00336D9C" w:rsidRDefault="00A67EBB" w:rsidP="00A67EBB">
            <w:pPr>
              <w:tabs>
                <w:tab w:val="left" w:pos="851"/>
                <w:tab w:val="left" w:pos="6237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5</w:t>
            </w:r>
          </w:p>
        </w:tc>
        <w:tc>
          <w:tcPr>
            <w:tcW w:w="5169" w:type="dxa"/>
            <w:vAlign w:val="center"/>
          </w:tcPr>
          <w:p w14:paraId="2EAAC162" w14:textId="1B8C8C50" w:rsidR="00A67EBB" w:rsidRPr="00336D9C" w:rsidRDefault="00A67EBB" w:rsidP="00FB4EF0">
            <w:pPr>
              <w:tabs>
                <w:tab w:val="left" w:pos="851"/>
                <w:tab w:val="left" w:pos="623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Arrivée d’eau froide pour le matériel de lavage</w:t>
            </w: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</w:tcPr>
          <w:p w14:paraId="2D976356" w14:textId="77777777" w:rsidR="00990432" w:rsidRPr="00336D9C" w:rsidRDefault="00990432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8901B5" w14:textId="140C0E90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OUI ou NON</w:t>
            </w:r>
          </w:p>
          <w:p w14:paraId="67C98B64" w14:textId="77777777" w:rsidR="00A67EBB" w:rsidRPr="00336D9C" w:rsidRDefault="00A67EBB" w:rsidP="00A67EBB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hAnsi="Arial" w:cs="Arial"/>
              </w:rPr>
            </w:pPr>
          </w:p>
        </w:tc>
      </w:tr>
      <w:tr w:rsidR="00A67EBB" w:rsidRPr="00336D9C" w14:paraId="0B559C8D" w14:textId="77777777" w:rsidTr="004F2BFC">
        <w:trPr>
          <w:trHeight w:val="330"/>
          <w:jc w:val="right"/>
        </w:trPr>
        <w:tc>
          <w:tcPr>
            <w:tcW w:w="562" w:type="dxa"/>
            <w:vAlign w:val="center"/>
          </w:tcPr>
          <w:p w14:paraId="75A9701E" w14:textId="5108014C" w:rsidR="00A67EBB" w:rsidRPr="00336D9C" w:rsidRDefault="00A67EBB" w:rsidP="00A67EBB">
            <w:pPr>
              <w:tabs>
                <w:tab w:val="left" w:pos="851"/>
                <w:tab w:val="left" w:pos="6237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6</w:t>
            </w:r>
          </w:p>
        </w:tc>
        <w:tc>
          <w:tcPr>
            <w:tcW w:w="5169" w:type="dxa"/>
            <w:vAlign w:val="center"/>
          </w:tcPr>
          <w:p w14:paraId="31066DA3" w14:textId="7F952CC2" w:rsidR="00A67EBB" w:rsidRPr="00336D9C" w:rsidRDefault="00A67EBB" w:rsidP="00FB4EF0">
            <w:pPr>
              <w:tabs>
                <w:tab w:val="left" w:pos="851"/>
                <w:tab w:val="left" w:pos="623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Evacuation des buées</w:t>
            </w: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</w:tcPr>
          <w:p w14:paraId="330C8D37" w14:textId="77777777" w:rsidR="00990432" w:rsidRPr="00336D9C" w:rsidRDefault="00990432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DD94A5" w14:textId="44B6C767" w:rsidR="00A67EBB" w:rsidRPr="00336D9C" w:rsidRDefault="00A67EBB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OUI ou NON</w:t>
            </w:r>
          </w:p>
          <w:p w14:paraId="5EA8C334" w14:textId="77777777" w:rsidR="00A67EBB" w:rsidRPr="00336D9C" w:rsidRDefault="00A67EBB" w:rsidP="00A67EBB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hAnsi="Arial" w:cs="Arial"/>
              </w:rPr>
            </w:pPr>
          </w:p>
        </w:tc>
      </w:tr>
      <w:tr w:rsidR="00A67EBB" w:rsidRPr="00336D9C" w14:paraId="7CF45BA4" w14:textId="77777777" w:rsidTr="004F2BFC">
        <w:trPr>
          <w:trHeight w:val="330"/>
          <w:jc w:val="right"/>
        </w:trPr>
        <w:tc>
          <w:tcPr>
            <w:tcW w:w="562" w:type="dxa"/>
            <w:vAlign w:val="center"/>
          </w:tcPr>
          <w:p w14:paraId="145D7A6B" w14:textId="7537395D" w:rsidR="00A67EBB" w:rsidRPr="00336D9C" w:rsidRDefault="00A67EBB" w:rsidP="00A67EBB">
            <w:pPr>
              <w:tabs>
                <w:tab w:val="left" w:pos="851"/>
                <w:tab w:val="left" w:pos="6237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7</w:t>
            </w:r>
          </w:p>
        </w:tc>
        <w:tc>
          <w:tcPr>
            <w:tcW w:w="5169" w:type="dxa"/>
            <w:vAlign w:val="center"/>
          </w:tcPr>
          <w:p w14:paraId="481A7362" w14:textId="76F3EA8B" w:rsidR="00A67EBB" w:rsidRPr="00336D9C" w:rsidRDefault="00A67EBB" w:rsidP="00FB4EF0">
            <w:pPr>
              <w:tabs>
                <w:tab w:val="left" w:pos="851"/>
                <w:tab w:val="left" w:pos="623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6D9C">
              <w:rPr>
                <w:rFonts w:ascii="Arial" w:hAnsi="Arial" w:cs="Arial"/>
                <w:sz w:val="20"/>
                <w:szCs w:val="20"/>
              </w:rPr>
              <w:t>Fréquence préconisée pour la maintenance préventive des machines appartenant à l’administration</w:t>
            </w:r>
          </w:p>
        </w:tc>
        <w:tc>
          <w:tcPr>
            <w:tcW w:w="4726" w:type="dxa"/>
            <w:noWrap/>
            <w:tcMar>
              <w:left w:w="0" w:type="dxa"/>
              <w:right w:w="0" w:type="dxa"/>
            </w:tcMar>
          </w:tcPr>
          <w:p w14:paraId="169B1C15" w14:textId="77777777" w:rsidR="00990432" w:rsidRPr="00336D9C" w:rsidRDefault="00990432" w:rsidP="00A67EBB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C95CA8" w14:textId="77777777" w:rsidR="00A67EBB" w:rsidRPr="00336D9C" w:rsidRDefault="00A67EBB" w:rsidP="00FD197E">
            <w:pPr>
              <w:tabs>
                <w:tab w:val="left" w:pos="745"/>
                <w:tab w:val="left" w:pos="6237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5806D85" w14:textId="7EB12771" w:rsidR="004833F7" w:rsidRPr="00336D9C" w:rsidRDefault="004833F7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3FFCFDF6" w14:textId="45CEE63B" w:rsidR="00393296" w:rsidRPr="00336D9C" w:rsidRDefault="00393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2D634C9C" w14:textId="39534FE3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4C2C8491" w14:textId="2AF9B9C6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4958A677" w14:textId="2EBE0501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4AD2B3AE" w14:textId="1F79A8CD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194D8C74" w14:textId="693BD023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36ACC241" w14:textId="03FDFCA0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41D1369B" w14:textId="21ABA39C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50B0582F" w14:textId="2985A48E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07069DD4" w14:textId="581CB0AC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5FB29BDC" w14:textId="21F8C02A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5EF0C4A7" w14:textId="07649EC5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3A2BA1E4" w14:textId="3EA738FD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3042050C" w14:textId="3DDD73F0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73B583A5" w14:textId="4CB8C347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67286351" w14:textId="1728B944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105833EE" w14:textId="33D7220D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5F421421" w14:textId="5F465D66" w:rsidR="004D7296" w:rsidRPr="00336D9C" w:rsidRDefault="004D7296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612BB091" w14:textId="2970187F" w:rsidR="00411D34" w:rsidRPr="00336D9C" w:rsidRDefault="00411D34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4C68885E" w14:textId="34EF67F9" w:rsidR="000448C4" w:rsidRPr="00336D9C" w:rsidRDefault="000448C4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5F749897" w14:textId="74F7C57D" w:rsidR="000448C4" w:rsidRPr="00336D9C" w:rsidRDefault="000448C4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60603BC1" w14:textId="1B765C6A" w:rsidR="00CE0DE7" w:rsidRPr="00336D9C" w:rsidRDefault="00CE0DE7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26C400A3" w14:textId="1A570894" w:rsidR="00CE0DE7" w:rsidRPr="00336D9C" w:rsidRDefault="00CE0DE7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17F0D109" w14:textId="77777777" w:rsidR="00CE0DE7" w:rsidRPr="00336D9C" w:rsidRDefault="00CE0DE7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2B84462E" w14:textId="31E2C0A8" w:rsidR="000448C4" w:rsidRDefault="000448C4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6305BD0E" w14:textId="3CB9B58E" w:rsidR="00636C09" w:rsidRDefault="00636C09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3B76D53D" w14:textId="7D6F588B" w:rsidR="00636C09" w:rsidRDefault="00636C09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33A4B4F2" w14:textId="77777777" w:rsidR="00636C09" w:rsidRPr="00336D9C" w:rsidRDefault="00636C09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6FD98343" w14:textId="66D9C851" w:rsidR="000448C4" w:rsidRPr="00336D9C" w:rsidRDefault="000448C4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4BE6B2E7" w14:textId="77777777" w:rsidR="000448C4" w:rsidRPr="00336D9C" w:rsidRDefault="000448C4" w:rsidP="008D5BB3">
      <w:pPr>
        <w:tabs>
          <w:tab w:val="left" w:pos="851"/>
          <w:tab w:val="left" w:pos="6237"/>
        </w:tabs>
        <w:ind w:left="284"/>
        <w:jc w:val="center"/>
        <w:rPr>
          <w:rFonts w:ascii="Arial" w:hAnsi="Arial" w:cs="Arial"/>
          <w:b/>
        </w:rPr>
      </w:pPr>
    </w:p>
    <w:p w14:paraId="34770B8A" w14:textId="7CA8FB22" w:rsidR="00AE2BDC" w:rsidRPr="00336D9C" w:rsidRDefault="00AE2BDC" w:rsidP="008D5BB3">
      <w:pPr>
        <w:tabs>
          <w:tab w:val="left" w:pos="851"/>
          <w:tab w:val="left" w:pos="6237"/>
        </w:tabs>
        <w:ind w:left="284"/>
        <w:rPr>
          <w:rFonts w:ascii="Arial" w:hAnsi="Arial" w:cs="Arial"/>
          <w:b/>
        </w:rPr>
      </w:pPr>
      <w:r w:rsidRPr="00336D9C">
        <w:rPr>
          <w:rFonts w:ascii="Arial" w:hAnsi="Arial" w:cs="Arial"/>
          <w:b/>
        </w:rPr>
        <w:lastRenderedPageBreak/>
        <w:t>I.</w:t>
      </w:r>
      <w:r w:rsidR="000448C4" w:rsidRPr="00336D9C">
        <w:rPr>
          <w:rFonts w:ascii="Arial" w:hAnsi="Arial" w:cs="Arial"/>
          <w:b/>
        </w:rPr>
        <w:t>5</w:t>
      </w:r>
      <w:r w:rsidRPr="00336D9C">
        <w:rPr>
          <w:rFonts w:ascii="Arial" w:hAnsi="Arial" w:cs="Arial"/>
          <w:b/>
        </w:rPr>
        <w:t>. Offre financière </w:t>
      </w:r>
    </w:p>
    <w:p w14:paraId="22520119" w14:textId="6553A58F" w:rsidR="00C168AC" w:rsidRPr="00336D9C" w:rsidRDefault="00C168AC" w:rsidP="008D5BB3">
      <w:pPr>
        <w:pStyle w:val="Paragraphedeliste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before="212"/>
        <w:ind w:left="284" w:firstLine="0"/>
        <w:rPr>
          <w:rFonts w:ascii="Arial" w:hAnsi="Arial" w:cs="Arial"/>
          <w:b/>
        </w:rPr>
      </w:pPr>
      <w:r w:rsidRPr="00336D9C">
        <w:rPr>
          <w:rFonts w:ascii="Arial" w:hAnsi="Arial" w:cs="Arial"/>
          <w:b/>
          <w:u w:val="single" w:color="2F2F2F"/>
        </w:rPr>
        <w:t>PRESTATIO</w:t>
      </w:r>
      <w:r w:rsidR="00AD0A41" w:rsidRPr="00336D9C">
        <w:rPr>
          <w:rFonts w:ascii="Arial" w:hAnsi="Arial" w:cs="Arial"/>
          <w:b/>
          <w:u w:val="single" w:color="2F2F2F"/>
        </w:rPr>
        <w:t xml:space="preserve">N FORFAITAIRE </w:t>
      </w:r>
      <w:r w:rsidRPr="00336D9C">
        <w:rPr>
          <w:rFonts w:ascii="Arial" w:hAnsi="Arial" w:cs="Arial"/>
          <w:b/>
          <w:u w:val="single" w:color="2F2F2F"/>
        </w:rPr>
        <w:t xml:space="preserve"> </w:t>
      </w:r>
    </w:p>
    <w:p w14:paraId="0684F72E" w14:textId="0BBCF2CB" w:rsidR="00AD0A41" w:rsidRPr="00336D9C" w:rsidRDefault="000E68CD" w:rsidP="008D5BB3">
      <w:pPr>
        <w:ind w:left="284"/>
        <w:rPr>
          <w:rFonts w:ascii="Arial" w:hAnsi="Arial" w:cs="Arial"/>
        </w:rPr>
      </w:pPr>
      <w:r w:rsidRPr="00336D9C">
        <w:rPr>
          <w:rFonts w:ascii="Arial" w:hAnsi="Arial" w:cs="Arial"/>
        </w:rPr>
        <w:t>Prix forfaitaires annuels comprenant la location et la maintenance de lave-linges et de sèche-linges ainsi que la maintenance préventive des machines appartenant à l’administration :</w:t>
      </w:r>
    </w:p>
    <w:p w14:paraId="45E23067" w14:textId="77777777" w:rsidR="00A82EBA" w:rsidRPr="00336D9C" w:rsidRDefault="00A82EBA" w:rsidP="008D5BB3">
      <w:pPr>
        <w:pStyle w:val="Corpsdetexte"/>
        <w:spacing w:before="5"/>
        <w:ind w:left="284"/>
        <w:rPr>
          <w:rFonts w:cs="Arial"/>
        </w:rPr>
      </w:pPr>
    </w:p>
    <w:tbl>
      <w:tblPr>
        <w:tblStyle w:val="TableNormal1"/>
        <w:tblW w:w="10916" w:type="dxa"/>
        <w:tblInd w:w="-292" w:type="dxa"/>
        <w:tblBorders>
          <w:top w:val="single" w:sz="6" w:space="0" w:color="231F1F"/>
          <w:left w:val="single" w:sz="6" w:space="0" w:color="231F1F"/>
          <w:bottom w:val="single" w:sz="6" w:space="0" w:color="231F1F"/>
          <w:right w:val="single" w:sz="6" w:space="0" w:color="231F1F"/>
          <w:insideH w:val="single" w:sz="6" w:space="0" w:color="231F1F"/>
          <w:insideV w:val="single" w:sz="6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126"/>
        <w:gridCol w:w="1276"/>
        <w:gridCol w:w="2126"/>
        <w:gridCol w:w="1134"/>
        <w:gridCol w:w="2410"/>
      </w:tblGrid>
      <w:tr w:rsidR="000B388D" w:rsidRPr="00336D9C" w14:paraId="592F9C34" w14:textId="77777777" w:rsidTr="000B388D">
        <w:trPr>
          <w:trHeight w:val="526"/>
        </w:trPr>
        <w:tc>
          <w:tcPr>
            <w:tcW w:w="1844" w:type="dxa"/>
            <w:shd w:val="clear" w:color="auto" w:fill="D9D9D9" w:themeFill="background1" w:themeFillShade="D9"/>
            <w:vAlign w:val="center"/>
          </w:tcPr>
          <w:p w14:paraId="4D2D5694" w14:textId="77777777" w:rsidR="000B388D" w:rsidRPr="00336D9C" w:rsidRDefault="000B388D" w:rsidP="000448C4">
            <w:pPr>
              <w:spacing w:before="115"/>
              <w:ind w:left="4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Description des prestations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F5F4B73" w14:textId="77777777" w:rsidR="000B388D" w:rsidRPr="00336D9C" w:rsidRDefault="000B388D" w:rsidP="000E68CD">
            <w:pPr>
              <w:spacing w:line="253" w:lineRule="exact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Prix annuel forfaitaire pour 1 machine en € HT(1)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5DE52E4" w14:textId="14353C91" w:rsidR="000B388D" w:rsidRPr="00336D9C" w:rsidRDefault="000B388D" w:rsidP="000448C4">
            <w:pPr>
              <w:spacing w:line="253" w:lineRule="exact"/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Nombre de machines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D1EE60C" w14:textId="6D00C07D" w:rsidR="000B388D" w:rsidRPr="00336D9C" w:rsidRDefault="000B388D" w:rsidP="000448C4">
            <w:pPr>
              <w:spacing w:before="135"/>
              <w:ind w:left="3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Prix annuel forfaitaire total en € HT(1)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8262C1B" w14:textId="77777777" w:rsidR="000B388D" w:rsidRPr="00336D9C" w:rsidRDefault="000B388D" w:rsidP="000448C4">
            <w:pPr>
              <w:spacing w:before="1" w:line="228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Taux </w:t>
            </w:r>
          </w:p>
          <w:p w14:paraId="456C1F71" w14:textId="3389CA64" w:rsidR="000B388D" w:rsidRPr="00336D9C" w:rsidRDefault="000B388D" w:rsidP="000448C4">
            <w:pPr>
              <w:spacing w:before="1" w:line="228" w:lineRule="auto"/>
              <w:ind w:left="1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TVA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FFF1E05" w14:textId="17EDE3B7" w:rsidR="000B388D" w:rsidRPr="00336D9C" w:rsidRDefault="000B388D" w:rsidP="000448C4">
            <w:pPr>
              <w:spacing w:before="1" w:line="228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Prix annuel forfaitaire total en € TTC</w:t>
            </w:r>
            <w:r w:rsidRPr="00336D9C">
              <w:rPr>
                <w:rFonts w:ascii="Arial" w:hAnsi="Arial" w:cs="Arial"/>
                <w:vertAlign w:val="superscript"/>
                <w:lang w:val="fr-FR"/>
              </w:rPr>
              <w:t>(1)</w:t>
            </w:r>
          </w:p>
        </w:tc>
      </w:tr>
      <w:tr w:rsidR="000B388D" w:rsidRPr="00336D9C" w14:paraId="12826820" w14:textId="77777777" w:rsidTr="000448C4">
        <w:trPr>
          <w:trHeight w:val="175"/>
        </w:trPr>
        <w:tc>
          <w:tcPr>
            <w:tcW w:w="10916" w:type="dxa"/>
            <w:gridSpan w:val="6"/>
            <w:vAlign w:val="center"/>
          </w:tcPr>
          <w:p w14:paraId="1288506F" w14:textId="540CFDA6" w:rsidR="000B388D" w:rsidRPr="00336D9C" w:rsidRDefault="00B756FF" w:rsidP="008D5BB3">
            <w:pPr>
              <w:spacing w:before="1" w:line="228" w:lineRule="auto"/>
              <w:ind w:left="284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Location-maintenance des machines</w:t>
            </w:r>
          </w:p>
        </w:tc>
      </w:tr>
      <w:tr w:rsidR="000B388D" w:rsidRPr="00336D9C" w14:paraId="3022F907" w14:textId="77777777" w:rsidTr="000B388D">
        <w:trPr>
          <w:trHeight w:val="927"/>
        </w:trPr>
        <w:tc>
          <w:tcPr>
            <w:tcW w:w="1844" w:type="dxa"/>
            <w:shd w:val="clear" w:color="auto" w:fill="F2F2F2"/>
          </w:tcPr>
          <w:p w14:paraId="2FE15723" w14:textId="77777777" w:rsidR="000B388D" w:rsidRPr="00336D9C" w:rsidRDefault="000B388D" w:rsidP="000448C4">
            <w:pPr>
              <w:spacing w:before="1" w:line="244" w:lineRule="auto"/>
              <w:ind w:left="14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Location et maintenance (préventive et curative) annuelles pour </w:t>
            </w:r>
            <w:r w:rsidRPr="00336D9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lave-linges</w:t>
            </w: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 (déplacement et main d’œuvre inclus)</w:t>
            </w:r>
          </w:p>
        </w:tc>
        <w:tc>
          <w:tcPr>
            <w:tcW w:w="2126" w:type="dxa"/>
            <w:shd w:val="clear" w:color="auto" w:fill="F2F2F2"/>
          </w:tcPr>
          <w:p w14:paraId="72D8A670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7C7616E3" w14:textId="77777777" w:rsidR="000B388D" w:rsidRPr="00336D9C" w:rsidRDefault="000B388D" w:rsidP="008D5BB3">
            <w:pPr>
              <w:spacing w:before="3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shd w:val="clear" w:color="auto" w:fill="F2F2F2"/>
          </w:tcPr>
          <w:p w14:paraId="5958FA93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591B9D6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29317D2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600574EE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C63BDA8" w14:textId="77777777" w:rsidR="000B388D" w:rsidRPr="00336D9C" w:rsidRDefault="000B388D" w:rsidP="00F22934">
            <w:pPr>
              <w:ind w:left="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96FB5CB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8</w:t>
            </w:r>
          </w:p>
        </w:tc>
        <w:tc>
          <w:tcPr>
            <w:tcW w:w="2126" w:type="dxa"/>
            <w:shd w:val="clear" w:color="auto" w:fill="F2F2F2"/>
          </w:tcPr>
          <w:p w14:paraId="3D9DE578" w14:textId="77777777" w:rsidR="000B388D" w:rsidRPr="00336D9C" w:rsidRDefault="000B388D" w:rsidP="008D5BB3">
            <w:pPr>
              <w:spacing w:before="10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6D78F353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shd w:val="clear" w:color="auto" w:fill="F2F2F2"/>
          </w:tcPr>
          <w:p w14:paraId="541BA2F9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34812FB" w14:textId="77777777" w:rsidR="000B388D" w:rsidRPr="00336D9C" w:rsidRDefault="000B388D" w:rsidP="008D5BB3">
            <w:pPr>
              <w:spacing w:before="6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F0D0FEF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shd w:val="clear" w:color="auto" w:fill="F2F2F2"/>
          </w:tcPr>
          <w:p w14:paraId="73291B1D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B0218D5" w14:textId="77777777" w:rsidR="000B388D" w:rsidRPr="00336D9C" w:rsidRDefault="000B388D" w:rsidP="008D5BB3">
            <w:pPr>
              <w:spacing w:before="3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6A7F4911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B388D" w:rsidRPr="00336D9C" w14:paraId="3719A745" w14:textId="77777777" w:rsidTr="000B388D">
        <w:trPr>
          <w:trHeight w:val="1039"/>
        </w:trPr>
        <w:tc>
          <w:tcPr>
            <w:tcW w:w="1844" w:type="dxa"/>
            <w:shd w:val="clear" w:color="auto" w:fill="F2F2F2"/>
          </w:tcPr>
          <w:p w14:paraId="48B851F1" w14:textId="77777777" w:rsidR="000B388D" w:rsidRPr="00336D9C" w:rsidRDefault="000B388D" w:rsidP="000448C4">
            <w:pPr>
              <w:spacing w:line="244" w:lineRule="auto"/>
              <w:ind w:left="14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Location et maintenance (préventive et curative) annuelles pour</w:t>
            </w:r>
            <w:r w:rsidRPr="00336D9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 xml:space="preserve"> sèche-linges</w:t>
            </w: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 (déplacement et main d’œuvre inclus)</w:t>
            </w:r>
          </w:p>
        </w:tc>
        <w:tc>
          <w:tcPr>
            <w:tcW w:w="2126" w:type="dxa"/>
            <w:shd w:val="clear" w:color="auto" w:fill="F2F2F2"/>
          </w:tcPr>
          <w:p w14:paraId="622C6091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5B818898" w14:textId="77777777" w:rsidR="000B388D" w:rsidRPr="00336D9C" w:rsidRDefault="000B388D" w:rsidP="008D5BB3">
            <w:pPr>
              <w:spacing w:before="4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shd w:val="clear" w:color="auto" w:fill="F2F2F2"/>
          </w:tcPr>
          <w:p w14:paraId="13621AF8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5B15737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6F6B9884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DC7015C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68BCE36" w14:textId="77777777" w:rsidR="000B388D" w:rsidRPr="00336D9C" w:rsidRDefault="000B388D" w:rsidP="00F22934">
            <w:pPr>
              <w:ind w:left="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8</w:t>
            </w:r>
          </w:p>
        </w:tc>
        <w:tc>
          <w:tcPr>
            <w:tcW w:w="2126" w:type="dxa"/>
            <w:shd w:val="clear" w:color="auto" w:fill="F2F2F2"/>
          </w:tcPr>
          <w:p w14:paraId="5C72B266" w14:textId="77777777" w:rsidR="000B388D" w:rsidRPr="00336D9C" w:rsidRDefault="000B388D" w:rsidP="008D5BB3">
            <w:pPr>
              <w:spacing w:before="8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732E984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shd w:val="clear" w:color="auto" w:fill="F2F2F2"/>
          </w:tcPr>
          <w:p w14:paraId="37354D76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shd w:val="clear" w:color="auto" w:fill="F2F2F2"/>
          </w:tcPr>
          <w:p w14:paraId="12E97FE9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2DCD188" w14:textId="77777777" w:rsidR="000B388D" w:rsidRPr="00336D9C" w:rsidRDefault="000B388D" w:rsidP="008D5BB3">
            <w:pPr>
              <w:spacing w:before="9" w:after="1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C5F179D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B388D" w:rsidRPr="00336D9C" w14:paraId="2F39AFD1" w14:textId="77777777" w:rsidTr="000448C4">
        <w:trPr>
          <w:trHeight w:val="97"/>
        </w:trPr>
        <w:tc>
          <w:tcPr>
            <w:tcW w:w="10916" w:type="dxa"/>
            <w:gridSpan w:val="6"/>
            <w:shd w:val="clear" w:color="auto" w:fill="auto"/>
          </w:tcPr>
          <w:p w14:paraId="6E32D59C" w14:textId="7F75B2EB" w:rsidR="000B388D" w:rsidRPr="00336D9C" w:rsidRDefault="00B756FF" w:rsidP="008D5BB3">
            <w:pPr>
              <w:ind w:left="284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Maintenance préventive des machines appartenant à l’administration</w:t>
            </w:r>
          </w:p>
        </w:tc>
      </w:tr>
      <w:tr w:rsidR="000B388D" w:rsidRPr="00336D9C" w14:paraId="13DD4C13" w14:textId="77777777" w:rsidTr="000B388D">
        <w:trPr>
          <w:trHeight w:val="250"/>
        </w:trPr>
        <w:tc>
          <w:tcPr>
            <w:tcW w:w="1844" w:type="dxa"/>
            <w:shd w:val="clear" w:color="auto" w:fill="F2F2F2"/>
          </w:tcPr>
          <w:p w14:paraId="531ABF5D" w14:textId="77777777" w:rsidR="000B388D" w:rsidRPr="00336D9C" w:rsidRDefault="000B388D" w:rsidP="000448C4">
            <w:pPr>
              <w:ind w:left="14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Maintenance préventive des </w:t>
            </w:r>
            <w:r w:rsidRPr="00336D9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lave-linges</w:t>
            </w: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 appartenant à l’administration</w:t>
            </w:r>
          </w:p>
        </w:tc>
        <w:tc>
          <w:tcPr>
            <w:tcW w:w="2126" w:type="dxa"/>
            <w:shd w:val="clear" w:color="auto" w:fill="F2F2F2"/>
          </w:tcPr>
          <w:p w14:paraId="442C35D7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shd w:val="clear" w:color="auto" w:fill="F2F2F2"/>
          </w:tcPr>
          <w:p w14:paraId="6F1A57E3" w14:textId="77777777" w:rsidR="000B388D" w:rsidRPr="00336D9C" w:rsidRDefault="000B388D" w:rsidP="00F22934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  <w:p w14:paraId="60AA970C" w14:textId="77777777" w:rsidR="000B388D" w:rsidRPr="00336D9C" w:rsidRDefault="000B388D" w:rsidP="00F22934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  <w:p w14:paraId="0B71A3AB" w14:textId="77777777" w:rsidR="000B388D" w:rsidRPr="00336D9C" w:rsidRDefault="000B388D" w:rsidP="00F22934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4</w:t>
            </w:r>
          </w:p>
        </w:tc>
        <w:tc>
          <w:tcPr>
            <w:tcW w:w="2126" w:type="dxa"/>
            <w:shd w:val="clear" w:color="auto" w:fill="F2F2F2"/>
          </w:tcPr>
          <w:p w14:paraId="21A097B6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shd w:val="clear" w:color="auto" w:fill="F2F2F2"/>
          </w:tcPr>
          <w:p w14:paraId="28E8EAA0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shd w:val="clear" w:color="auto" w:fill="F2F2F2"/>
          </w:tcPr>
          <w:p w14:paraId="0A7DB6DF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</w:tr>
      <w:tr w:rsidR="000B388D" w:rsidRPr="00336D9C" w14:paraId="32650FF7" w14:textId="77777777" w:rsidTr="000B388D">
        <w:trPr>
          <w:trHeight w:val="250"/>
        </w:trPr>
        <w:tc>
          <w:tcPr>
            <w:tcW w:w="1844" w:type="dxa"/>
            <w:shd w:val="clear" w:color="auto" w:fill="F2F2F2"/>
          </w:tcPr>
          <w:p w14:paraId="2BBC3E2F" w14:textId="77777777" w:rsidR="000B388D" w:rsidRPr="00336D9C" w:rsidRDefault="000B388D" w:rsidP="000448C4">
            <w:pPr>
              <w:ind w:left="14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Maintenance préventive des </w:t>
            </w:r>
            <w:r w:rsidRPr="00336D9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sèche-linges</w:t>
            </w: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 xml:space="preserve"> appartenant à l’administration</w:t>
            </w:r>
          </w:p>
        </w:tc>
        <w:tc>
          <w:tcPr>
            <w:tcW w:w="2126" w:type="dxa"/>
            <w:shd w:val="clear" w:color="auto" w:fill="F2F2F2"/>
          </w:tcPr>
          <w:p w14:paraId="6FAA5D46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shd w:val="clear" w:color="auto" w:fill="F2F2F2"/>
          </w:tcPr>
          <w:p w14:paraId="75C93C37" w14:textId="77777777" w:rsidR="000B388D" w:rsidRPr="00336D9C" w:rsidRDefault="000B388D" w:rsidP="00F22934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  <w:p w14:paraId="4417F880" w14:textId="77777777" w:rsidR="000B388D" w:rsidRPr="00336D9C" w:rsidRDefault="000B388D" w:rsidP="00F22934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  <w:p w14:paraId="66A51D57" w14:textId="77777777" w:rsidR="000B388D" w:rsidRPr="00336D9C" w:rsidRDefault="000B388D" w:rsidP="00F22934">
            <w:pPr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4</w:t>
            </w:r>
          </w:p>
        </w:tc>
        <w:tc>
          <w:tcPr>
            <w:tcW w:w="2126" w:type="dxa"/>
            <w:shd w:val="clear" w:color="auto" w:fill="F2F2F2"/>
          </w:tcPr>
          <w:p w14:paraId="67638073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shd w:val="clear" w:color="auto" w:fill="F2F2F2"/>
          </w:tcPr>
          <w:p w14:paraId="6F43A08E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shd w:val="clear" w:color="auto" w:fill="F2F2F2"/>
          </w:tcPr>
          <w:p w14:paraId="10734D31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b/>
                <w:w w:val="105"/>
                <w:sz w:val="20"/>
                <w:szCs w:val="20"/>
                <w:lang w:val="fr-FR"/>
              </w:rPr>
            </w:pPr>
          </w:p>
        </w:tc>
      </w:tr>
      <w:tr w:rsidR="000B388D" w:rsidRPr="00336D9C" w14:paraId="4197D424" w14:textId="77777777" w:rsidTr="000B388D">
        <w:trPr>
          <w:trHeight w:val="250"/>
        </w:trPr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14:paraId="6A22554A" w14:textId="6C3B422B" w:rsidR="000B388D" w:rsidRPr="00336D9C" w:rsidRDefault="0010535E" w:rsidP="008D5BB3">
            <w:pPr>
              <w:ind w:left="284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Prix annuel forfaitaire total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22EDA90" w14:textId="77777777" w:rsidR="000B388D" w:rsidRPr="00336D9C" w:rsidRDefault="000B388D" w:rsidP="008D5BB3">
            <w:pPr>
              <w:ind w:left="284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En € HT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A83A89F" w14:textId="77777777" w:rsidR="000B388D" w:rsidRPr="00336D9C" w:rsidRDefault="000B388D" w:rsidP="008D5BB3">
            <w:pPr>
              <w:ind w:left="284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Taux TVA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AB0B1FF" w14:textId="77777777" w:rsidR="000B388D" w:rsidRPr="00336D9C" w:rsidRDefault="000B388D" w:rsidP="008D5BB3">
            <w:pPr>
              <w:ind w:left="284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En € TTC</w:t>
            </w:r>
          </w:p>
          <w:p w14:paraId="47E89B3A" w14:textId="7ED20903" w:rsidR="000B388D" w:rsidRPr="00336D9C" w:rsidRDefault="000B388D" w:rsidP="008D5BB3">
            <w:pPr>
              <w:ind w:left="284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</w:tr>
      <w:tr w:rsidR="000B388D" w:rsidRPr="00336D9C" w14:paraId="1993ADEB" w14:textId="77777777" w:rsidTr="000F6EBB">
        <w:trPr>
          <w:trHeight w:val="512"/>
        </w:trPr>
        <w:tc>
          <w:tcPr>
            <w:tcW w:w="5246" w:type="dxa"/>
            <w:gridSpan w:val="3"/>
            <w:vMerge/>
            <w:shd w:val="clear" w:color="auto" w:fill="auto"/>
          </w:tcPr>
          <w:p w14:paraId="78B23B45" w14:textId="77777777" w:rsidR="000B388D" w:rsidRPr="00336D9C" w:rsidRDefault="000B388D" w:rsidP="008D5BB3">
            <w:pPr>
              <w:ind w:left="284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  <w:shd w:val="clear" w:color="auto" w:fill="F2F2F2"/>
          </w:tcPr>
          <w:p w14:paraId="76865B43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  <w:p w14:paraId="6898D03B" w14:textId="6A0BC80E" w:rsidR="007132A4" w:rsidRPr="00336D9C" w:rsidRDefault="007132A4" w:rsidP="008D5BB3">
            <w:pPr>
              <w:ind w:left="284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shd w:val="clear" w:color="auto" w:fill="F2F2F2"/>
          </w:tcPr>
          <w:p w14:paraId="4979658A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shd w:val="clear" w:color="auto" w:fill="F2F2F2"/>
          </w:tcPr>
          <w:p w14:paraId="51392D82" w14:textId="77777777" w:rsidR="000B388D" w:rsidRPr="00336D9C" w:rsidRDefault="000B388D" w:rsidP="008D5BB3">
            <w:pPr>
              <w:ind w:left="284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</w:p>
        </w:tc>
      </w:tr>
    </w:tbl>
    <w:p w14:paraId="3838E483" w14:textId="27CD8747" w:rsidR="00393296" w:rsidRPr="00336D9C" w:rsidRDefault="00393296" w:rsidP="008D5BB3">
      <w:pPr>
        <w:pStyle w:val="Paragraphedeliste"/>
        <w:widowControl w:val="0"/>
        <w:numPr>
          <w:ilvl w:val="0"/>
          <w:numId w:val="23"/>
        </w:numPr>
        <w:autoSpaceDE w:val="0"/>
        <w:autoSpaceDN w:val="0"/>
        <w:spacing w:before="212"/>
        <w:ind w:left="284" w:firstLine="0"/>
        <w:rPr>
          <w:rFonts w:ascii="Arial" w:hAnsi="Arial" w:cs="Arial"/>
          <w:b/>
        </w:rPr>
      </w:pPr>
      <w:r w:rsidRPr="00336D9C">
        <w:rPr>
          <w:rFonts w:ascii="Arial" w:hAnsi="Arial" w:cs="Arial"/>
          <w:b/>
          <w:u w:val="single"/>
        </w:rPr>
        <w:t>PREST</w:t>
      </w:r>
      <w:r w:rsidRPr="00336D9C">
        <w:rPr>
          <w:rFonts w:ascii="Arial" w:hAnsi="Arial" w:cs="Arial"/>
          <w:b/>
          <w:u w:val="single" w:color="2F2F2F"/>
        </w:rPr>
        <w:t>ATIONS A LA DEMANDE</w:t>
      </w:r>
    </w:p>
    <w:p w14:paraId="79A33B58" w14:textId="77777777" w:rsidR="00393296" w:rsidRPr="00336D9C" w:rsidRDefault="00393296" w:rsidP="008D5BB3">
      <w:pPr>
        <w:ind w:left="284"/>
        <w:rPr>
          <w:rFonts w:ascii="Arial" w:hAnsi="Arial" w:cs="Arial"/>
        </w:rPr>
      </w:pPr>
    </w:p>
    <w:p w14:paraId="0628A34C" w14:textId="13479B8F" w:rsidR="00393296" w:rsidRPr="00336D9C" w:rsidRDefault="00637F90" w:rsidP="008D5BB3">
      <w:pPr>
        <w:widowControl w:val="0"/>
        <w:tabs>
          <w:tab w:val="left" w:pos="969"/>
        </w:tabs>
        <w:autoSpaceDE w:val="0"/>
        <w:autoSpaceDN w:val="0"/>
        <w:spacing w:before="5"/>
        <w:ind w:left="284"/>
        <w:jc w:val="both"/>
        <w:rPr>
          <w:rFonts w:ascii="Arial" w:hAnsi="Arial" w:cs="Arial"/>
        </w:rPr>
      </w:pPr>
      <w:r w:rsidRPr="00336D9C">
        <w:rPr>
          <w:rFonts w:ascii="Arial" w:hAnsi="Arial" w:cs="Arial"/>
        </w:rPr>
        <w:t>Prix de base pour la maintenance curative des machines appartenant à l’administration :</w:t>
      </w:r>
    </w:p>
    <w:p w14:paraId="0488C666" w14:textId="77777777" w:rsidR="00393296" w:rsidRPr="00336D9C" w:rsidRDefault="00393296" w:rsidP="008D5BB3">
      <w:pPr>
        <w:pStyle w:val="Paragraphedeliste"/>
        <w:widowControl w:val="0"/>
        <w:tabs>
          <w:tab w:val="left" w:pos="969"/>
        </w:tabs>
        <w:autoSpaceDE w:val="0"/>
        <w:autoSpaceDN w:val="0"/>
        <w:spacing w:before="5"/>
        <w:ind w:left="284"/>
        <w:rPr>
          <w:rFonts w:ascii="Arial" w:hAnsi="Arial" w:cs="Arial"/>
          <w:b/>
        </w:rPr>
      </w:pPr>
    </w:p>
    <w:tbl>
      <w:tblPr>
        <w:tblStyle w:val="TableNormal"/>
        <w:tblW w:w="10207" w:type="dxa"/>
        <w:tblInd w:w="-292" w:type="dxa"/>
        <w:tblBorders>
          <w:top w:val="single" w:sz="6" w:space="0" w:color="231F1F"/>
          <w:left w:val="single" w:sz="6" w:space="0" w:color="231F1F"/>
          <w:bottom w:val="single" w:sz="6" w:space="0" w:color="231F1F"/>
          <w:right w:val="single" w:sz="6" w:space="0" w:color="231F1F"/>
          <w:insideH w:val="single" w:sz="6" w:space="0" w:color="231F1F"/>
          <w:insideV w:val="single" w:sz="6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559"/>
        <w:gridCol w:w="1276"/>
        <w:gridCol w:w="1701"/>
        <w:gridCol w:w="1701"/>
      </w:tblGrid>
      <w:tr w:rsidR="00393296" w:rsidRPr="00336D9C" w14:paraId="73E4A41B" w14:textId="77777777" w:rsidTr="00637F90">
        <w:trPr>
          <w:trHeight w:val="526"/>
        </w:trPr>
        <w:tc>
          <w:tcPr>
            <w:tcW w:w="2411" w:type="dxa"/>
            <w:tcBorders>
              <w:bottom w:val="single" w:sz="6" w:space="0" w:color="231F1F"/>
            </w:tcBorders>
            <w:shd w:val="clear" w:color="auto" w:fill="F2F2F2" w:themeFill="background1" w:themeFillShade="F2"/>
            <w:vAlign w:val="center"/>
          </w:tcPr>
          <w:p w14:paraId="0E2FDB66" w14:textId="77777777" w:rsidR="00393296" w:rsidRPr="00336D9C" w:rsidRDefault="00393296" w:rsidP="00637F90">
            <w:pPr>
              <w:pStyle w:val="TableParagraph"/>
              <w:spacing w:before="115"/>
              <w:ind w:left="4" w:hanging="4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Description des prestations à la demande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D008F33" w14:textId="77777777" w:rsidR="00393296" w:rsidRPr="00336D9C" w:rsidRDefault="00393296" w:rsidP="00637F90">
            <w:pPr>
              <w:pStyle w:val="TableParagraph"/>
              <w:spacing w:before="135"/>
              <w:ind w:left="-1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Prix du forfait déplacement aller – retour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9828BBD" w14:textId="77777777" w:rsidR="00393296" w:rsidRPr="00336D9C" w:rsidRDefault="00393296" w:rsidP="00637F90">
            <w:pPr>
              <w:pStyle w:val="TableParagraph"/>
              <w:spacing w:before="135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Prix d’une heure de main d’œuvre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37C74D" w14:textId="77777777" w:rsidR="00393296" w:rsidRPr="00336D9C" w:rsidRDefault="00393296" w:rsidP="00637F90">
            <w:pPr>
              <w:pStyle w:val="TableParagraph"/>
              <w:spacing w:before="135"/>
              <w:jc w:val="center"/>
              <w:rPr>
                <w:rFonts w:ascii="Arial" w:hAnsi="Arial" w:cs="Arial"/>
                <w:w w:val="105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 xml:space="preserve">Prix total </w:t>
            </w: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HT(1)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6E58F58" w14:textId="77777777" w:rsidR="00393296" w:rsidRPr="00336D9C" w:rsidRDefault="00393296" w:rsidP="00637F90">
            <w:pPr>
              <w:pStyle w:val="TableParagraph"/>
              <w:spacing w:before="1" w:line="228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FB8E98C" w14:textId="77777777" w:rsidR="00393296" w:rsidRPr="00336D9C" w:rsidRDefault="00393296" w:rsidP="00637F90">
            <w:pPr>
              <w:pStyle w:val="TableParagraph"/>
              <w:spacing w:before="1" w:line="228" w:lineRule="auto"/>
              <w:ind w:left="-4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w w:val="105"/>
                <w:sz w:val="20"/>
                <w:szCs w:val="20"/>
                <w:lang w:val="fr-FR"/>
              </w:rPr>
              <w:t>Prix total TTC</w:t>
            </w: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(1)</w:t>
            </w:r>
          </w:p>
        </w:tc>
      </w:tr>
      <w:tr w:rsidR="00393296" w:rsidRPr="00336D9C" w14:paraId="19DFBBA1" w14:textId="77777777" w:rsidTr="00637F90">
        <w:trPr>
          <w:trHeight w:val="352"/>
        </w:trPr>
        <w:tc>
          <w:tcPr>
            <w:tcW w:w="2411" w:type="dxa"/>
            <w:tcBorders>
              <w:bottom w:val="single" w:sz="6" w:space="0" w:color="231F1F"/>
            </w:tcBorders>
            <w:shd w:val="clear" w:color="auto" w:fill="auto"/>
            <w:vAlign w:val="center"/>
          </w:tcPr>
          <w:p w14:paraId="25789094" w14:textId="77777777" w:rsidR="00393296" w:rsidRPr="00336D9C" w:rsidRDefault="00393296" w:rsidP="00637F90">
            <w:pPr>
              <w:pStyle w:val="TableParagraph"/>
              <w:spacing w:line="244" w:lineRule="auto"/>
              <w:ind w:left="14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Maintenance curative d’un lave-linge (déplacement et main d’œuvre inclus)</w:t>
            </w: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</w:tc>
        <w:tc>
          <w:tcPr>
            <w:tcW w:w="1559" w:type="dxa"/>
            <w:tcBorders>
              <w:bottom w:val="single" w:sz="6" w:space="0" w:color="231F1F"/>
            </w:tcBorders>
          </w:tcPr>
          <w:p w14:paraId="1D4F3F7B" w14:textId="77777777" w:rsidR="00393296" w:rsidRPr="00336D9C" w:rsidRDefault="00393296" w:rsidP="008D5BB3">
            <w:pPr>
              <w:pStyle w:val="TableParagraph"/>
              <w:spacing w:before="8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bottom w:val="single" w:sz="6" w:space="0" w:color="231F1F"/>
            </w:tcBorders>
          </w:tcPr>
          <w:p w14:paraId="044310A1" w14:textId="77777777" w:rsidR="00393296" w:rsidRPr="00336D9C" w:rsidRDefault="00393296" w:rsidP="008D5BB3">
            <w:pPr>
              <w:pStyle w:val="TableParagraph"/>
              <w:spacing w:before="8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bottom w:val="single" w:sz="6" w:space="0" w:color="231F1F"/>
            </w:tcBorders>
          </w:tcPr>
          <w:p w14:paraId="1BE193C8" w14:textId="77777777" w:rsidR="00393296" w:rsidRPr="00336D9C" w:rsidRDefault="00393296" w:rsidP="008D5BB3">
            <w:pPr>
              <w:pStyle w:val="TableParagraph"/>
              <w:spacing w:before="8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  <w:tcBorders>
              <w:bottom w:val="single" w:sz="6" w:space="0" w:color="231F1F"/>
            </w:tcBorders>
          </w:tcPr>
          <w:p w14:paraId="37EF2856" w14:textId="77777777" w:rsidR="00393296" w:rsidRPr="00336D9C" w:rsidRDefault="00393296" w:rsidP="008D5BB3">
            <w:pPr>
              <w:pStyle w:val="TableParagraph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  <w:tcBorders>
              <w:bottom w:val="single" w:sz="6" w:space="0" w:color="231F1F"/>
            </w:tcBorders>
          </w:tcPr>
          <w:p w14:paraId="6CEB4C6C" w14:textId="77777777" w:rsidR="00393296" w:rsidRPr="00336D9C" w:rsidRDefault="00393296" w:rsidP="008D5BB3">
            <w:pPr>
              <w:pStyle w:val="TableParagraph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393296" w:rsidRPr="00336D9C" w14:paraId="56743705" w14:textId="77777777" w:rsidTr="00637F90">
        <w:trPr>
          <w:trHeight w:val="991"/>
        </w:trPr>
        <w:tc>
          <w:tcPr>
            <w:tcW w:w="2411" w:type="dxa"/>
            <w:tcBorders>
              <w:top w:val="single" w:sz="6" w:space="0" w:color="231F1F"/>
              <w:bottom w:val="single" w:sz="6" w:space="0" w:color="231F1F"/>
            </w:tcBorders>
            <w:shd w:val="clear" w:color="auto" w:fill="auto"/>
            <w:vAlign w:val="center"/>
          </w:tcPr>
          <w:p w14:paraId="372DD4A6" w14:textId="77777777" w:rsidR="00393296" w:rsidRPr="00336D9C" w:rsidRDefault="00393296" w:rsidP="00637F90">
            <w:pPr>
              <w:pStyle w:val="TableParagraph"/>
              <w:spacing w:line="244" w:lineRule="auto"/>
              <w:ind w:left="14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36D9C">
              <w:rPr>
                <w:rFonts w:ascii="Arial" w:hAnsi="Arial" w:cs="Arial"/>
                <w:sz w:val="20"/>
                <w:szCs w:val="20"/>
                <w:lang w:val="fr-FR"/>
              </w:rPr>
              <w:t>Maintenance curative d’un sèche-linge (déplacement et main d’œuvre inclus)</w:t>
            </w:r>
          </w:p>
        </w:tc>
        <w:tc>
          <w:tcPr>
            <w:tcW w:w="1559" w:type="dxa"/>
            <w:tcBorders>
              <w:top w:val="single" w:sz="6" w:space="0" w:color="231F1F"/>
              <w:bottom w:val="single" w:sz="6" w:space="0" w:color="231F1F"/>
            </w:tcBorders>
          </w:tcPr>
          <w:p w14:paraId="7443B0E1" w14:textId="77777777" w:rsidR="00393296" w:rsidRPr="00336D9C" w:rsidRDefault="00393296" w:rsidP="008D5BB3">
            <w:pPr>
              <w:pStyle w:val="TableParagraph"/>
              <w:spacing w:before="8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top w:val="single" w:sz="6" w:space="0" w:color="231F1F"/>
              <w:bottom w:val="single" w:sz="6" w:space="0" w:color="231F1F"/>
            </w:tcBorders>
          </w:tcPr>
          <w:p w14:paraId="63E59A01" w14:textId="77777777" w:rsidR="00393296" w:rsidRPr="00336D9C" w:rsidRDefault="00393296" w:rsidP="008D5BB3">
            <w:pPr>
              <w:pStyle w:val="TableParagraph"/>
              <w:spacing w:before="8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tcBorders>
              <w:top w:val="single" w:sz="6" w:space="0" w:color="231F1F"/>
              <w:bottom w:val="single" w:sz="6" w:space="0" w:color="231F1F"/>
            </w:tcBorders>
          </w:tcPr>
          <w:p w14:paraId="7A51F259" w14:textId="77777777" w:rsidR="00393296" w:rsidRPr="00336D9C" w:rsidRDefault="00393296" w:rsidP="008D5BB3">
            <w:pPr>
              <w:pStyle w:val="TableParagraph"/>
              <w:spacing w:before="8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  <w:tcBorders>
              <w:top w:val="single" w:sz="6" w:space="0" w:color="231F1F"/>
              <w:bottom w:val="single" w:sz="6" w:space="0" w:color="231F1F"/>
            </w:tcBorders>
          </w:tcPr>
          <w:p w14:paraId="34CB464E" w14:textId="77777777" w:rsidR="00393296" w:rsidRPr="00336D9C" w:rsidRDefault="00393296" w:rsidP="008D5BB3">
            <w:pPr>
              <w:pStyle w:val="TableParagraph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  <w:tcBorders>
              <w:top w:val="single" w:sz="6" w:space="0" w:color="231F1F"/>
              <w:bottom w:val="single" w:sz="6" w:space="0" w:color="231F1F"/>
            </w:tcBorders>
          </w:tcPr>
          <w:p w14:paraId="7554EF7B" w14:textId="77777777" w:rsidR="00393296" w:rsidRPr="00336D9C" w:rsidRDefault="00393296" w:rsidP="008D5BB3">
            <w:pPr>
              <w:pStyle w:val="TableParagraph"/>
              <w:ind w:left="28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436FA60A" w14:textId="66AFF6B5" w:rsidR="00393296" w:rsidRPr="00636C09" w:rsidRDefault="00393296" w:rsidP="00636C09">
      <w:pPr>
        <w:pStyle w:val="Paragraphedeliste"/>
        <w:numPr>
          <w:ilvl w:val="0"/>
          <w:numId w:val="40"/>
        </w:num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  <w:r w:rsidRPr="00636C09">
        <w:rPr>
          <w:rFonts w:ascii="Arial" w:hAnsi="Arial" w:cs="Arial"/>
          <w:sz w:val="18"/>
          <w:szCs w:val="18"/>
        </w:rPr>
        <w:t>Prix à indiquer en chiffres deux décimales maximum après la virgule</w:t>
      </w:r>
    </w:p>
    <w:p w14:paraId="1B0AD4D4" w14:textId="09DF13E5" w:rsidR="00636C09" w:rsidRDefault="00636C09" w:rsidP="00636C09">
      <w:pPr>
        <w:pStyle w:val="Paragraphedeliste"/>
        <w:autoSpaceDE w:val="0"/>
        <w:autoSpaceDN w:val="0"/>
        <w:adjustRightInd w:val="0"/>
        <w:spacing w:before="60" w:after="60"/>
        <w:ind w:left="644"/>
        <w:jc w:val="both"/>
        <w:rPr>
          <w:rFonts w:ascii="Arial" w:hAnsi="Arial" w:cs="Arial"/>
          <w:sz w:val="18"/>
          <w:szCs w:val="18"/>
        </w:rPr>
      </w:pPr>
    </w:p>
    <w:p w14:paraId="4E0AED8A" w14:textId="77777777" w:rsidR="00636C09" w:rsidRPr="00636C09" w:rsidRDefault="00636C09" w:rsidP="00636C09">
      <w:pPr>
        <w:pStyle w:val="Paragraphedeliste"/>
        <w:autoSpaceDE w:val="0"/>
        <w:autoSpaceDN w:val="0"/>
        <w:adjustRightInd w:val="0"/>
        <w:spacing w:before="60" w:after="60"/>
        <w:ind w:left="644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2D41A4B3" w14:textId="77777777" w:rsidR="00393296" w:rsidRPr="00336D9C" w:rsidRDefault="00393296" w:rsidP="008D5BB3">
      <w:pPr>
        <w:ind w:left="284"/>
        <w:rPr>
          <w:rFonts w:ascii="Arial" w:hAnsi="Arial" w:cs="Arial"/>
        </w:rPr>
      </w:pPr>
    </w:p>
    <w:p w14:paraId="5C734E8C" w14:textId="3A462631" w:rsidR="004833F7" w:rsidRPr="00336D9C" w:rsidRDefault="004833F7" w:rsidP="008D5BB3">
      <w:pPr>
        <w:ind w:left="284"/>
        <w:rPr>
          <w:rFonts w:ascii="Arial" w:hAnsi="Arial" w:cs="Arial"/>
          <w:bCs/>
        </w:rPr>
      </w:pPr>
    </w:p>
    <w:p w14:paraId="1979C07F" w14:textId="77777777" w:rsidR="00B011F7" w:rsidRPr="00336D9C" w:rsidRDefault="00B011F7" w:rsidP="008D5BB3">
      <w:pPr>
        <w:ind w:left="284"/>
        <w:rPr>
          <w:rFonts w:ascii="Arial" w:hAnsi="Arial" w:cs="Arial"/>
          <w:b/>
        </w:rPr>
      </w:pPr>
    </w:p>
    <w:p w14:paraId="6EDA74F1" w14:textId="77777777" w:rsidR="00B011F7" w:rsidRPr="00336D9C" w:rsidRDefault="00B011F7" w:rsidP="008D5BB3">
      <w:pPr>
        <w:pStyle w:val="fcase1ertab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 w:firstLine="0"/>
        <w:jc w:val="center"/>
        <w:rPr>
          <w:rFonts w:ascii="Arial" w:hAnsi="Arial" w:cs="Arial"/>
          <w:i/>
        </w:rPr>
      </w:pPr>
      <w:r w:rsidRPr="00336D9C">
        <w:rPr>
          <w:rFonts w:ascii="Arial" w:hAnsi="Arial" w:cs="Arial"/>
          <w:b/>
          <w:i/>
        </w:rPr>
        <w:t>Signature du marché par le titulaire individuel ou le mandataire du groupement :</w:t>
      </w:r>
    </w:p>
    <w:p w14:paraId="4DC53337" w14:textId="77777777" w:rsidR="00B011F7" w:rsidRPr="00336D9C" w:rsidRDefault="00B011F7" w:rsidP="008D5B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/>
        <w:jc w:val="center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(Le signataire doit avoir le pouvoir d’engager la personne qu’il représente)</w:t>
      </w:r>
    </w:p>
    <w:p w14:paraId="214AB3F4" w14:textId="22A8380D" w:rsidR="00B011F7" w:rsidRPr="00336D9C" w:rsidRDefault="00B011F7" w:rsidP="008D5B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/>
        <w:jc w:val="center"/>
        <w:rPr>
          <w:rFonts w:ascii="Arial" w:hAnsi="Arial" w:cs="Arial"/>
          <w:i/>
        </w:rPr>
      </w:pPr>
    </w:p>
    <w:p w14:paraId="2A7B114F" w14:textId="3B2FD600" w:rsidR="007132A4" w:rsidRPr="00336D9C" w:rsidRDefault="007132A4" w:rsidP="008D5B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/>
        <w:jc w:val="center"/>
        <w:rPr>
          <w:rFonts w:ascii="Arial" w:hAnsi="Arial" w:cs="Arial"/>
          <w:i/>
        </w:rPr>
      </w:pPr>
    </w:p>
    <w:p w14:paraId="3531930B" w14:textId="77777777" w:rsidR="007132A4" w:rsidRPr="00336D9C" w:rsidRDefault="007132A4" w:rsidP="008D5B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/>
        <w:jc w:val="center"/>
        <w:rPr>
          <w:rFonts w:ascii="Arial" w:hAnsi="Arial" w:cs="Arial"/>
          <w:i/>
        </w:rPr>
      </w:pPr>
    </w:p>
    <w:p w14:paraId="5D30D87E" w14:textId="77777777" w:rsidR="00B011F7" w:rsidRPr="00336D9C" w:rsidRDefault="00B011F7" w:rsidP="008D5B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/>
        <w:jc w:val="center"/>
        <w:rPr>
          <w:rFonts w:ascii="Arial" w:hAnsi="Arial" w:cs="Arial"/>
          <w:i/>
        </w:rPr>
      </w:pPr>
    </w:p>
    <w:p w14:paraId="49E64B7E" w14:textId="77777777" w:rsidR="00B011F7" w:rsidRPr="00336D9C" w:rsidRDefault="00B011F7" w:rsidP="008D5B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/>
        <w:jc w:val="center"/>
        <w:rPr>
          <w:rFonts w:ascii="Arial" w:hAnsi="Arial" w:cs="Arial"/>
          <w:i/>
        </w:rPr>
      </w:pPr>
    </w:p>
    <w:p w14:paraId="22EAEEED" w14:textId="77777777" w:rsidR="00B011F7" w:rsidRPr="00336D9C" w:rsidRDefault="00B011F7" w:rsidP="008D5B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284"/>
        <w:jc w:val="center"/>
        <w:rPr>
          <w:rFonts w:ascii="Arial" w:hAnsi="Arial" w:cs="Arial"/>
          <w:i/>
        </w:rPr>
      </w:pPr>
    </w:p>
    <w:p w14:paraId="3033FDB1" w14:textId="44DD8496" w:rsidR="00ED538F" w:rsidRPr="00336D9C" w:rsidRDefault="00ED538F" w:rsidP="008D5BB3">
      <w:pPr>
        <w:ind w:left="284"/>
        <w:rPr>
          <w:rFonts w:ascii="Arial" w:hAnsi="Arial" w:cs="Arial"/>
          <w:bCs/>
        </w:rPr>
      </w:pPr>
    </w:p>
    <w:p w14:paraId="701B8917" w14:textId="02028603" w:rsidR="00B011F7" w:rsidRPr="00336D9C" w:rsidRDefault="00F66E08" w:rsidP="008D5BB3">
      <w:pPr>
        <w:ind w:left="284"/>
        <w:rPr>
          <w:rFonts w:ascii="Arial" w:hAnsi="Arial" w:cs="Arial"/>
          <w:bCs/>
        </w:rPr>
      </w:pPr>
      <w:r w:rsidRPr="00336D9C">
        <w:rPr>
          <w:rFonts w:ascii="Arial" w:hAnsi="Arial" w:cs="Arial"/>
          <w:bCs/>
        </w:rPr>
        <w:t xml:space="preserve"> </w:t>
      </w:r>
    </w:p>
    <w:p w14:paraId="48C668B2" w14:textId="0BBCFCE4" w:rsidR="00FD7969" w:rsidRPr="00336D9C" w:rsidRDefault="00FD7969" w:rsidP="00A67EBB">
      <w:pPr>
        <w:pStyle w:val="Paragraphedeliste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/>
        <w:rPr>
          <w:rFonts w:ascii="Arial" w:hAnsi="Arial" w:cs="Arial"/>
          <w:b/>
          <w:bCs/>
        </w:rPr>
      </w:pPr>
      <w:r w:rsidRPr="00336D9C">
        <w:rPr>
          <w:rFonts w:ascii="Arial" w:hAnsi="Arial" w:cs="Arial"/>
          <w:b/>
          <w:bCs/>
        </w:rPr>
        <w:t>ATTRIBUTION</w:t>
      </w:r>
    </w:p>
    <w:p w14:paraId="610CBB59" w14:textId="77777777" w:rsidR="00597F3D" w:rsidRPr="00336D9C" w:rsidRDefault="00597F3D" w:rsidP="008D5BB3">
      <w:pPr>
        <w:ind w:left="284"/>
        <w:rPr>
          <w:rFonts w:ascii="Arial" w:hAnsi="Arial" w:cs="Arial"/>
        </w:rPr>
      </w:pPr>
    </w:p>
    <w:p w14:paraId="005750E6" w14:textId="2C12552F" w:rsidR="00B335F1" w:rsidRPr="00336D9C" w:rsidRDefault="005478CB" w:rsidP="008D5BB3">
      <w:pPr>
        <w:pStyle w:val="fcase2metab"/>
        <w:ind w:left="284" w:firstLine="0"/>
        <w:rPr>
          <w:rFonts w:ascii="Arial" w:hAnsi="Arial" w:cs="Arial"/>
        </w:rPr>
      </w:pPr>
      <w:r w:rsidRPr="00336D9C">
        <w:rPr>
          <w:rFonts w:ascii="Arial" w:hAnsi="Arial" w:cs="Arial"/>
        </w:rPr>
        <w:t xml:space="preserve">Le commissaire en chef de 1ère classe </w:t>
      </w:r>
      <w:r w:rsidR="00850BBC" w:rsidRPr="00336D9C">
        <w:rPr>
          <w:rFonts w:ascii="Arial" w:hAnsi="Arial" w:cs="Arial"/>
        </w:rPr>
        <w:t>Richard CHAPPAT</w:t>
      </w:r>
      <w:r w:rsidRPr="00336D9C">
        <w:rPr>
          <w:rFonts w:ascii="Arial" w:hAnsi="Arial" w:cs="Arial"/>
        </w:rPr>
        <w:t>, directeur de la plate-forme commissariat Ouest de Rennes</w:t>
      </w:r>
      <w:r w:rsidR="00E459E5" w:rsidRPr="00336D9C">
        <w:rPr>
          <w:rFonts w:ascii="Arial" w:hAnsi="Arial" w:cs="Arial"/>
        </w:rPr>
        <w:t>,</w:t>
      </w:r>
      <w:r w:rsidRPr="00336D9C">
        <w:rPr>
          <w:rFonts w:ascii="Arial" w:hAnsi="Arial" w:cs="Arial"/>
        </w:rPr>
        <w:t xml:space="preserve"> attribue</w:t>
      </w:r>
      <w:r w:rsidR="00170DBB" w:rsidRPr="00336D9C">
        <w:rPr>
          <w:rFonts w:ascii="Arial" w:hAnsi="Arial" w:cs="Arial"/>
        </w:rPr>
        <w:t> </w:t>
      </w:r>
      <w:r w:rsidR="00625774" w:rsidRPr="00336D9C">
        <w:rPr>
          <w:rFonts w:ascii="Arial" w:hAnsi="Arial" w:cs="Arial"/>
        </w:rPr>
        <w:t xml:space="preserve">le marché </w:t>
      </w:r>
      <w:r w:rsidR="00727523" w:rsidRPr="00336D9C">
        <w:rPr>
          <w:rFonts w:ascii="Arial" w:hAnsi="Arial" w:cs="Arial"/>
        </w:rPr>
        <w:t xml:space="preserve">à </w:t>
      </w:r>
      <w:r w:rsidR="00C8724C" w:rsidRPr="00336D9C">
        <w:rPr>
          <w:rFonts w:ascii="Arial" w:hAnsi="Arial" w:cs="Arial"/>
        </w:rPr>
        <w:t>la société</w:t>
      </w:r>
      <w:r w:rsidR="000B338F">
        <w:rPr>
          <w:rFonts w:ascii="Arial" w:hAnsi="Arial" w:cs="Arial"/>
        </w:rPr>
        <w:t>……………</w:t>
      </w:r>
      <w:r w:rsidR="005555DD" w:rsidRPr="00336D9C">
        <w:rPr>
          <w:rFonts w:ascii="Arial" w:hAnsi="Arial" w:cs="Arial"/>
        </w:rPr>
        <w:t xml:space="preserve"> </w:t>
      </w:r>
    </w:p>
    <w:p w14:paraId="7A51E903" w14:textId="77777777" w:rsidR="00E9101E" w:rsidRPr="00336D9C" w:rsidRDefault="00E9101E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6358EEE" w14:textId="3EDF4FBA" w:rsidR="004833F7" w:rsidRPr="00336D9C" w:rsidRDefault="00E9101E" w:rsidP="007E502D">
      <w:pPr>
        <w:tabs>
          <w:tab w:val="left" w:pos="851"/>
          <w:tab w:val="left" w:pos="5245"/>
          <w:tab w:val="left" w:pos="6237"/>
          <w:tab w:val="left" w:pos="7655"/>
        </w:tabs>
        <w:ind w:left="3686"/>
        <w:jc w:val="center"/>
        <w:rPr>
          <w:rFonts w:ascii="Arial" w:hAnsi="Arial" w:cs="Arial"/>
        </w:rPr>
      </w:pPr>
      <w:r w:rsidRPr="00336D9C">
        <w:rPr>
          <w:rFonts w:ascii="Arial" w:hAnsi="Arial" w:cs="Arial"/>
        </w:rPr>
        <w:t xml:space="preserve"> À Rennes</w:t>
      </w:r>
      <w:r w:rsidR="00E4181C" w:rsidRPr="00336D9C">
        <w:rPr>
          <w:rFonts w:ascii="Arial" w:hAnsi="Arial" w:cs="Arial"/>
        </w:rPr>
        <w:t>, l</w:t>
      </w:r>
      <w:r w:rsidRPr="00336D9C">
        <w:rPr>
          <w:rFonts w:ascii="Arial" w:hAnsi="Arial" w:cs="Arial"/>
        </w:rPr>
        <w:t xml:space="preserve">e </w:t>
      </w:r>
    </w:p>
    <w:p w14:paraId="18026FEF" w14:textId="20A31A9A" w:rsidR="007E502D" w:rsidRPr="00336D9C" w:rsidRDefault="007E502D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C40445D" w14:textId="04B3D9CF" w:rsidR="007E502D" w:rsidRPr="00336D9C" w:rsidRDefault="007E502D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02B788F5" w14:textId="71E3DC74" w:rsidR="007E502D" w:rsidRPr="00336D9C" w:rsidRDefault="007E502D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D8D4DBE" w14:textId="5C3A3330" w:rsidR="007E502D" w:rsidRPr="00336D9C" w:rsidRDefault="007E502D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FCAACCD" w14:textId="69DD7798" w:rsidR="007E502D" w:rsidRPr="00336D9C" w:rsidRDefault="007E502D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7041E592" w14:textId="77777777" w:rsidR="007E502D" w:rsidRPr="00336D9C" w:rsidRDefault="007E502D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F1AF9E9" w14:textId="5B2E3C4A" w:rsidR="004833F7" w:rsidRPr="00336D9C" w:rsidRDefault="00E4181C" w:rsidP="007E502D">
      <w:pPr>
        <w:tabs>
          <w:tab w:val="left" w:pos="851"/>
          <w:tab w:val="left" w:pos="5245"/>
          <w:tab w:val="left" w:pos="6237"/>
          <w:tab w:val="left" w:pos="7655"/>
        </w:tabs>
        <w:ind w:left="426"/>
        <w:jc w:val="center"/>
        <w:rPr>
          <w:rFonts w:ascii="Arial" w:hAnsi="Arial" w:cs="Arial"/>
        </w:rPr>
      </w:pPr>
      <w:r w:rsidRPr="00336D9C">
        <w:rPr>
          <w:rFonts w:ascii="Arial" w:hAnsi="Arial" w:cs="Arial"/>
        </w:rPr>
        <w:t xml:space="preserve">                                                       </w:t>
      </w:r>
      <w:r w:rsidR="007E502D" w:rsidRPr="00336D9C">
        <w:rPr>
          <w:rFonts w:ascii="Arial" w:hAnsi="Arial" w:cs="Arial"/>
        </w:rPr>
        <w:t xml:space="preserve">      </w:t>
      </w:r>
      <w:r w:rsidRPr="00336D9C">
        <w:rPr>
          <w:rFonts w:ascii="Arial" w:hAnsi="Arial" w:cs="Arial"/>
        </w:rPr>
        <w:t xml:space="preserve"> Signature</w:t>
      </w:r>
    </w:p>
    <w:p w14:paraId="00316AA6" w14:textId="4C5DA879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014FD6D" w14:textId="0BD30D24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AABCD49" w14:textId="4330DE76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4D338BF" w14:textId="70EC244C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E395E0A" w14:textId="1AB6624F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1E6205A" w14:textId="0B5B0DF9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F33D13D" w14:textId="2E03C2F6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15B34BA" w14:textId="1682F60E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92641B7" w14:textId="2EC44D44" w:rsidR="007961D6" w:rsidRPr="00336D9C" w:rsidRDefault="007961D6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BD4E62C" w14:textId="6DFDB003" w:rsidR="007961D6" w:rsidRPr="00336D9C" w:rsidRDefault="007961D6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85643E6" w14:textId="0BBCB3DD" w:rsidR="005920BB" w:rsidRPr="00336D9C" w:rsidRDefault="005920BB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14CD550" w14:textId="22B7ACAC" w:rsidR="005920BB" w:rsidRPr="00336D9C" w:rsidRDefault="005920BB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7B67FF3F" w14:textId="16B805A6" w:rsidR="005920BB" w:rsidRPr="00336D9C" w:rsidRDefault="005920BB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CBD78CA" w14:textId="75F2DC17" w:rsidR="005920BB" w:rsidRPr="00336D9C" w:rsidRDefault="005920BB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00F24A7B" w14:textId="77777777" w:rsidR="005920BB" w:rsidRPr="00336D9C" w:rsidRDefault="005920BB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0E183957" w14:textId="7C7775A7" w:rsidR="007961D6" w:rsidRPr="00336D9C" w:rsidRDefault="007961D6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0DE983C1" w14:textId="7618D3FD" w:rsidR="007961D6" w:rsidRPr="00336D9C" w:rsidRDefault="007961D6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1E68C279" w14:textId="0F742EAE" w:rsidR="00C57886" w:rsidRPr="00336D9C" w:rsidRDefault="00C57886" w:rsidP="00C04CCB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7A58591" w14:textId="58F2E5D0" w:rsidR="004D7296" w:rsidRPr="00336D9C" w:rsidRDefault="004D7296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0A0ADE6" w14:textId="59F4378C" w:rsidR="00536C34" w:rsidRPr="00336D9C" w:rsidRDefault="00536C3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B2821AB" w14:textId="71B656D6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7B2E4228" w14:textId="49E4664D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5A35673F" w14:textId="5FCF4719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DE780EB" w14:textId="3957ADF3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73B909C8" w14:textId="06644F99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514E4A77" w14:textId="70B3A490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6BD1077" w14:textId="663D6666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5C8E370A" w14:textId="3AC85630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29F3CB1" w14:textId="609BE047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56F7EAAB" w14:textId="3CFE8CC2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0C6AC9D1" w14:textId="05445917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A1A6E3F" w14:textId="35B040AD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5ADF5C1" w14:textId="3334AA15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066DC358" w14:textId="452E1BFD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14F48830" w14:textId="77777777" w:rsidR="00EE0CEC" w:rsidRPr="00336D9C" w:rsidRDefault="00EE0CE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78F70EC7" w14:textId="6D9DDDE0" w:rsidR="00095338" w:rsidRPr="00336D9C" w:rsidRDefault="00095338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5C55CAEA" w14:textId="59DDD2CF" w:rsidR="00336D9C" w:rsidRPr="00336D9C" w:rsidRDefault="00336D9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DED2AB0" w14:textId="0B496913" w:rsidR="00336D9C" w:rsidRPr="00336D9C" w:rsidRDefault="00336D9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1A50AC23" w14:textId="33B7C4C5" w:rsidR="00336D9C" w:rsidRPr="00336D9C" w:rsidRDefault="00336D9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C04901C" w14:textId="77777777" w:rsidR="00336D9C" w:rsidRPr="00336D9C" w:rsidRDefault="00336D9C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2DF6B65E" w14:textId="77777777" w:rsidR="00095338" w:rsidRPr="00336D9C" w:rsidRDefault="00095338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D83937B" w14:textId="137E01FB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  <w:r w:rsidRPr="00336D9C">
        <w:rPr>
          <w:rFonts w:ascii="Arial" w:hAnsi="Arial" w:cs="Arial"/>
          <w:b/>
          <w:u w:val="single"/>
        </w:rPr>
        <w:t>ANNEXE 1 AU DCE VALANT ENGAGEMENT</w:t>
      </w:r>
    </w:p>
    <w:p w14:paraId="65A332F6" w14:textId="77777777" w:rsidR="00C04CCB" w:rsidRPr="00336D9C" w:rsidRDefault="00C04CCB" w:rsidP="00C04CCB">
      <w:pPr>
        <w:ind w:left="284"/>
        <w:jc w:val="center"/>
        <w:rPr>
          <w:rFonts w:ascii="Arial" w:eastAsia="Calibri" w:hAnsi="Arial" w:cs="Arial"/>
          <w:i/>
          <w:lang w:eastAsia="en-US"/>
        </w:rPr>
      </w:pPr>
      <w:r w:rsidRPr="00336D9C">
        <w:rPr>
          <w:rFonts w:ascii="Arial" w:eastAsia="Calibri" w:hAnsi="Arial" w:cs="Arial"/>
          <w:i/>
          <w:lang w:eastAsia="en-US"/>
        </w:rPr>
        <w:t>Cette annexe est à joindre impérativement à l’offre</w:t>
      </w:r>
    </w:p>
    <w:p w14:paraId="641EB3F4" w14:textId="1A16A162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</w:p>
    <w:p w14:paraId="33FE4CBB" w14:textId="105DEA90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</w:p>
    <w:p w14:paraId="0B074A12" w14:textId="3E749BEF" w:rsidR="003B431E" w:rsidRPr="00336D9C" w:rsidRDefault="006433DF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  <w:r w:rsidRPr="00336D9C">
        <w:rPr>
          <w:rFonts w:ascii="Arial" w:hAnsi="Arial" w:cs="Arial"/>
          <w:b/>
        </w:rPr>
        <w:t>CRITERE DÉLAI</w:t>
      </w:r>
      <w:r w:rsidR="007132A4" w:rsidRPr="00336D9C">
        <w:rPr>
          <w:rFonts w:ascii="Arial" w:hAnsi="Arial" w:cs="Arial"/>
          <w:b/>
        </w:rPr>
        <w:t xml:space="preserve"> </w:t>
      </w:r>
      <w:r w:rsidR="00C04CCB" w:rsidRPr="00336D9C">
        <w:rPr>
          <w:rFonts w:ascii="Arial" w:hAnsi="Arial" w:cs="Arial"/>
          <w:b/>
        </w:rPr>
        <w:t>noté sur 15 points</w:t>
      </w:r>
    </w:p>
    <w:p w14:paraId="678512B4" w14:textId="77777777" w:rsidR="00C95A84" w:rsidRPr="00336D9C" w:rsidRDefault="00C95A84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</w:p>
    <w:p w14:paraId="2099D7D1" w14:textId="77777777" w:rsidR="003B431E" w:rsidRPr="00336D9C" w:rsidRDefault="003B431E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</w:p>
    <w:p w14:paraId="7DFC4E35" w14:textId="3C63A425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rPr>
          <w:rFonts w:ascii="Arial" w:hAnsi="Arial" w:cs="Arial"/>
          <w:b/>
          <w:u w:val="single"/>
        </w:rPr>
      </w:pPr>
    </w:p>
    <w:p w14:paraId="260EA659" w14:textId="77777777" w:rsidR="006433DF" w:rsidRPr="00336D9C" w:rsidRDefault="006433DF" w:rsidP="008D5BB3">
      <w:pPr>
        <w:ind w:left="284"/>
        <w:jc w:val="center"/>
        <w:rPr>
          <w:rFonts w:ascii="Arial" w:eastAsia="Calibri" w:hAnsi="Arial" w:cs="Arial"/>
          <w:i/>
          <w:lang w:eastAsia="en-US"/>
        </w:rPr>
      </w:pPr>
    </w:p>
    <w:p w14:paraId="663A7917" w14:textId="229E0FE2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10195" w:type="dxa"/>
        <w:jc w:val="right"/>
        <w:tblLook w:val="04A0" w:firstRow="1" w:lastRow="0" w:firstColumn="1" w:lastColumn="0" w:noHBand="0" w:noVBand="1"/>
      </w:tblPr>
      <w:tblGrid>
        <w:gridCol w:w="6516"/>
        <w:gridCol w:w="3679"/>
      </w:tblGrid>
      <w:tr w:rsidR="00324F6F" w:rsidRPr="00336D9C" w14:paraId="18FD6754" w14:textId="77777777" w:rsidTr="00F936E2">
        <w:trPr>
          <w:trHeight w:val="2102"/>
          <w:jc w:val="right"/>
        </w:trPr>
        <w:tc>
          <w:tcPr>
            <w:tcW w:w="6516" w:type="dxa"/>
          </w:tcPr>
          <w:p w14:paraId="75CBA12E" w14:textId="0305E8D1" w:rsidR="00F936E2" w:rsidRPr="00336D9C" w:rsidRDefault="00F936E2" w:rsidP="008D5BB3">
            <w:pPr>
              <w:tabs>
                <w:tab w:val="left" w:pos="851"/>
                <w:tab w:val="left" w:pos="6237"/>
              </w:tabs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536C412E" w14:textId="240C8EDC" w:rsidR="00324F6F" w:rsidRPr="00336D9C" w:rsidRDefault="00324F6F" w:rsidP="00EE0CEC">
            <w:pPr>
              <w:tabs>
                <w:tab w:val="left" w:pos="851"/>
                <w:tab w:val="left" w:pos="6124"/>
              </w:tabs>
              <w:ind w:left="29" w:right="3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Délai d’intervention en cas de panne </w:t>
            </w:r>
            <w:r w:rsidR="00AE5074"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exprimé </w:t>
            </w: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en heures à compter de la date d’envoi </w:t>
            </w:r>
            <w:r w:rsidR="00EE0CEC"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de la</w:t>
            </w: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demande de réparation (maintenance curative pour remise en condition opérationnelle) :</w:t>
            </w:r>
          </w:p>
          <w:p w14:paraId="67FCB1CD" w14:textId="485D9910" w:rsidR="00F936E2" w:rsidRPr="00336D9C" w:rsidRDefault="00F936E2" w:rsidP="008D5BB3">
            <w:pPr>
              <w:tabs>
                <w:tab w:val="left" w:pos="851"/>
                <w:tab w:val="left" w:pos="6237"/>
              </w:tabs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49C5D22E" w14:textId="525580E4" w:rsidR="00F936E2" w:rsidRPr="00336D9C" w:rsidRDefault="00F936E2" w:rsidP="008D5BB3">
            <w:pPr>
              <w:tabs>
                <w:tab w:val="left" w:pos="851"/>
                <w:tab w:val="left" w:pos="6237"/>
              </w:tabs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53E827F" w14:textId="77777777" w:rsidR="00F936E2" w:rsidRPr="00336D9C" w:rsidRDefault="00F936E2" w:rsidP="008D5BB3">
            <w:pPr>
              <w:tabs>
                <w:tab w:val="left" w:pos="851"/>
                <w:tab w:val="left" w:pos="6237"/>
              </w:tabs>
              <w:ind w:left="284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  <w:p w14:paraId="4DF35A10" w14:textId="0A85A55E" w:rsidR="00324F6F" w:rsidRPr="00336D9C" w:rsidRDefault="00324F6F" w:rsidP="009866CF">
            <w:pPr>
              <w:tabs>
                <w:tab w:val="left" w:pos="851"/>
                <w:tab w:val="left" w:pos="6237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(</w:t>
            </w:r>
            <w:r w:rsidR="008B3E4C" w:rsidRPr="00336D9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fr-FR"/>
              </w:rPr>
              <w:t xml:space="preserve">1 </w:t>
            </w:r>
            <w:r w:rsidR="008B3E4C" w:rsidRPr="00336D9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</w:t>
            </w:r>
            <w:r w:rsidRPr="00336D9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élai maximum de dépannage arrêté à 72 heures)</w:t>
            </w:r>
            <w:r w:rsidRPr="00336D9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679" w:type="dxa"/>
          </w:tcPr>
          <w:p w14:paraId="0BD2EE0F" w14:textId="77777777" w:rsidR="00324F6F" w:rsidRPr="00336D9C" w:rsidRDefault="00324F6F" w:rsidP="008D5BB3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6036B8C" w14:textId="77777777" w:rsidR="00324F6F" w:rsidRPr="00336D9C" w:rsidRDefault="00324F6F" w:rsidP="008D5BB3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C41B93E" w14:textId="77777777" w:rsidR="00324F6F" w:rsidRPr="00336D9C" w:rsidRDefault="00324F6F" w:rsidP="008D5BB3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406C6221" w14:textId="1D63E6A8" w:rsidR="00D40590" w:rsidRPr="00336D9C" w:rsidRDefault="00324F6F" w:rsidP="008D5BB3">
            <w:pPr>
              <w:tabs>
                <w:tab w:val="left" w:pos="851"/>
                <w:tab w:val="left" w:pos="6237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fr-FR"/>
              </w:rPr>
            </w:pP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…. heures </w:t>
            </w:r>
            <w:r w:rsidR="00996507"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ouvrées</w:t>
            </w: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fr-FR"/>
              </w:rPr>
              <w:t>1</w:t>
            </w:r>
          </w:p>
        </w:tc>
      </w:tr>
    </w:tbl>
    <w:p w14:paraId="24D40EB2" w14:textId="6BE3A938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</w:p>
    <w:p w14:paraId="2675E5D7" w14:textId="1F8753B7" w:rsidR="003775C7" w:rsidRPr="00336D9C" w:rsidRDefault="003775C7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A8DCBDD" w14:textId="77777777" w:rsidR="00305E33" w:rsidRPr="00336D9C" w:rsidRDefault="00305E33" w:rsidP="008D5BB3">
      <w:pPr>
        <w:spacing w:after="160"/>
        <w:ind w:left="284"/>
        <w:contextualSpacing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0EBEE537" w14:textId="3FD4ED0C" w:rsidR="00305E33" w:rsidRPr="00336D9C" w:rsidRDefault="00305E33" w:rsidP="00C126FB">
      <w:pPr>
        <w:spacing w:after="160"/>
        <w:ind w:left="284"/>
        <w:contextualSpacing/>
        <w:jc w:val="both"/>
        <w:rPr>
          <w:rFonts w:ascii="Arial" w:eastAsia="Calibri" w:hAnsi="Arial" w:cs="Arial"/>
          <w:i/>
          <w:lang w:eastAsia="en-US"/>
        </w:rPr>
      </w:pPr>
      <w:r w:rsidRPr="00336D9C">
        <w:rPr>
          <w:rFonts w:ascii="Arial" w:eastAsia="Calibri" w:hAnsi="Arial" w:cs="Arial"/>
          <w:i/>
          <w:u w:val="single"/>
          <w:lang w:eastAsia="en-US"/>
        </w:rPr>
        <w:t>N.B</w:t>
      </w:r>
      <w:r w:rsidRPr="00336D9C">
        <w:rPr>
          <w:rFonts w:ascii="Arial" w:eastAsia="Calibri" w:hAnsi="Arial" w:cs="Arial"/>
          <w:i/>
          <w:lang w:eastAsia="en-US"/>
        </w:rPr>
        <w:t> : Ce</w:t>
      </w:r>
      <w:r w:rsidR="00F229B0" w:rsidRPr="00336D9C">
        <w:rPr>
          <w:rFonts w:ascii="Arial" w:eastAsia="Calibri" w:hAnsi="Arial" w:cs="Arial"/>
          <w:i/>
          <w:lang w:eastAsia="en-US"/>
        </w:rPr>
        <w:t xml:space="preserve"> délai</w:t>
      </w:r>
      <w:r w:rsidRPr="00336D9C">
        <w:rPr>
          <w:rFonts w:ascii="Arial" w:eastAsia="Calibri" w:hAnsi="Arial" w:cs="Arial"/>
          <w:i/>
          <w:lang w:eastAsia="en-US"/>
        </w:rPr>
        <w:t xml:space="preserve"> engage le titulaire. En cas de non-respect lors de l’exécution du marché, le titulaire s’expose à l’application de pénalités prévues en 3ème partie - Clauses Administratives Particulières (</w:t>
      </w:r>
      <w:r w:rsidR="00C04CCB" w:rsidRPr="00336D9C">
        <w:rPr>
          <w:rFonts w:ascii="Arial" w:eastAsia="Calibri" w:hAnsi="Arial" w:cs="Arial"/>
          <w:i/>
          <w:lang w:eastAsia="en-US"/>
        </w:rPr>
        <w:t>X</w:t>
      </w:r>
      <w:r w:rsidRPr="00336D9C">
        <w:rPr>
          <w:rFonts w:ascii="Arial" w:eastAsia="Calibri" w:hAnsi="Arial" w:cs="Arial"/>
          <w:i/>
          <w:lang w:eastAsia="en-US"/>
        </w:rPr>
        <w:t xml:space="preserve">. Modalités </w:t>
      </w:r>
      <w:r w:rsidR="00C04CCB" w:rsidRPr="00336D9C">
        <w:rPr>
          <w:rFonts w:ascii="Arial" w:eastAsia="Calibri" w:hAnsi="Arial" w:cs="Arial"/>
          <w:i/>
          <w:lang w:eastAsia="en-US"/>
        </w:rPr>
        <w:t>d</w:t>
      </w:r>
      <w:r w:rsidRPr="00336D9C">
        <w:rPr>
          <w:rFonts w:ascii="Arial" w:eastAsia="Calibri" w:hAnsi="Arial" w:cs="Arial"/>
          <w:i/>
          <w:lang w:eastAsia="en-US"/>
        </w:rPr>
        <w:t>e Contrôle</w:t>
      </w:r>
      <w:r w:rsidR="00C04CCB" w:rsidRPr="00336D9C">
        <w:rPr>
          <w:rFonts w:ascii="Arial" w:eastAsia="Calibri" w:hAnsi="Arial" w:cs="Arial"/>
          <w:i/>
          <w:lang w:eastAsia="en-US"/>
        </w:rPr>
        <w:t xml:space="preserve"> d</w:t>
      </w:r>
      <w:r w:rsidR="00807BBE" w:rsidRPr="00336D9C">
        <w:rPr>
          <w:rFonts w:ascii="Arial" w:eastAsia="Calibri" w:hAnsi="Arial" w:cs="Arial"/>
          <w:i/>
          <w:lang w:eastAsia="en-US"/>
        </w:rPr>
        <w:t>’</w:t>
      </w:r>
      <w:r w:rsidRPr="00336D9C">
        <w:rPr>
          <w:rFonts w:ascii="Arial" w:eastAsia="Calibri" w:hAnsi="Arial" w:cs="Arial"/>
          <w:i/>
          <w:lang w:eastAsia="en-US"/>
        </w:rPr>
        <w:t>exécution) ou à la résiliation du marché.</w:t>
      </w:r>
    </w:p>
    <w:p w14:paraId="723C7516" w14:textId="77777777" w:rsidR="00305E33" w:rsidRPr="00336D9C" w:rsidRDefault="00305E33" w:rsidP="008D5BB3">
      <w:pPr>
        <w:spacing w:after="160"/>
        <w:ind w:left="284"/>
        <w:contextualSpacing/>
        <w:rPr>
          <w:rFonts w:ascii="Arial" w:eastAsia="Calibri" w:hAnsi="Arial" w:cs="Arial"/>
          <w:i/>
          <w:u w:val="single"/>
          <w:lang w:eastAsia="en-US"/>
        </w:rPr>
      </w:pPr>
    </w:p>
    <w:p w14:paraId="1ACE1FCD" w14:textId="77777777" w:rsidR="00305E33" w:rsidRPr="00336D9C" w:rsidRDefault="00305E33" w:rsidP="008D5BB3">
      <w:pPr>
        <w:spacing w:after="160"/>
        <w:ind w:left="284"/>
        <w:contextualSpacing/>
        <w:rPr>
          <w:rFonts w:ascii="Arial" w:eastAsia="Calibri" w:hAnsi="Arial" w:cs="Arial"/>
          <w:i/>
          <w:u w:val="single"/>
          <w:lang w:eastAsia="en-US"/>
        </w:rPr>
      </w:pPr>
    </w:p>
    <w:p w14:paraId="7ED912C1" w14:textId="77777777" w:rsidR="00305E33" w:rsidRPr="00336D9C" w:rsidRDefault="00305E33" w:rsidP="008D5BB3">
      <w:pPr>
        <w:spacing w:after="160"/>
        <w:ind w:left="284"/>
        <w:contextualSpacing/>
        <w:rPr>
          <w:rFonts w:ascii="Arial" w:eastAsia="Calibri" w:hAnsi="Arial" w:cs="Arial"/>
          <w:i/>
          <w:u w:val="single"/>
          <w:lang w:eastAsia="en-US"/>
        </w:rPr>
      </w:pPr>
    </w:p>
    <w:p w14:paraId="3CD5CFE8" w14:textId="3396000F" w:rsidR="007D74DC" w:rsidRPr="00336D9C" w:rsidRDefault="007D74DC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1C8D1745" w14:textId="56B8347C" w:rsidR="00305E33" w:rsidRPr="00336D9C" w:rsidRDefault="00305E33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73C25C19" w14:textId="51F25512" w:rsidR="003A7A19" w:rsidRPr="00336D9C" w:rsidRDefault="003A7A19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58B66C07" w14:textId="42A20425" w:rsidR="003A7A19" w:rsidRPr="00336D9C" w:rsidRDefault="003A7A19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5C85DB4D" w14:textId="55067B3C" w:rsidR="003A7A19" w:rsidRPr="00336D9C" w:rsidRDefault="003A7A19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74B28C1A" w14:textId="5C8A2682" w:rsidR="003A7A19" w:rsidRPr="00336D9C" w:rsidRDefault="003A7A19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3AF43D37" w14:textId="205797F8" w:rsidR="003A7A19" w:rsidRPr="00336D9C" w:rsidRDefault="003A7A19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5B6DB81E" w14:textId="5F2F812A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3C7B16C7" w14:textId="571BA26C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5A32F880" w14:textId="200316BC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318BFE25" w14:textId="6FF68957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5FFFC6F0" w14:textId="505229B4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7B16CE1B" w14:textId="1B3DAFA7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28885DA1" w14:textId="092D9A3F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35830D13" w14:textId="0BC927A0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3F01EF3B" w14:textId="53259986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647F93B4" w14:textId="19CEBDCD" w:rsidR="004B53A6" w:rsidRPr="00336D9C" w:rsidRDefault="004B53A6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2B5418FF" w14:textId="3B484304" w:rsidR="003D0315" w:rsidRPr="00336D9C" w:rsidRDefault="003D0315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5E3FBEAD" w14:textId="77777777" w:rsidR="003D0315" w:rsidRPr="00336D9C" w:rsidRDefault="003D0315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67EEE79A" w14:textId="77777777" w:rsidR="00336D9C" w:rsidRPr="00336D9C" w:rsidRDefault="00336D9C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281EF5A6" w14:textId="6F736954" w:rsidR="00CD6A41" w:rsidRPr="00336D9C" w:rsidRDefault="00CD6A41" w:rsidP="008D5BB3">
      <w:pPr>
        <w:spacing w:after="160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0B478D29" w14:textId="324041B7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7DDD5B61" w14:textId="62F20AA5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  <w:r w:rsidRPr="00336D9C">
        <w:rPr>
          <w:rFonts w:ascii="Arial" w:hAnsi="Arial" w:cs="Arial"/>
          <w:b/>
          <w:u w:val="single"/>
        </w:rPr>
        <w:lastRenderedPageBreak/>
        <w:t xml:space="preserve">ANNEXE </w:t>
      </w:r>
      <w:r w:rsidR="003B431E" w:rsidRPr="00336D9C">
        <w:rPr>
          <w:rFonts w:ascii="Arial" w:hAnsi="Arial" w:cs="Arial"/>
          <w:b/>
          <w:u w:val="single"/>
        </w:rPr>
        <w:t>2</w:t>
      </w:r>
      <w:r w:rsidRPr="00336D9C">
        <w:rPr>
          <w:rFonts w:ascii="Arial" w:hAnsi="Arial" w:cs="Arial"/>
          <w:b/>
          <w:u w:val="single"/>
        </w:rPr>
        <w:t xml:space="preserve"> AU DCE VALANT ENGAGEMENT</w:t>
      </w:r>
    </w:p>
    <w:p w14:paraId="300788EF" w14:textId="5E6B5ABB" w:rsidR="00576549" w:rsidRPr="00336D9C" w:rsidRDefault="00C04CCB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  <w:r w:rsidRPr="00336D9C">
        <w:rPr>
          <w:rFonts w:ascii="Arial" w:hAnsi="Arial" w:cs="Arial"/>
          <w:i/>
        </w:rPr>
        <w:t>Cette annexe est à joindre impérativement à l’offre</w:t>
      </w:r>
    </w:p>
    <w:p w14:paraId="2C1CF37F" w14:textId="77777777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</w:p>
    <w:p w14:paraId="6DB60B3A" w14:textId="1269148A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  <w:r w:rsidRPr="00336D9C">
        <w:rPr>
          <w:rFonts w:ascii="Arial" w:hAnsi="Arial" w:cs="Arial"/>
          <w:b/>
        </w:rPr>
        <w:t>CRITÈRE</w:t>
      </w:r>
      <w:r w:rsidR="003D0315" w:rsidRPr="00336D9C">
        <w:rPr>
          <w:rFonts w:ascii="Arial" w:hAnsi="Arial" w:cs="Arial"/>
          <w:b/>
        </w:rPr>
        <w:t xml:space="preserve"> ENVIRONNEMENTAL</w:t>
      </w:r>
      <w:r w:rsidRPr="00336D9C">
        <w:rPr>
          <w:rFonts w:ascii="Arial" w:hAnsi="Arial" w:cs="Arial"/>
          <w:b/>
        </w:rPr>
        <w:t xml:space="preserve"> </w:t>
      </w:r>
      <w:r w:rsidR="00E32199" w:rsidRPr="00336D9C">
        <w:rPr>
          <w:rFonts w:ascii="Arial" w:hAnsi="Arial" w:cs="Arial"/>
          <w:b/>
        </w:rPr>
        <w:t>noté sur 15 points</w:t>
      </w:r>
    </w:p>
    <w:p w14:paraId="6787A365" w14:textId="5C1A688A" w:rsidR="003D0315" w:rsidRPr="00336D9C" w:rsidRDefault="003D031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</w:p>
    <w:p w14:paraId="7C29688C" w14:textId="77777777" w:rsidR="003D0315" w:rsidRPr="00336D9C" w:rsidRDefault="003D031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</w:p>
    <w:p w14:paraId="303E1D80" w14:textId="32F0C525" w:rsidR="003D0315" w:rsidRPr="00336D9C" w:rsidRDefault="003D031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</w:p>
    <w:p w14:paraId="38641083" w14:textId="43BF7C5C" w:rsidR="003D0315" w:rsidRPr="00336D9C" w:rsidRDefault="003D031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i/>
        </w:rPr>
      </w:pPr>
    </w:p>
    <w:p w14:paraId="59C7E50C" w14:textId="77777777" w:rsidR="003D0315" w:rsidRPr="00336D9C" w:rsidRDefault="003D031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</w:rPr>
      </w:pPr>
    </w:p>
    <w:p w14:paraId="7BD9A3D5" w14:textId="77777777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76F14A4" w14:textId="40D0E0ED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0A2118C" w14:textId="4811DE52" w:rsidR="003A7A19" w:rsidRPr="00336D9C" w:rsidRDefault="003A7A1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  <w:b/>
          <w:u w:val="single"/>
        </w:rPr>
      </w:pPr>
      <w:r w:rsidRPr="00336D9C">
        <w:rPr>
          <w:rFonts w:ascii="Arial" w:hAnsi="Arial" w:cs="Arial"/>
          <w:b/>
          <w:u w:val="single"/>
        </w:rPr>
        <w:t xml:space="preserve">SOUS –CRITERE 1 : CONSOMMATION ÉLECTRIQUE EN KWH </w:t>
      </w:r>
      <w:r w:rsidR="00CD6A41" w:rsidRPr="00336D9C">
        <w:rPr>
          <w:rFonts w:ascii="Arial" w:hAnsi="Arial" w:cs="Arial"/>
          <w:b/>
          <w:u w:val="single"/>
        </w:rPr>
        <w:t xml:space="preserve">- </w:t>
      </w:r>
      <w:r w:rsidR="00E32199" w:rsidRPr="00336D9C">
        <w:rPr>
          <w:rFonts w:ascii="Arial" w:hAnsi="Arial" w:cs="Arial"/>
          <w:b/>
          <w:u w:val="single"/>
        </w:rPr>
        <w:t>noté sur 10 points</w:t>
      </w:r>
    </w:p>
    <w:p w14:paraId="6625D694" w14:textId="37EEB2BA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F67A08D" w14:textId="5D46EE3D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tbl>
      <w:tblPr>
        <w:tblStyle w:val="Grilledutableau"/>
        <w:tblW w:w="10484" w:type="dxa"/>
        <w:jc w:val="right"/>
        <w:tblLook w:val="04A0" w:firstRow="1" w:lastRow="0" w:firstColumn="1" w:lastColumn="0" w:noHBand="0" w:noVBand="1"/>
      </w:tblPr>
      <w:tblGrid>
        <w:gridCol w:w="5387"/>
        <w:gridCol w:w="5097"/>
      </w:tblGrid>
      <w:tr w:rsidR="00576549" w:rsidRPr="00336D9C" w14:paraId="41CBC778" w14:textId="77777777" w:rsidTr="004B53A6">
        <w:trPr>
          <w:trHeight w:val="409"/>
          <w:jc w:val="right"/>
        </w:trPr>
        <w:tc>
          <w:tcPr>
            <w:tcW w:w="5387" w:type="dxa"/>
            <w:vAlign w:val="center"/>
          </w:tcPr>
          <w:p w14:paraId="452B986F" w14:textId="77777777" w:rsidR="00576549" w:rsidRPr="00336D9C" w:rsidRDefault="0057654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52A788E2" w14:textId="4E96B96D" w:rsidR="00576549" w:rsidRPr="00336D9C" w:rsidRDefault="00576549" w:rsidP="00CD6A41">
            <w:pPr>
              <w:tabs>
                <w:tab w:val="left" w:pos="851"/>
                <w:tab w:val="left" w:pos="4990"/>
                <w:tab w:val="left" w:pos="6237"/>
                <w:tab w:val="left" w:pos="7655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Consommation électrique en </w:t>
            </w:r>
            <w:r w:rsidR="007132A4"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KWH </w:t>
            </w: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des sèche-linges professionnels / industriels : </w:t>
            </w:r>
          </w:p>
          <w:p w14:paraId="391A17C7" w14:textId="77777777" w:rsidR="00576549" w:rsidRPr="00336D9C" w:rsidRDefault="00576549" w:rsidP="00CD6A41">
            <w:pPr>
              <w:tabs>
                <w:tab w:val="left" w:pos="851"/>
                <w:tab w:val="left" w:pos="4990"/>
                <w:tab w:val="left" w:pos="6237"/>
                <w:tab w:val="left" w:pos="7655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003B37B2" w14:textId="6BC91509" w:rsidR="00576549" w:rsidRPr="00336D9C" w:rsidRDefault="00576549" w:rsidP="00CD6A41">
            <w:pPr>
              <w:tabs>
                <w:tab w:val="left" w:pos="851"/>
                <w:tab w:val="left" w:pos="4990"/>
                <w:tab w:val="left" w:pos="6237"/>
                <w:tab w:val="left" w:pos="7655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097" w:type="dxa"/>
          </w:tcPr>
          <w:p w14:paraId="7AD46939" w14:textId="77777777" w:rsidR="00576549" w:rsidRPr="00336D9C" w:rsidRDefault="0057654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D3BBAF4" w14:textId="77777777" w:rsidR="00576549" w:rsidRPr="00336D9C" w:rsidRDefault="0057654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0B929C73" w14:textId="77777777" w:rsidR="007D74DC" w:rsidRPr="00336D9C" w:rsidRDefault="007D74DC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D6B81F9" w14:textId="3384E003" w:rsidR="00A22DC8" w:rsidRPr="00336D9C" w:rsidRDefault="00576549" w:rsidP="00CD6A41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.</w:t>
            </w:r>
            <w:r w:rsidR="00DB3E2F"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……</w:t>
            </w: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DB3E2F"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KHW</w:t>
            </w:r>
          </w:p>
          <w:p w14:paraId="3543A658" w14:textId="77777777" w:rsidR="00576549" w:rsidRPr="00336D9C" w:rsidRDefault="0057654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05DDFAE4" w14:textId="77777777" w:rsidR="003A7A19" w:rsidRPr="00336D9C" w:rsidRDefault="003A7A1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6065F097" w14:textId="7393BD9C" w:rsidR="003A7A19" w:rsidRPr="00336D9C" w:rsidRDefault="003A7A1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052E89E2" w14:textId="4D336878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483BB110" w14:textId="460CA2A2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DC7F6A4" w14:textId="62A8983B" w:rsidR="001E0011" w:rsidRPr="00336D9C" w:rsidRDefault="001E0011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53CD502" w14:textId="2514CC85" w:rsidR="001E0011" w:rsidRPr="00336D9C" w:rsidRDefault="003A7A1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  <w:r w:rsidRPr="00336D9C">
        <w:rPr>
          <w:rFonts w:ascii="Arial" w:hAnsi="Arial" w:cs="Arial"/>
          <w:b/>
          <w:u w:val="single"/>
        </w:rPr>
        <w:t xml:space="preserve">SOUS –CRITERE 2 : CONSOMMATION EN LITRES D’EAU </w:t>
      </w:r>
      <w:r w:rsidR="00CD6A41" w:rsidRPr="00336D9C">
        <w:rPr>
          <w:rFonts w:ascii="Arial" w:hAnsi="Arial" w:cs="Arial"/>
          <w:b/>
          <w:u w:val="single"/>
        </w:rPr>
        <w:t xml:space="preserve">- </w:t>
      </w:r>
      <w:r w:rsidR="00E32199" w:rsidRPr="00336D9C">
        <w:rPr>
          <w:rFonts w:ascii="Arial" w:hAnsi="Arial" w:cs="Arial"/>
          <w:b/>
          <w:u w:val="single"/>
        </w:rPr>
        <w:t>noté sur 5 points</w:t>
      </w:r>
    </w:p>
    <w:p w14:paraId="5C1489F9" w14:textId="0B028474" w:rsidR="00A93412" w:rsidRPr="00336D9C" w:rsidRDefault="00A93412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7AA01B85" w14:textId="77777777" w:rsidR="003D0315" w:rsidRPr="00336D9C" w:rsidRDefault="003D031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CD50E46" w14:textId="5105ABDF" w:rsidR="00A93412" w:rsidRPr="00336D9C" w:rsidRDefault="00A93412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tbl>
      <w:tblPr>
        <w:tblStyle w:val="Grilledutableau"/>
        <w:tblW w:w="10484" w:type="dxa"/>
        <w:jc w:val="right"/>
        <w:tblLook w:val="04A0" w:firstRow="1" w:lastRow="0" w:firstColumn="1" w:lastColumn="0" w:noHBand="0" w:noVBand="1"/>
      </w:tblPr>
      <w:tblGrid>
        <w:gridCol w:w="5387"/>
        <w:gridCol w:w="5097"/>
      </w:tblGrid>
      <w:tr w:rsidR="003A7A19" w:rsidRPr="00336D9C" w14:paraId="63D3EB08" w14:textId="77777777" w:rsidTr="00CD6A41">
        <w:trPr>
          <w:trHeight w:val="798"/>
          <w:jc w:val="right"/>
        </w:trPr>
        <w:tc>
          <w:tcPr>
            <w:tcW w:w="5387" w:type="dxa"/>
            <w:vAlign w:val="center"/>
          </w:tcPr>
          <w:p w14:paraId="48E37CCD" w14:textId="27D0FEDB" w:rsidR="003A7A19" w:rsidRPr="00336D9C" w:rsidRDefault="003A7A19" w:rsidP="00CD6A41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9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Consommation en eau des machines à laver professionnelles / industrielles</w:t>
            </w:r>
            <w:r w:rsidR="00742395" w:rsidRPr="003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2395"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pour un lavage en cycle normalisé à 60° </w:t>
            </w: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:</w:t>
            </w:r>
          </w:p>
          <w:p w14:paraId="5A37A1E8" w14:textId="77777777" w:rsidR="003A7A19" w:rsidRPr="00336D9C" w:rsidRDefault="003A7A19" w:rsidP="00CD6A41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9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234B2E87" w14:textId="538CFA31" w:rsidR="003A7A19" w:rsidRPr="00336D9C" w:rsidRDefault="003A7A19" w:rsidP="00CD6A41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9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097" w:type="dxa"/>
          </w:tcPr>
          <w:p w14:paraId="1644C471" w14:textId="77777777" w:rsidR="003A7A19" w:rsidRPr="00336D9C" w:rsidRDefault="003A7A1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6730DCE5" w14:textId="77777777" w:rsidR="003A7A19" w:rsidRPr="00336D9C" w:rsidRDefault="003A7A1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58971FB9" w14:textId="77777777" w:rsidR="003A7A19" w:rsidRPr="00336D9C" w:rsidRDefault="003A7A1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8A8D094" w14:textId="77777777" w:rsidR="003A7A19" w:rsidRPr="00336D9C" w:rsidRDefault="003A7A19" w:rsidP="00CD6A41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6D9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…… litres d’eau consommés par lavage</w:t>
            </w:r>
          </w:p>
          <w:p w14:paraId="3F568579" w14:textId="77777777" w:rsidR="003A7A19" w:rsidRPr="00336D9C" w:rsidRDefault="003A7A1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754B4646" w14:textId="77777777" w:rsidR="003A7A19" w:rsidRPr="00336D9C" w:rsidRDefault="003A7A19" w:rsidP="008D5BB3">
            <w:pPr>
              <w:tabs>
                <w:tab w:val="left" w:pos="851"/>
                <w:tab w:val="left" w:pos="5245"/>
                <w:tab w:val="left" w:pos="6237"/>
                <w:tab w:val="left" w:pos="7655"/>
              </w:tabs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619F6695" w14:textId="77777777" w:rsidR="00A93412" w:rsidRPr="00336D9C" w:rsidRDefault="00A93412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5EE54C1F" w14:textId="77777777" w:rsidR="001E0011" w:rsidRPr="00336D9C" w:rsidRDefault="001E0011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6753B95A" w14:textId="77777777" w:rsidR="003A7A19" w:rsidRPr="00336D9C" w:rsidRDefault="003A7A19" w:rsidP="00CD6A41">
      <w:pPr>
        <w:spacing w:after="160"/>
        <w:ind w:left="284"/>
        <w:contextualSpacing/>
        <w:jc w:val="both"/>
        <w:rPr>
          <w:rFonts w:ascii="Arial" w:eastAsia="Calibri" w:hAnsi="Arial" w:cs="Arial"/>
          <w:i/>
          <w:lang w:eastAsia="en-US"/>
        </w:rPr>
      </w:pPr>
      <w:r w:rsidRPr="00336D9C">
        <w:rPr>
          <w:rFonts w:ascii="Arial" w:eastAsia="Calibri" w:hAnsi="Arial" w:cs="Arial"/>
          <w:i/>
          <w:u w:val="single"/>
          <w:lang w:eastAsia="en-US"/>
        </w:rPr>
        <w:t>N.B</w:t>
      </w:r>
      <w:r w:rsidRPr="00336D9C">
        <w:rPr>
          <w:rFonts w:ascii="Arial" w:eastAsia="Calibri" w:hAnsi="Arial" w:cs="Arial"/>
          <w:i/>
          <w:lang w:eastAsia="en-US"/>
        </w:rPr>
        <w:t> : Ces déclarations engagent le titulaire. En cas de non-respect lors de l’exécution du marché, le titulaire s’expose à l’application de pénalités prévues en 3ème partie - Clauses Administratives Particulières (IV. Modalités De Contrôle ’exécution) ou à la résiliation du marché.</w:t>
      </w:r>
    </w:p>
    <w:p w14:paraId="11FAB13A" w14:textId="77777777" w:rsidR="003A7A19" w:rsidRPr="00336D9C" w:rsidRDefault="003A7A19" w:rsidP="008D5BB3">
      <w:pPr>
        <w:spacing w:after="160"/>
        <w:ind w:left="284"/>
        <w:contextualSpacing/>
        <w:rPr>
          <w:rFonts w:ascii="Arial" w:eastAsia="Calibri" w:hAnsi="Arial" w:cs="Arial"/>
          <w:i/>
          <w:u w:val="single"/>
          <w:lang w:eastAsia="en-US"/>
        </w:rPr>
      </w:pPr>
    </w:p>
    <w:p w14:paraId="2DC5660C" w14:textId="121EC7CD" w:rsidR="00576549" w:rsidRPr="00336D9C" w:rsidRDefault="00576549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69"/>
        <w:tblW w:w="11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9463"/>
        <w:gridCol w:w="148"/>
        <w:gridCol w:w="12"/>
        <w:gridCol w:w="74"/>
        <w:gridCol w:w="59"/>
      </w:tblGrid>
      <w:tr w:rsidR="00BB2703" w:rsidRPr="00336D9C" w14:paraId="358A00B4" w14:textId="77777777" w:rsidTr="0039371E">
        <w:trPr>
          <w:gridAfter w:val="1"/>
          <w:wAfter w:w="70" w:type="dxa"/>
          <w:trHeight w:val="140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7843" w14:textId="77777777" w:rsidR="00BB2703" w:rsidRPr="00336D9C" w:rsidRDefault="00BB2703" w:rsidP="008D5BB3">
            <w:pPr>
              <w:tabs>
                <w:tab w:val="right" w:pos="9072"/>
              </w:tabs>
              <w:ind w:left="284"/>
              <w:jc w:val="center"/>
              <w:rPr>
                <w:rFonts w:ascii="Arial" w:hAnsi="Arial" w:cs="Arial"/>
                <w:lang w:eastAsia="en-US"/>
              </w:rPr>
            </w:pPr>
            <w:r w:rsidRPr="00336D9C">
              <w:rPr>
                <w:rFonts w:ascii="Arial" w:hAnsi="Arial" w:cs="Arial"/>
                <w:b/>
                <w:noProof/>
              </w:rPr>
              <w:lastRenderedPageBreak/>
              <w:drawing>
                <wp:inline distT="0" distB="0" distL="0" distR="0" wp14:anchorId="6AA0C6B4" wp14:editId="34F3E4BF">
                  <wp:extent cx="603504" cy="597408"/>
                  <wp:effectExtent l="0" t="0" r="6350" b="0"/>
                  <wp:docPr id="7" name="Image 2" descr="Description : O:\EC\MOD-FORM\Logo\PFAF C-O RENNES VISU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O:\EC\MOD-FORM\Logo\PFAF C-O RENNES VISU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198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700A" w14:textId="0375DCE1" w:rsidR="00BB2703" w:rsidRPr="00336D9C" w:rsidRDefault="003B431E" w:rsidP="008D5BB3">
            <w:pPr>
              <w:ind w:left="284"/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336D9C">
              <w:rPr>
                <w:rFonts w:ascii="Arial" w:hAnsi="Arial" w:cs="Arial"/>
                <w:b/>
                <w:bCs/>
                <w:lang w:eastAsia="x-none"/>
              </w:rPr>
              <w:t>ANNEXE 3</w:t>
            </w:r>
            <w:r w:rsidR="00802BE3" w:rsidRPr="00336D9C">
              <w:rPr>
                <w:rFonts w:ascii="Arial" w:hAnsi="Arial" w:cs="Arial"/>
                <w:b/>
                <w:bCs/>
                <w:lang w:eastAsia="x-none"/>
              </w:rPr>
              <w:t xml:space="preserve"> : </w:t>
            </w:r>
            <w:r w:rsidR="00BB2703" w:rsidRPr="00336D9C">
              <w:rPr>
                <w:rFonts w:ascii="Arial" w:hAnsi="Arial" w:cs="Arial"/>
                <w:b/>
                <w:bCs/>
                <w:lang w:eastAsia="x-none"/>
              </w:rPr>
              <w:t>ATTESTATION DE VISITE</w:t>
            </w:r>
            <w:r w:rsidR="00BE2D85" w:rsidRPr="00336D9C">
              <w:rPr>
                <w:rFonts w:ascii="Arial" w:hAnsi="Arial" w:cs="Arial"/>
                <w:b/>
                <w:bCs/>
                <w:lang w:eastAsia="x-none"/>
              </w:rPr>
              <w:t xml:space="preserve"> </w:t>
            </w:r>
            <w:r w:rsidR="002E542A" w:rsidRPr="00336D9C">
              <w:rPr>
                <w:rFonts w:ascii="Arial" w:hAnsi="Arial" w:cs="Arial"/>
                <w:b/>
                <w:bCs/>
                <w:lang w:eastAsia="x-none"/>
              </w:rPr>
              <w:t>FACULTATIVE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161755" w14:textId="77777777" w:rsidR="00BB2703" w:rsidRPr="00336D9C" w:rsidRDefault="00BB2703" w:rsidP="008D5BB3">
            <w:pPr>
              <w:ind w:left="284"/>
              <w:jc w:val="center"/>
              <w:rPr>
                <w:rFonts w:ascii="Arial" w:hAnsi="Arial" w:cs="Arial"/>
                <w:bCs/>
                <w:lang w:eastAsia="x-none"/>
              </w:rPr>
            </w:pPr>
          </w:p>
        </w:tc>
      </w:tr>
      <w:tr w:rsidR="00BB2703" w:rsidRPr="00336D9C" w14:paraId="4E8821A3" w14:textId="77777777" w:rsidTr="00393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146" w:type="dxa"/>
          <w:trHeight w:val="27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6B8F9" w14:textId="19CA9A9C" w:rsidR="00BB2703" w:rsidRPr="00336D9C" w:rsidRDefault="000A4E65" w:rsidP="008D5BB3">
            <w:pPr>
              <w:keepNext/>
              <w:spacing w:before="240" w:after="60"/>
              <w:ind w:left="284"/>
              <w:jc w:val="both"/>
              <w:outlineLvl w:val="0"/>
              <w:rPr>
                <w:rFonts w:ascii="Arial" w:hAnsi="Arial" w:cs="Arial"/>
                <w:color w:val="000000"/>
              </w:rPr>
            </w:pPr>
            <w:bookmarkStart w:id="1" w:name="_Toc29815640"/>
            <w:bookmarkStart w:id="2" w:name="_Toc34048229"/>
            <w:r w:rsidRPr="00336D9C">
              <w:rPr>
                <w:rFonts w:ascii="Arial" w:hAnsi="Arial" w:cs="Arial"/>
              </w:rPr>
              <w:t>Marché</w:t>
            </w:r>
            <w:r w:rsidR="00BB2703" w:rsidRPr="00336D9C">
              <w:rPr>
                <w:rFonts w:ascii="Arial" w:hAnsi="Arial" w:cs="Arial"/>
                <w:color w:val="000000"/>
              </w:rPr>
              <w:t xml:space="preserve"> relatif à la l</w:t>
            </w:r>
            <w:bookmarkEnd w:id="1"/>
            <w:bookmarkEnd w:id="2"/>
            <w:r w:rsidR="00BB2703" w:rsidRPr="00336D9C">
              <w:rPr>
                <w:rFonts w:ascii="Arial" w:hAnsi="Arial" w:cs="Arial"/>
                <w:color w:val="000000"/>
              </w:rPr>
              <w:t xml:space="preserve">ocation et à la maintenance de machines à laver et sèche linges </w:t>
            </w:r>
            <w:r w:rsidR="007C1A17" w:rsidRPr="00336D9C">
              <w:rPr>
                <w:rFonts w:ascii="Arial" w:hAnsi="Arial" w:cs="Arial"/>
                <w:color w:val="000000"/>
              </w:rPr>
              <w:t>au profit d</w:t>
            </w:r>
            <w:r w:rsidR="005E3A72" w:rsidRPr="00336D9C">
              <w:rPr>
                <w:rFonts w:ascii="Arial" w:hAnsi="Arial" w:cs="Arial"/>
                <w:color w:val="000000"/>
              </w:rPr>
              <w:t>u Groupement de Soutien du Commissariat</w:t>
            </w:r>
            <w:r w:rsidR="002D363F" w:rsidRPr="00336D9C">
              <w:rPr>
                <w:rFonts w:ascii="Arial" w:hAnsi="Arial" w:cs="Arial"/>
                <w:color w:val="000000"/>
              </w:rPr>
              <w:t xml:space="preserve"> d’</w:t>
            </w:r>
            <w:r w:rsidR="007C1A17" w:rsidRPr="00336D9C">
              <w:rPr>
                <w:rFonts w:ascii="Arial" w:hAnsi="Arial" w:cs="Arial"/>
                <w:color w:val="000000"/>
              </w:rPr>
              <w:t>Évreux</w:t>
            </w:r>
            <w:r w:rsidR="00BB2703" w:rsidRPr="00336D9C">
              <w:rPr>
                <w:rFonts w:ascii="Arial" w:hAnsi="Arial" w:cs="Arial"/>
                <w:color w:val="000000"/>
              </w:rPr>
              <w:t>.</w:t>
            </w:r>
          </w:p>
          <w:p w14:paraId="14FD5CC0" w14:textId="57D74BE0" w:rsidR="00BB2703" w:rsidRPr="00336D9C" w:rsidRDefault="00BB2703" w:rsidP="008D5BB3">
            <w:pPr>
              <w:keepNext/>
              <w:spacing w:before="240" w:after="60"/>
              <w:ind w:left="284"/>
              <w:jc w:val="both"/>
              <w:outlineLvl w:val="0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14:paraId="56DBEFB7" w14:textId="77777777" w:rsidR="00BB2703" w:rsidRPr="00336D9C" w:rsidRDefault="00BB2703" w:rsidP="008D5BB3">
            <w:pPr>
              <w:tabs>
                <w:tab w:val="left" w:pos="2269"/>
              </w:tabs>
              <w:spacing w:after="200" w:line="276" w:lineRule="auto"/>
              <w:ind w:left="284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B2703" w:rsidRPr="00336D9C" w14:paraId="574A90B5" w14:textId="77777777" w:rsidTr="00393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091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7F421B" w14:textId="3BCFBD20" w:rsidR="00BB2703" w:rsidRPr="00336D9C" w:rsidRDefault="00BB2703" w:rsidP="008D5BB3">
            <w:pPr>
              <w:spacing w:after="160" w:line="276" w:lineRule="auto"/>
              <w:ind w:left="284"/>
              <w:rPr>
                <w:rFonts w:ascii="Arial" w:eastAsia="Calibri" w:hAnsi="Arial" w:cs="Arial"/>
                <w:lang w:eastAsia="en-US"/>
              </w:rPr>
            </w:pPr>
            <w:r w:rsidRPr="00336D9C">
              <w:rPr>
                <w:rFonts w:ascii="Arial" w:eastAsia="Calibri" w:hAnsi="Arial" w:cs="Arial"/>
                <w:lang w:eastAsia="en-US"/>
              </w:rPr>
              <w:t>Grade</w:t>
            </w:r>
            <w:r w:rsidR="00D26E7F" w:rsidRPr="00336D9C">
              <w:rPr>
                <w:rFonts w:ascii="Arial" w:eastAsia="Calibri" w:hAnsi="Arial" w:cs="Arial"/>
                <w:lang w:eastAsia="en-US"/>
              </w:rPr>
              <w:t xml:space="preserve">, nom, prénom </w:t>
            </w:r>
            <w:r w:rsidRPr="00336D9C">
              <w:rPr>
                <w:rFonts w:ascii="Arial" w:eastAsia="Calibri" w:hAnsi="Arial" w:cs="Arial"/>
                <w:lang w:eastAsia="en-US"/>
              </w:rPr>
              <w:t>du responsable de la visite______________________________________________________</w:t>
            </w:r>
            <w:r w:rsidR="00E32199" w:rsidRPr="00336D9C">
              <w:rPr>
                <w:rFonts w:ascii="Arial" w:eastAsia="Calibri" w:hAnsi="Arial" w:cs="Arial"/>
                <w:lang w:eastAsia="en-US"/>
              </w:rPr>
              <w:t>_</w:t>
            </w:r>
          </w:p>
        </w:tc>
        <w:tc>
          <w:tcPr>
            <w:tcW w:w="306" w:type="dxa"/>
            <w:gridSpan w:val="4"/>
            <w:tcBorders>
              <w:left w:val="single" w:sz="4" w:space="0" w:color="auto"/>
            </w:tcBorders>
          </w:tcPr>
          <w:p w14:paraId="4817E21F" w14:textId="77777777" w:rsidR="00BB2703" w:rsidRPr="00336D9C" w:rsidRDefault="00BB2703" w:rsidP="008D5BB3">
            <w:pPr>
              <w:spacing w:after="200" w:line="276" w:lineRule="auto"/>
              <w:ind w:left="284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B2703" w:rsidRPr="00336D9C" w14:paraId="72C9848D" w14:textId="77777777" w:rsidTr="00393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3"/>
          <w:wAfter w:w="158" w:type="dxa"/>
        </w:trPr>
        <w:tc>
          <w:tcPr>
            <w:tcW w:w="1091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9E5A9A" w14:textId="637D854B" w:rsidR="00BB2703" w:rsidRPr="00336D9C" w:rsidRDefault="00BB2703" w:rsidP="008D5BB3">
            <w:pPr>
              <w:spacing w:after="160" w:line="276" w:lineRule="auto"/>
              <w:ind w:left="284"/>
              <w:rPr>
                <w:rFonts w:ascii="Arial" w:eastAsia="Calibri" w:hAnsi="Arial" w:cs="Arial"/>
                <w:lang w:eastAsia="en-US"/>
              </w:rPr>
            </w:pPr>
            <w:r w:rsidRPr="00336D9C">
              <w:rPr>
                <w:rFonts w:ascii="Arial" w:eastAsia="Calibri" w:hAnsi="Arial" w:cs="Arial"/>
                <w:lang w:eastAsia="en-US"/>
              </w:rPr>
              <w:t>atteste que M. ________________________________________________________________________________</w:t>
            </w:r>
            <w:r w:rsidR="00E32199" w:rsidRPr="00336D9C">
              <w:rPr>
                <w:rFonts w:ascii="Arial" w:eastAsia="Calibri" w:hAnsi="Arial" w:cs="Arial"/>
                <w:lang w:eastAsia="en-US"/>
              </w:rPr>
              <w:t>__</w:t>
            </w:r>
          </w:p>
          <w:p w14:paraId="7006A088" w14:textId="650BF7AE" w:rsidR="00BB2703" w:rsidRPr="00336D9C" w:rsidRDefault="00BB2703" w:rsidP="008D5BB3">
            <w:pPr>
              <w:spacing w:after="160" w:line="276" w:lineRule="auto"/>
              <w:ind w:left="284"/>
              <w:rPr>
                <w:rFonts w:ascii="Arial" w:eastAsia="Calibri" w:hAnsi="Arial" w:cs="Arial"/>
                <w:lang w:eastAsia="en-US"/>
              </w:rPr>
            </w:pPr>
            <w:r w:rsidRPr="00336D9C">
              <w:rPr>
                <w:rFonts w:ascii="Arial" w:eastAsia="Calibri" w:hAnsi="Arial" w:cs="Arial"/>
                <w:lang w:eastAsia="en-US"/>
              </w:rPr>
              <w:t>représentant la société _____________________________________________________________</w:t>
            </w:r>
            <w:r w:rsidR="00E32199" w:rsidRPr="00336D9C">
              <w:rPr>
                <w:rFonts w:ascii="Arial" w:eastAsia="Calibri" w:hAnsi="Arial" w:cs="Arial"/>
                <w:lang w:eastAsia="en-US"/>
              </w:rPr>
              <w:t>______________</w:t>
            </w:r>
          </w:p>
          <w:p w14:paraId="49497266" w14:textId="2EA53417" w:rsidR="00BB2703" w:rsidRPr="00336D9C" w:rsidRDefault="00BB2703" w:rsidP="008D5BB3">
            <w:pPr>
              <w:spacing w:after="160" w:line="276" w:lineRule="auto"/>
              <w:ind w:left="284"/>
              <w:rPr>
                <w:rFonts w:ascii="Arial" w:eastAsia="Calibri" w:hAnsi="Arial" w:cs="Arial"/>
                <w:lang w:eastAsia="en-US"/>
              </w:rPr>
            </w:pPr>
            <w:r w:rsidRPr="00336D9C">
              <w:rPr>
                <w:rFonts w:ascii="Arial" w:eastAsia="Calibri" w:hAnsi="Arial" w:cs="Arial"/>
                <w:lang w:eastAsia="en-US"/>
              </w:rPr>
              <w:t>en qualité de _____________________________________________________________________</w:t>
            </w:r>
            <w:r w:rsidR="00E32199" w:rsidRPr="00336D9C">
              <w:rPr>
                <w:rFonts w:ascii="Arial" w:eastAsia="Calibri" w:hAnsi="Arial" w:cs="Arial"/>
                <w:lang w:eastAsia="en-US"/>
              </w:rPr>
              <w:t>______________</w:t>
            </w:r>
          </w:p>
        </w:tc>
        <w:tc>
          <w:tcPr>
            <w:tcW w:w="148" w:type="dxa"/>
            <w:tcBorders>
              <w:left w:val="single" w:sz="4" w:space="0" w:color="auto"/>
            </w:tcBorders>
          </w:tcPr>
          <w:p w14:paraId="21B68999" w14:textId="77777777" w:rsidR="00BB2703" w:rsidRPr="00336D9C" w:rsidRDefault="00BB2703" w:rsidP="008D5BB3">
            <w:pPr>
              <w:spacing w:after="200" w:line="276" w:lineRule="auto"/>
              <w:ind w:left="284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B2703" w:rsidRPr="00336D9C" w14:paraId="45CD28BD" w14:textId="77777777" w:rsidTr="00393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4"/>
          <w:wAfter w:w="306" w:type="dxa"/>
          <w:trHeight w:val="2465"/>
        </w:trPr>
        <w:tc>
          <w:tcPr>
            <w:tcW w:w="10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0A7C" w14:textId="77777777" w:rsidR="00BB2703" w:rsidRPr="00336D9C" w:rsidRDefault="00BB2703" w:rsidP="008D5BB3">
            <w:pPr>
              <w:tabs>
                <w:tab w:val="left" w:leader="underscore" w:pos="4678"/>
                <w:tab w:val="left" w:leader="underscore" w:pos="8080"/>
              </w:tabs>
              <w:ind w:left="284"/>
              <w:rPr>
                <w:rFonts w:ascii="Arial" w:eastAsia="Calibri" w:hAnsi="Arial" w:cs="Arial"/>
                <w:lang w:eastAsia="en-US"/>
              </w:rPr>
            </w:pPr>
          </w:p>
          <w:p w14:paraId="7C8B5449" w14:textId="23ABCF04" w:rsidR="00BB2703" w:rsidRPr="00336D9C" w:rsidRDefault="00BB2703" w:rsidP="008D5BB3">
            <w:pPr>
              <w:tabs>
                <w:tab w:val="left" w:leader="underscore" w:pos="4678"/>
                <w:tab w:val="left" w:leader="underscore" w:pos="8080"/>
              </w:tabs>
              <w:ind w:left="284"/>
              <w:jc w:val="both"/>
              <w:rPr>
                <w:rFonts w:ascii="Arial" w:eastAsia="Calibri" w:hAnsi="Arial" w:cs="Arial"/>
                <w:lang w:eastAsia="en-US"/>
              </w:rPr>
            </w:pPr>
            <w:r w:rsidRPr="00336D9C">
              <w:rPr>
                <w:rFonts w:ascii="Arial" w:eastAsia="Calibri" w:hAnsi="Arial" w:cs="Arial"/>
                <w:lang w:eastAsia="en-US"/>
              </w:rPr>
              <w:t xml:space="preserve">a visité le site afin de procéder à l’estimation, au positionnement, à la prise en compte des mesures à respecter ainsi qu’à toutes les spécificités inhérentes à la mise en place des </w:t>
            </w:r>
            <w:r w:rsidR="00D6504F" w:rsidRPr="00336D9C">
              <w:rPr>
                <w:rFonts w:ascii="Arial" w:eastAsia="Calibri" w:hAnsi="Arial" w:cs="Arial"/>
                <w:lang w:eastAsia="en-US"/>
              </w:rPr>
              <w:t xml:space="preserve">12 </w:t>
            </w:r>
            <w:r w:rsidRPr="00336D9C">
              <w:rPr>
                <w:rFonts w:ascii="Arial" w:eastAsia="Calibri" w:hAnsi="Arial" w:cs="Arial"/>
                <w:lang w:eastAsia="en-US"/>
              </w:rPr>
              <w:t xml:space="preserve">machines à laver et des </w:t>
            </w:r>
            <w:r w:rsidR="00D6504F" w:rsidRPr="00336D9C">
              <w:rPr>
                <w:rFonts w:ascii="Arial" w:eastAsia="Calibri" w:hAnsi="Arial" w:cs="Arial"/>
                <w:lang w:eastAsia="en-US"/>
              </w:rPr>
              <w:t xml:space="preserve">12 </w:t>
            </w:r>
            <w:r w:rsidRPr="00336D9C">
              <w:rPr>
                <w:rFonts w:ascii="Arial" w:eastAsia="Calibri" w:hAnsi="Arial" w:cs="Arial"/>
                <w:lang w:eastAsia="en-US"/>
              </w:rPr>
              <w:t xml:space="preserve">sèche linges </w:t>
            </w:r>
            <w:r w:rsidR="002D363F" w:rsidRPr="00336D9C">
              <w:rPr>
                <w:rFonts w:ascii="Arial" w:eastAsia="Calibri" w:hAnsi="Arial" w:cs="Arial"/>
                <w:lang w:eastAsia="en-US"/>
              </w:rPr>
              <w:t xml:space="preserve">au profit </w:t>
            </w:r>
            <w:r w:rsidR="005E3A72" w:rsidRPr="00336D9C">
              <w:rPr>
                <w:rFonts w:ascii="Arial" w:hAnsi="Arial" w:cs="Arial"/>
              </w:rPr>
              <w:t xml:space="preserve"> </w:t>
            </w:r>
            <w:r w:rsidR="005E3A72" w:rsidRPr="00336D9C">
              <w:rPr>
                <w:rFonts w:ascii="Arial" w:eastAsia="Calibri" w:hAnsi="Arial" w:cs="Arial"/>
                <w:lang w:eastAsia="en-US"/>
              </w:rPr>
              <w:t>du Groupement de Soutien Commissariat d’Évreux.</w:t>
            </w:r>
          </w:p>
          <w:p w14:paraId="082D7B05" w14:textId="77777777" w:rsidR="00BB2703" w:rsidRPr="00336D9C" w:rsidRDefault="00BB2703" w:rsidP="008D5BB3">
            <w:pPr>
              <w:tabs>
                <w:tab w:val="left" w:leader="underscore" w:pos="4678"/>
                <w:tab w:val="left" w:leader="underscore" w:pos="8080"/>
              </w:tabs>
              <w:ind w:left="284"/>
              <w:rPr>
                <w:rFonts w:ascii="Arial" w:eastAsia="Calibri" w:hAnsi="Arial" w:cs="Arial"/>
                <w:lang w:eastAsia="en-US"/>
              </w:rPr>
            </w:pPr>
          </w:p>
          <w:p w14:paraId="660CC622" w14:textId="21736345" w:rsidR="00BB2703" w:rsidRPr="00336D9C" w:rsidRDefault="00BB2703" w:rsidP="00336D9C">
            <w:pPr>
              <w:rPr>
                <w:rFonts w:ascii="Arial" w:eastAsia="Calibri" w:hAnsi="Arial" w:cs="Arial"/>
                <w:lang w:eastAsia="en-US"/>
              </w:rPr>
            </w:pPr>
            <w:r w:rsidRPr="00336D9C">
              <w:rPr>
                <w:rFonts w:ascii="Arial" w:eastAsia="Calibri" w:hAnsi="Arial" w:cs="Arial"/>
                <w:lang w:eastAsia="en-US"/>
              </w:rPr>
              <w:t xml:space="preserve">Toute observation ou question doit être formulée par écrit sur le portail des marchés publics (PLACE) </w:t>
            </w:r>
            <w:hyperlink r:id="rId9" w:history="1">
              <w:r w:rsidRPr="00336D9C">
                <w:rPr>
                  <w:rFonts w:ascii="Arial" w:eastAsia="Calibri" w:hAnsi="Arial" w:cs="Arial"/>
                  <w:lang w:eastAsia="en-US"/>
                </w:rPr>
                <w:t>www.marchés-publics.gouv.fr</w:t>
              </w:r>
            </w:hyperlink>
            <w:r w:rsidRPr="00336D9C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14:paraId="131A03EF" w14:textId="77777777" w:rsidR="00BB2703" w:rsidRPr="00336D9C" w:rsidRDefault="00BB2703" w:rsidP="008D5BB3">
            <w:pPr>
              <w:tabs>
                <w:tab w:val="left" w:leader="underscore" w:pos="4678"/>
                <w:tab w:val="left" w:leader="underscore" w:pos="8080"/>
              </w:tabs>
              <w:ind w:left="284"/>
              <w:rPr>
                <w:rFonts w:ascii="Arial" w:eastAsia="Calibri" w:hAnsi="Arial" w:cs="Arial"/>
                <w:lang w:eastAsia="en-US"/>
              </w:rPr>
            </w:pPr>
          </w:p>
          <w:p w14:paraId="6815ABC8" w14:textId="77777777" w:rsidR="00BB2703" w:rsidRPr="00336D9C" w:rsidRDefault="00BB2703" w:rsidP="008D5BB3">
            <w:pPr>
              <w:ind w:left="284"/>
              <w:rPr>
                <w:rFonts w:ascii="Arial" w:eastAsia="Calibri" w:hAnsi="Arial" w:cs="Arial"/>
                <w:lang w:eastAsia="en-US"/>
              </w:rPr>
            </w:pPr>
          </w:p>
          <w:p w14:paraId="226C0E32" w14:textId="77777777" w:rsidR="00BB2703" w:rsidRPr="00336D9C" w:rsidRDefault="00BB2703" w:rsidP="008D5BB3">
            <w:pPr>
              <w:ind w:left="284"/>
              <w:rPr>
                <w:rFonts w:ascii="Arial" w:eastAsia="Calibri" w:hAnsi="Arial" w:cs="Arial"/>
                <w:lang w:eastAsia="en-US"/>
              </w:rPr>
            </w:pPr>
          </w:p>
          <w:p w14:paraId="26695547" w14:textId="77777777" w:rsidR="00BB2703" w:rsidRPr="00336D9C" w:rsidRDefault="00BB2703" w:rsidP="008D5BB3">
            <w:pPr>
              <w:ind w:left="284"/>
              <w:rPr>
                <w:rFonts w:ascii="Arial" w:eastAsia="Calibri" w:hAnsi="Arial" w:cs="Arial"/>
                <w:lang w:eastAsia="en-US"/>
              </w:rPr>
            </w:pPr>
          </w:p>
          <w:p w14:paraId="31F958B7" w14:textId="77777777" w:rsidR="00BB2703" w:rsidRPr="00336D9C" w:rsidRDefault="00BB2703" w:rsidP="008D5BB3">
            <w:pPr>
              <w:ind w:left="284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78CA12FE" w14:textId="77777777" w:rsidR="00BB2703" w:rsidRPr="00336D9C" w:rsidRDefault="00E459E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  <w:r w:rsidRPr="00336D9C">
        <w:rPr>
          <w:rFonts w:ascii="Arial" w:hAnsi="Arial" w:cs="Arial"/>
        </w:rPr>
        <w:tab/>
      </w:r>
    </w:p>
    <w:p w14:paraId="180AE7CC" w14:textId="5F707875" w:rsidR="00BB2703" w:rsidRPr="00336D9C" w:rsidRDefault="00E459E5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  <w:r w:rsidRPr="00336D9C">
        <w:rPr>
          <w:rFonts w:ascii="Arial" w:hAnsi="Arial" w:cs="Arial"/>
        </w:rPr>
        <w:tab/>
      </w:r>
    </w:p>
    <w:p w14:paraId="766B2FB0" w14:textId="77777777" w:rsidR="00BB2703" w:rsidRPr="00336D9C" w:rsidRDefault="00BB2703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A277262" w14:textId="77777777" w:rsidR="00BB2703" w:rsidRPr="00336D9C" w:rsidRDefault="00BB2703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</w:p>
    <w:p w14:paraId="3A5B41A5" w14:textId="1E4CE649" w:rsidR="00B335F1" w:rsidRPr="00336D9C" w:rsidRDefault="004D111F" w:rsidP="008D5BB3">
      <w:pPr>
        <w:tabs>
          <w:tab w:val="left" w:pos="851"/>
          <w:tab w:val="left" w:pos="5245"/>
          <w:tab w:val="left" w:pos="6237"/>
          <w:tab w:val="left" w:pos="7655"/>
        </w:tabs>
        <w:ind w:left="284"/>
        <w:jc w:val="center"/>
        <w:rPr>
          <w:rFonts w:ascii="Arial" w:hAnsi="Arial" w:cs="Arial"/>
        </w:rPr>
      </w:pPr>
      <w:r w:rsidRPr="00336D9C">
        <w:rPr>
          <w:rFonts w:ascii="Arial" w:hAnsi="Arial" w:cs="Arial"/>
        </w:rPr>
        <w:t>À</w:t>
      </w:r>
      <w:r w:rsidR="00D6504F" w:rsidRPr="00336D9C">
        <w:rPr>
          <w:rFonts w:ascii="Arial" w:hAnsi="Arial" w:cs="Arial"/>
        </w:rPr>
        <w:t> É</w:t>
      </w:r>
      <w:r w:rsidR="00BB2703" w:rsidRPr="00336D9C">
        <w:rPr>
          <w:rFonts w:ascii="Arial" w:hAnsi="Arial" w:cs="Arial"/>
        </w:rPr>
        <w:t>VREUX</w:t>
      </w:r>
      <w:r w:rsidR="005478CB" w:rsidRPr="00336D9C">
        <w:rPr>
          <w:rFonts w:ascii="Arial" w:hAnsi="Arial" w:cs="Arial"/>
        </w:rPr>
        <w:t xml:space="preserve">, </w:t>
      </w:r>
      <w:r w:rsidR="00B335F1" w:rsidRPr="00336D9C">
        <w:rPr>
          <w:rFonts w:ascii="Arial" w:hAnsi="Arial" w:cs="Arial"/>
        </w:rPr>
        <w:t>le ……………</w:t>
      </w:r>
      <w:r w:rsidR="00344AB7" w:rsidRPr="00336D9C">
        <w:rPr>
          <w:rFonts w:ascii="Arial" w:hAnsi="Arial" w:cs="Arial"/>
        </w:rPr>
        <w:t>…</w:t>
      </w:r>
      <w:r w:rsidR="00B335F1" w:rsidRPr="00336D9C">
        <w:rPr>
          <w:rFonts w:ascii="Arial" w:hAnsi="Arial" w:cs="Arial"/>
        </w:rPr>
        <w:t>……</w:t>
      </w:r>
    </w:p>
    <w:p w14:paraId="490B3785" w14:textId="77777777" w:rsidR="00EA13CF" w:rsidRPr="00336D9C" w:rsidRDefault="00EA13CF" w:rsidP="008D5BB3">
      <w:pPr>
        <w:tabs>
          <w:tab w:val="left" w:pos="851"/>
        </w:tabs>
        <w:ind w:left="284"/>
        <w:jc w:val="both"/>
        <w:rPr>
          <w:rFonts w:ascii="Arial" w:hAnsi="Arial" w:cs="Arial"/>
        </w:rPr>
      </w:pPr>
    </w:p>
    <w:p w14:paraId="62AD15A6" w14:textId="77777777" w:rsidR="00E757C3" w:rsidRPr="00336D9C" w:rsidRDefault="00E757C3" w:rsidP="008D5BB3">
      <w:pPr>
        <w:ind w:left="284"/>
        <w:rPr>
          <w:rFonts w:ascii="Arial" w:hAnsi="Arial" w:cs="Arial"/>
        </w:rPr>
      </w:pPr>
    </w:p>
    <w:p w14:paraId="5B366FB1" w14:textId="77777777" w:rsidR="00BB2703" w:rsidRPr="00336D9C" w:rsidRDefault="00BB2703" w:rsidP="008D5BB3">
      <w:pPr>
        <w:ind w:left="284"/>
        <w:jc w:val="center"/>
        <w:rPr>
          <w:rFonts w:ascii="Arial" w:hAnsi="Arial" w:cs="Arial"/>
          <w:b/>
        </w:rPr>
      </w:pPr>
    </w:p>
    <w:p w14:paraId="5267CF2A" w14:textId="77777777" w:rsidR="00BB2703" w:rsidRPr="00336D9C" w:rsidRDefault="00BB2703" w:rsidP="008D5BB3">
      <w:pPr>
        <w:ind w:left="284"/>
        <w:jc w:val="center"/>
        <w:rPr>
          <w:rFonts w:ascii="Arial" w:hAnsi="Arial" w:cs="Arial"/>
        </w:rPr>
      </w:pPr>
    </w:p>
    <w:p w14:paraId="6F26A38C" w14:textId="196FC9B9" w:rsidR="00BB2703" w:rsidRPr="00336D9C" w:rsidRDefault="00BB2703" w:rsidP="008D5BB3">
      <w:pPr>
        <w:keepNext/>
        <w:spacing w:before="120" w:after="120" w:line="276" w:lineRule="auto"/>
        <w:ind w:left="284"/>
        <w:outlineLvl w:val="3"/>
        <w:rPr>
          <w:rFonts w:ascii="Arial" w:eastAsia="Calibri" w:hAnsi="Arial" w:cs="Arial"/>
          <w:lang w:eastAsia="en-US"/>
        </w:rPr>
      </w:pPr>
      <w:r w:rsidRPr="00336D9C">
        <w:rPr>
          <w:rFonts w:ascii="Arial" w:eastAsia="Calibri" w:hAnsi="Arial" w:cs="Arial"/>
          <w:lang w:eastAsia="en-US"/>
        </w:rPr>
        <w:t xml:space="preserve">                                                               </w:t>
      </w:r>
      <w:r w:rsidRPr="00336D9C">
        <w:rPr>
          <w:rFonts w:ascii="Arial" w:eastAsia="Calibri" w:hAnsi="Arial" w:cs="Arial"/>
          <w:lang w:eastAsia="en-US"/>
        </w:rPr>
        <w:tab/>
      </w:r>
      <w:r w:rsidRPr="00336D9C">
        <w:rPr>
          <w:rFonts w:ascii="Arial" w:eastAsia="Calibri" w:hAnsi="Arial" w:cs="Arial"/>
          <w:lang w:eastAsia="en-US"/>
        </w:rPr>
        <w:tab/>
        <w:t xml:space="preserve"> </w:t>
      </w:r>
    </w:p>
    <w:p w14:paraId="385D2CE4" w14:textId="77777777" w:rsidR="00BB2703" w:rsidRPr="00336D9C" w:rsidRDefault="00BB2703" w:rsidP="008D5BB3">
      <w:pPr>
        <w:tabs>
          <w:tab w:val="left" w:pos="7938"/>
        </w:tabs>
        <w:spacing w:after="200" w:line="276" w:lineRule="auto"/>
        <w:ind w:left="284"/>
        <w:rPr>
          <w:rFonts w:ascii="Arial" w:eastAsia="Calibri" w:hAnsi="Arial" w:cs="Arial"/>
          <w:lang w:eastAsia="en-US"/>
        </w:rPr>
      </w:pPr>
    </w:p>
    <w:p w14:paraId="69900A8E" w14:textId="77777777" w:rsidR="00BB2703" w:rsidRPr="00336D9C" w:rsidRDefault="00BB2703" w:rsidP="008D5BB3">
      <w:pPr>
        <w:keepNext/>
        <w:tabs>
          <w:tab w:val="left" w:pos="6804"/>
          <w:tab w:val="left" w:pos="7513"/>
        </w:tabs>
        <w:ind w:left="284"/>
        <w:jc w:val="both"/>
        <w:outlineLvl w:val="2"/>
        <w:rPr>
          <w:rFonts w:ascii="Arial" w:eastAsia="Calibri" w:hAnsi="Arial" w:cs="Arial"/>
          <w:lang w:eastAsia="en-US"/>
        </w:rPr>
      </w:pPr>
      <w:bookmarkStart w:id="3" w:name="_Toc29815642"/>
      <w:bookmarkStart w:id="4" w:name="_Toc34048231"/>
      <w:r w:rsidRPr="00336D9C">
        <w:rPr>
          <w:rFonts w:ascii="Arial" w:eastAsia="Calibri" w:hAnsi="Arial" w:cs="Arial"/>
          <w:lang w:eastAsia="en-US"/>
        </w:rPr>
        <w:t xml:space="preserve">Signature du responsable de la visite                         </w:t>
      </w:r>
      <w:r w:rsidRPr="00336D9C">
        <w:rPr>
          <w:rFonts w:ascii="Arial" w:eastAsia="Calibri" w:hAnsi="Arial" w:cs="Arial"/>
          <w:lang w:eastAsia="en-US"/>
        </w:rPr>
        <w:tab/>
        <w:t xml:space="preserve">Signature du </w:t>
      </w:r>
      <w:bookmarkEnd w:id="3"/>
      <w:r w:rsidRPr="00336D9C">
        <w:rPr>
          <w:rFonts w:ascii="Arial" w:eastAsia="Calibri" w:hAnsi="Arial" w:cs="Arial"/>
          <w:lang w:eastAsia="en-US"/>
        </w:rPr>
        <w:t>représentant de la société</w:t>
      </w:r>
      <w:bookmarkEnd w:id="4"/>
    </w:p>
    <w:p w14:paraId="55F1E0B9" w14:textId="77777777" w:rsidR="00BB2703" w:rsidRPr="00336D9C" w:rsidRDefault="00BB2703" w:rsidP="008D5BB3">
      <w:pPr>
        <w:spacing w:before="120" w:after="120" w:line="276" w:lineRule="auto"/>
        <w:ind w:left="284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</w:p>
    <w:p w14:paraId="3B46EBB4" w14:textId="77777777" w:rsidR="00BB2703" w:rsidRPr="00336D9C" w:rsidRDefault="00BB2703" w:rsidP="008D5BB3">
      <w:pPr>
        <w:spacing w:before="120" w:after="120" w:line="276" w:lineRule="auto"/>
        <w:ind w:left="284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</w:p>
    <w:p w14:paraId="2ACD31B5" w14:textId="77777777" w:rsidR="00BB2703" w:rsidRPr="00336D9C" w:rsidRDefault="00BB2703" w:rsidP="008D5BB3">
      <w:pPr>
        <w:spacing w:line="276" w:lineRule="auto"/>
        <w:ind w:left="284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</w:p>
    <w:p w14:paraId="0EF81D56" w14:textId="07BF9799" w:rsidR="00BB2703" w:rsidRPr="00336D9C" w:rsidRDefault="00BB2703" w:rsidP="008D5BB3">
      <w:pPr>
        <w:spacing w:line="276" w:lineRule="auto"/>
        <w:ind w:left="284"/>
        <w:jc w:val="center"/>
        <w:rPr>
          <w:rFonts w:ascii="Arial" w:eastAsia="Calibri" w:hAnsi="Arial" w:cs="Arial"/>
          <w:b/>
          <w:i/>
          <w:lang w:eastAsia="en-US"/>
        </w:rPr>
      </w:pPr>
    </w:p>
    <w:p w14:paraId="5F8A2A48" w14:textId="77777777" w:rsidR="00BB2703" w:rsidRPr="00336D9C" w:rsidRDefault="00BB2703" w:rsidP="008D5BB3">
      <w:pPr>
        <w:tabs>
          <w:tab w:val="left" w:pos="426"/>
        </w:tabs>
        <w:ind w:left="284"/>
        <w:jc w:val="both"/>
        <w:rPr>
          <w:rFonts w:ascii="Arial" w:hAnsi="Arial" w:cs="Arial"/>
        </w:rPr>
      </w:pPr>
    </w:p>
    <w:p w14:paraId="5284F548" w14:textId="77777777" w:rsidR="00BB2703" w:rsidRPr="00336D9C" w:rsidRDefault="00BB2703" w:rsidP="008D5BB3">
      <w:pPr>
        <w:tabs>
          <w:tab w:val="left" w:pos="426"/>
        </w:tabs>
        <w:ind w:left="284"/>
        <w:jc w:val="both"/>
        <w:rPr>
          <w:rFonts w:ascii="Arial" w:hAnsi="Arial" w:cs="Arial"/>
        </w:rPr>
      </w:pPr>
    </w:p>
    <w:p w14:paraId="03165A96" w14:textId="0978AEF7" w:rsidR="00E757C3" w:rsidRPr="00336D9C" w:rsidRDefault="00E757C3" w:rsidP="008D5BB3">
      <w:pPr>
        <w:tabs>
          <w:tab w:val="left" w:pos="8760"/>
        </w:tabs>
        <w:ind w:left="284"/>
        <w:rPr>
          <w:rFonts w:ascii="Arial" w:hAnsi="Arial" w:cs="Arial"/>
        </w:rPr>
      </w:pPr>
      <w:r w:rsidRPr="00336D9C">
        <w:rPr>
          <w:rFonts w:ascii="Arial" w:hAnsi="Arial" w:cs="Arial"/>
        </w:rPr>
        <w:tab/>
      </w:r>
    </w:p>
    <w:p w14:paraId="75DD00AF" w14:textId="62446C1E" w:rsidR="006C1AE6" w:rsidRPr="00336D9C" w:rsidRDefault="006C1AE6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75F4AD3C" w14:textId="420D8B58" w:rsidR="006C1AE6" w:rsidRDefault="006C1AE6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1CA78417" w14:textId="77777777" w:rsidR="00636C09" w:rsidRPr="00336D9C" w:rsidRDefault="00636C09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37E1554B" w14:textId="383DDD20" w:rsidR="006C1AE6" w:rsidRPr="00336D9C" w:rsidRDefault="006C1AE6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3858E938" w14:textId="1F4DDA34" w:rsidR="004D7296" w:rsidRDefault="004D7296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08B8CB0B" w14:textId="77777777" w:rsidR="000B338F" w:rsidRPr="00336D9C" w:rsidRDefault="000B338F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28C61F76" w14:textId="3718066F" w:rsidR="006C1AE6" w:rsidRPr="00336D9C" w:rsidRDefault="006C1AE6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09878A70" w14:textId="11062819" w:rsidR="006C1AE6" w:rsidRPr="00336D9C" w:rsidRDefault="006C1AE6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27272460" w14:textId="57F3BD8C" w:rsidR="006047DB" w:rsidRPr="00336D9C" w:rsidRDefault="006047DB" w:rsidP="008D5BB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ind w:left="284"/>
        <w:jc w:val="center"/>
        <w:outlineLvl w:val="1"/>
        <w:rPr>
          <w:rFonts w:ascii="Arial" w:eastAsia="Calibri" w:hAnsi="Arial" w:cs="Arial"/>
          <w:b/>
          <w:lang w:eastAsia="en-US"/>
        </w:rPr>
      </w:pPr>
      <w:bookmarkStart w:id="5" w:name="_Toc185235921"/>
      <w:bookmarkStart w:id="6" w:name="_Toc196807952"/>
      <w:r w:rsidRPr="00336D9C">
        <w:rPr>
          <w:rFonts w:ascii="Arial" w:eastAsia="Calibri" w:hAnsi="Arial" w:cs="Arial"/>
          <w:b/>
          <w:lang w:eastAsia="en-US"/>
        </w:rPr>
        <w:lastRenderedPageBreak/>
        <w:t xml:space="preserve">ANNEXE </w:t>
      </w:r>
      <w:r w:rsidR="00B615D8" w:rsidRPr="00336D9C">
        <w:rPr>
          <w:rFonts w:ascii="Arial" w:eastAsia="Calibri" w:hAnsi="Arial" w:cs="Arial"/>
          <w:b/>
          <w:lang w:eastAsia="en-US"/>
        </w:rPr>
        <w:t>4</w:t>
      </w:r>
      <w:r w:rsidRPr="00336D9C">
        <w:rPr>
          <w:rFonts w:ascii="Arial" w:eastAsia="Calibri" w:hAnsi="Arial" w:cs="Arial"/>
          <w:b/>
          <w:lang w:eastAsia="en-US"/>
        </w:rPr>
        <w:t xml:space="preserve"> - FICHE INCIDENT</w:t>
      </w:r>
      <w:bookmarkEnd w:id="5"/>
      <w:bookmarkEnd w:id="6"/>
    </w:p>
    <w:p w14:paraId="4E238A82" w14:textId="4623217F" w:rsidR="006047DB" w:rsidRPr="00336D9C" w:rsidRDefault="006047DB" w:rsidP="008D5BB3">
      <w:pPr>
        <w:tabs>
          <w:tab w:val="left" w:pos="8760"/>
        </w:tabs>
        <w:ind w:left="284"/>
        <w:jc w:val="center"/>
        <w:rPr>
          <w:rFonts w:ascii="Arial" w:hAnsi="Arial" w:cs="Arial"/>
        </w:rPr>
      </w:pPr>
      <w:r w:rsidRPr="00336D9C">
        <w:rPr>
          <w:rFonts w:ascii="Arial" w:hAnsi="Arial" w:cs="Arial"/>
        </w:rPr>
        <w:t>UTILISER IMPERATIVEMENT CETTE FICHE POUR TOUT INCIDENT</w:t>
      </w:r>
    </w:p>
    <w:p w14:paraId="44858B39" w14:textId="77777777" w:rsidR="006047DB" w:rsidRPr="00336D9C" w:rsidRDefault="006047DB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523AD60F" w14:textId="3D92A54F" w:rsidR="006047DB" w:rsidRPr="00336D9C" w:rsidRDefault="006047DB" w:rsidP="008D5BB3">
      <w:pPr>
        <w:tabs>
          <w:tab w:val="left" w:pos="8760"/>
        </w:tabs>
        <w:ind w:left="284"/>
        <w:jc w:val="center"/>
        <w:rPr>
          <w:rFonts w:ascii="Arial" w:hAnsi="Arial" w:cs="Arial"/>
          <w:i/>
        </w:rPr>
      </w:pPr>
      <w:r w:rsidRPr="00336D9C">
        <w:rPr>
          <w:rFonts w:ascii="Arial" w:hAnsi="Arial" w:cs="Arial"/>
          <w:i/>
        </w:rPr>
        <w:t>(</w:t>
      </w:r>
      <w:r w:rsidRPr="00336D9C">
        <w:rPr>
          <w:rFonts w:ascii="Arial" w:hAnsi="Arial" w:cs="Arial"/>
          <w:i/>
          <w:u w:val="single"/>
        </w:rPr>
        <w:t>Joindre si nécessaire une annexe relatant précisément l’incident</w:t>
      </w:r>
      <w:r w:rsidRPr="00336D9C">
        <w:rPr>
          <w:rFonts w:ascii="Arial" w:hAnsi="Arial" w:cs="Arial"/>
          <w:i/>
        </w:rPr>
        <w:t>)</w:t>
      </w:r>
    </w:p>
    <w:p w14:paraId="3DDC9853" w14:textId="77777777" w:rsidR="007772CC" w:rsidRPr="00336D9C" w:rsidRDefault="007772CC" w:rsidP="008D5BB3">
      <w:pPr>
        <w:tabs>
          <w:tab w:val="left" w:pos="8760"/>
        </w:tabs>
        <w:ind w:left="284"/>
        <w:jc w:val="center"/>
        <w:rPr>
          <w:rFonts w:ascii="Arial" w:hAnsi="Arial" w:cs="Arial"/>
        </w:rPr>
      </w:pPr>
    </w:p>
    <w:p w14:paraId="58011D7A" w14:textId="50A2DCCF" w:rsidR="006047DB" w:rsidRPr="00336D9C" w:rsidRDefault="007772CC" w:rsidP="008D5BB3">
      <w:pPr>
        <w:tabs>
          <w:tab w:val="left" w:pos="8760"/>
        </w:tabs>
        <w:ind w:left="284"/>
        <w:jc w:val="center"/>
        <w:rPr>
          <w:rFonts w:ascii="Arial" w:hAnsi="Arial" w:cs="Arial"/>
          <w:b/>
        </w:rPr>
      </w:pPr>
      <w:r w:rsidRPr="00336D9C">
        <w:rPr>
          <w:rFonts w:ascii="Arial" w:hAnsi="Arial" w:cs="Arial"/>
          <w:b/>
        </w:rPr>
        <w:t>Cette annexe est utilisée en cas d’incident constaté au cours de l’exécution du marché</w:t>
      </w: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7796"/>
      </w:tblGrid>
      <w:tr w:rsidR="006047DB" w:rsidRPr="00336D9C" w14:paraId="78A5A968" w14:textId="77777777" w:rsidTr="0049144C">
        <w:trPr>
          <w:cantSplit/>
          <w:trHeight w:val="397"/>
        </w:trPr>
        <w:tc>
          <w:tcPr>
            <w:tcW w:w="2665" w:type="dxa"/>
            <w:shd w:val="clear" w:color="auto" w:fill="auto"/>
            <w:vAlign w:val="center"/>
          </w:tcPr>
          <w:p w14:paraId="75D8092F" w14:textId="77777777" w:rsidR="006047DB" w:rsidRPr="00336D9C" w:rsidRDefault="006047DB" w:rsidP="008D5BB3">
            <w:pPr>
              <w:suppressAutoHyphens/>
              <w:ind w:left="284"/>
              <w:rPr>
                <w:rFonts w:ascii="Arial" w:eastAsia="Calibri" w:hAnsi="Arial" w:cs="Arial"/>
                <w:b/>
                <w:lang w:eastAsia="en-US"/>
              </w:rPr>
            </w:pPr>
            <w:r w:rsidRPr="00336D9C">
              <w:rPr>
                <w:rFonts w:ascii="Arial" w:eastAsia="Calibri" w:hAnsi="Arial" w:cs="Arial"/>
                <w:b/>
                <w:lang w:eastAsia="en-US"/>
              </w:rPr>
              <w:t>TITULAIRE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BE5379F" w14:textId="77777777" w:rsidR="006047DB" w:rsidRPr="00336D9C" w:rsidRDefault="006047DB" w:rsidP="008D5BB3">
            <w:pPr>
              <w:suppressAutoHyphens/>
              <w:ind w:left="284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14:paraId="2393D02A" w14:textId="77777777" w:rsidR="006047DB" w:rsidRPr="00336D9C" w:rsidRDefault="006047DB" w:rsidP="008D5BB3">
            <w:pPr>
              <w:suppressAutoHyphens/>
              <w:ind w:left="284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6047DB" w:rsidRPr="00336D9C" w14:paraId="14052D34" w14:textId="77777777" w:rsidTr="0049144C">
        <w:trPr>
          <w:cantSplit/>
          <w:trHeight w:val="397"/>
        </w:trPr>
        <w:tc>
          <w:tcPr>
            <w:tcW w:w="2665" w:type="dxa"/>
            <w:shd w:val="clear" w:color="auto" w:fill="auto"/>
            <w:vAlign w:val="center"/>
          </w:tcPr>
          <w:p w14:paraId="0660E5EF" w14:textId="791A67EC" w:rsidR="006047DB" w:rsidRPr="00336D9C" w:rsidRDefault="006047DB" w:rsidP="008D5BB3">
            <w:pPr>
              <w:suppressAutoHyphens/>
              <w:ind w:left="284"/>
              <w:rPr>
                <w:rFonts w:ascii="Arial" w:eastAsia="Calibri" w:hAnsi="Arial" w:cs="Arial"/>
                <w:b/>
                <w:lang w:eastAsia="en-US"/>
              </w:rPr>
            </w:pPr>
            <w:r w:rsidRPr="00336D9C">
              <w:rPr>
                <w:rFonts w:ascii="Arial" w:eastAsia="Calibri" w:hAnsi="Arial" w:cs="Arial"/>
                <w:b/>
                <w:lang w:eastAsia="en-US"/>
              </w:rPr>
              <w:t>N° DE MARCHE 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E61ABB5" w14:textId="77777777" w:rsidR="006047DB" w:rsidRPr="00336D9C" w:rsidRDefault="006047DB" w:rsidP="008D5BB3">
            <w:pPr>
              <w:suppressAutoHyphens/>
              <w:ind w:left="284"/>
              <w:rPr>
                <w:rFonts w:ascii="Arial" w:eastAsia="Calibri" w:hAnsi="Arial" w:cs="Arial"/>
                <w:lang w:eastAsia="en-US"/>
              </w:rPr>
            </w:pPr>
            <w:r w:rsidRPr="00336D9C">
              <w:rPr>
                <w:rFonts w:ascii="Arial" w:eastAsia="Calibri" w:hAnsi="Arial" w:cs="Arial"/>
                <w:lang w:eastAsia="en-US"/>
              </w:rPr>
              <w:t xml:space="preserve">2025 006 2025 </w:t>
            </w:r>
          </w:p>
        </w:tc>
      </w:tr>
      <w:tr w:rsidR="006047DB" w:rsidRPr="00336D9C" w14:paraId="394D38FF" w14:textId="77777777" w:rsidTr="0049144C">
        <w:trPr>
          <w:cantSplit/>
          <w:trHeight w:val="397"/>
        </w:trPr>
        <w:tc>
          <w:tcPr>
            <w:tcW w:w="2665" w:type="dxa"/>
            <w:shd w:val="clear" w:color="auto" w:fill="auto"/>
            <w:vAlign w:val="center"/>
          </w:tcPr>
          <w:p w14:paraId="25A3CD54" w14:textId="77777777" w:rsidR="006047DB" w:rsidRPr="00336D9C" w:rsidRDefault="006047DB" w:rsidP="008D5BB3">
            <w:pPr>
              <w:suppressAutoHyphens/>
              <w:ind w:left="284"/>
              <w:rPr>
                <w:rFonts w:ascii="Arial" w:eastAsia="Calibri" w:hAnsi="Arial" w:cs="Arial"/>
                <w:b/>
                <w:lang w:eastAsia="en-US"/>
              </w:rPr>
            </w:pPr>
            <w:r w:rsidRPr="00336D9C">
              <w:rPr>
                <w:rFonts w:ascii="Arial" w:eastAsia="Calibri" w:hAnsi="Arial" w:cs="Arial"/>
                <w:b/>
                <w:lang w:eastAsia="en-US"/>
              </w:rPr>
              <w:t>BENEFICIAIRE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808D427" w14:textId="77777777" w:rsidR="006047DB" w:rsidRPr="00336D9C" w:rsidRDefault="006047DB" w:rsidP="008D5BB3">
            <w:pPr>
              <w:suppressAutoHyphens/>
              <w:ind w:left="284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14:paraId="25BF9E55" w14:textId="77777777" w:rsidR="006047DB" w:rsidRPr="00336D9C" w:rsidRDefault="006047DB" w:rsidP="008D5BB3">
            <w:pPr>
              <w:suppressAutoHyphens/>
              <w:ind w:left="284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14:paraId="4329E544" w14:textId="77777777" w:rsidR="006047DB" w:rsidRPr="00336D9C" w:rsidRDefault="006047DB" w:rsidP="008D5BB3">
            <w:pPr>
              <w:suppressAutoHyphens/>
              <w:ind w:left="284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02F79D3E" w14:textId="0DFA8172" w:rsidR="0049144C" w:rsidRPr="00336D9C" w:rsidRDefault="006047DB" w:rsidP="008D5BB3">
      <w:pPr>
        <w:tabs>
          <w:tab w:val="left" w:pos="8760"/>
        </w:tabs>
        <w:ind w:left="284"/>
        <w:rPr>
          <w:rFonts w:ascii="Arial" w:hAnsi="Arial" w:cs="Arial"/>
          <w:b/>
        </w:rPr>
      </w:pPr>
      <w:r w:rsidRPr="00336D9C">
        <w:rPr>
          <w:rFonts w:ascii="Arial" w:hAnsi="Arial" w:cs="Arial"/>
          <w:b/>
        </w:rPr>
        <w:t xml:space="preserve">   </w:t>
      </w:r>
    </w:p>
    <w:tbl>
      <w:tblPr>
        <w:tblW w:w="104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"/>
        <w:gridCol w:w="2661"/>
        <w:gridCol w:w="2835"/>
        <w:gridCol w:w="2825"/>
        <w:gridCol w:w="152"/>
        <w:gridCol w:w="850"/>
        <w:gridCol w:w="694"/>
      </w:tblGrid>
      <w:tr w:rsidR="0049144C" w:rsidRPr="00336D9C" w14:paraId="623483C9" w14:textId="77777777" w:rsidTr="00CB409E">
        <w:trPr>
          <w:trHeight w:val="651"/>
          <w:jc w:val="center"/>
        </w:trPr>
        <w:tc>
          <w:tcPr>
            <w:tcW w:w="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57F889" w14:textId="77777777" w:rsidR="0049144C" w:rsidRPr="00336D9C" w:rsidRDefault="0049144C" w:rsidP="00EA2514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79E695A2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Actions menées par le prescripteur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074DFB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452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19475FD7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Observations éventuelles</w:t>
            </w:r>
          </w:p>
        </w:tc>
      </w:tr>
      <w:tr w:rsidR="0049144C" w:rsidRPr="00336D9C" w14:paraId="4E8E9ED8" w14:textId="77777777" w:rsidTr="00CB409E">
        <w:trPr>
          <w:trHeight w:val="748"/>
          <w:jc w:val="center"/>
        </w:trPr>
        <w:tc>
          <w:tcPr>
            <w:tcW w:w="3104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9734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Remarque verbale au fournisseur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6FEB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1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375E4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1389F040" w14:textId="77777777" w:rsidTr="00CB409E">
        <w:trPr>
          <w:trHeight w:val="823"/>
          <w:jc w:val="center"/>
        </w:trPr>
        <w:tc>
          <w:tcPr>
            <w:tcW w:w="3104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070976A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Remarque écrite au fournisseur</w:t>
            </w:r>
          </w:p>
          <w:p w14:paraId="0A6D9A4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</w:rPr>
              <w:t>(document à joindre à la fiche d’incident)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C41DF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2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452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63BE387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0FC20D84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05"/>
          <w:jc w:val="center"/>
        </w:trPr>
        <w:tc>
          <w:tcPr>
            <w:tcW w:w="443" w:type="dxa"/>
            <w:shd w:val="clear" w:color="auto" w:fill="FFFFFF"/>
          </w:tcPr>
          <w:p w14:paraId="2DD27CC0" w14:textId="77777777" w:rsidR="0049144C" w:rsidRPr="00336D9C" w:rsidRDefault="0049144C" w:rsidP="00EA2514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661" w:type="dxa"/>
            <w:shd w:val="clear" w:color="auto" w:fill="FFFFFF"/>
          </w:tcPr>
          <w:p w14:paraId="7F089FBF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Nature de l’incident</w:t>
            </w:r>
            <w:r w:rsidRPr="00336D9C">
              <w:rPr>
                <w:rFonts w:ascii="Arial" w:hAnsi="Arial" w:cs="Arial"/>
                <w:b/>
              </w:rPr>
              <w:br/>
              <w:t>(ou des incidents)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8E565F7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4521" w:type="dxa"/>
            <w:gridSpan w:val="4"/>
            <w:vMerge w:val="restart"/>
            <w:shd w:val="clear" w:color="auto" w:fill="D9D9D9"/>
            <w:vAlign w:val="center"/>
          </w:tcPr>
          <w:p w14:paraId="638566B5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Zone et type de prestation</w:t>
            </w:r>
          </w:p>
        </w:tc>
      </w:tr>
      <w:tr w:rsidR="0049144C" w:rsidRPr="00336D9C" w14:paraId="196D1FF2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18"/>
          <w:jc w:val="center"/>
        </w:trPr>
        <w:tc>
          <w:tcPr>
            <w:tcW w:w="3104" w:type="dxa"/>
            <w:gridSpan w:val="2"/>
            <w:vMerge w:val="restart"/>
            <w:shd w:val="clear" w:color="auto" w:fill="D9D9D9"/>
            <w:vAlign w:val="center"/>
          </w:tcPr>
          <w:p w14:paraId="228D39AD" w14:textId="77777777" w:rsidR="0049144C" w:rsidRPr="00336D9C" w:rsidRDefault="0049144C" w:rsidP="00EA2514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A – Non-respect du calendrier d’exécution des prestations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EEA6895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  <w:b/>
              </w:rPr>
              <w:t>Application de pénalités</w:t>
            </w:r>
          </w:p>
        </w:tc>
        <w:tc>
          <w:tcPr>
            <w:tcW w:w="4521" w:type="dxa"/>
            <w:gridSpan w:val="4"/>
            <w:vMerge/>
            <w:shd w:val="clear" w:color="auto" w:fill="D9D9D9"/>
            <w:vAlign w:val="center"/>
          </w:tcPr>
          <w:p w14:paraId="21BAE197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02BA6375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00"/>
          <w:jc w:val="center"/>
        </w:trPr>
        <w:tc>
          <w:tcPr>
            <w:tcW w:w="3104" w:type="dxa"/>
            <w:gridSpan w:val="2"/>
            <w:vMerge/>
            <w:shd w:val="clear" w:color="auto" w:fill="D9D9D9"/>
            <w:vAlign w:val="center"/>
          </w:tcPr>
          <w:p w14:paraId="0A6F425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6950924A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2825" w:type="dxa"/>
            <w:shd w:val="clear" w:color="auto" w:fill="D9D9D9"/>
            <w:vAlign w:val="center"/>
          </w:tcPr>
          <w:p w14:paraId="530911C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1696" w:type="dxa"/>
            <w:gridSpan w:val="3"/>
            <w:shd w:val="clear" w:color="auto" w:fill="D9D9D9"/>
            <w:vAlign w:val="center"/>
          </w:tcPr>
          <w:p w14:paraId="1DFCB50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0FD632C1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844"/>
          <w:jc w:val="center"/>
        </w:trPr>
        <w:tc>
          <w:tcPr>
            <w:tcW w:w="3104" w:type="dxa"/>
            <w:gridSpan w:val="2"/>
            <w:vAlign w:val="center"/>
          </w:tcPr>
          <w:p w14:paraId="438627AA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Retard délai d’intervention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AC8C64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4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2825" w:type="dxa"/>
            <w:shd w:val="clear" w:color="auto" w:fill="auto"/>
            <w:vAlign w:val="center"/>
          </w:tcPr>
          <w:p w14:paraId="5292847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9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1002" w:type="dxa"/>
            <w:gridSpan w:val="2"/>
            <w:vAlign w:val="center"/>
          </w:tcPr>
          <w:p w14:paraId="59F07C2E" w14:textId="77777777" w:rsidR="0049144C" w:rsidRPr="00336D9C" w:rsidRDefault="0049144C" w:rsidP="00EA2514">
            <w:pPr>
              <w:tabs>
                <w:tab w:val="left" w:pos="8760"/>
              </w:tabs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Nombre de jours de retard :</w:t>
            </w:r>
          </w:p>
        </w:tc>
        <w:tc>
          <w:tcPr>
            <w:tcW w:w="694" w:type="dxa"/>
            <w:vAlign w:val="center"/>
          </w:tcPr>
          <w:p w14:paraId="79D8DE54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487A3788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44"/>
          <w:jc w:val="center"/>
        </w:trPr>
        <w:tc>
          <w:tcPr>
            <w:tcW w:w="3104" w:type="dxa"/>
            <w:gridSpan w:val="2"/>
            <w:vAlign w:val="center"/>
          </w:tcPr>
          <w:p w14:paraId="2765E1DE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Délai d’intervention trop long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96CDA1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5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2825" w:type="dxa"/>
            <w:shd w:val="clear" w:color="auto" w:fill="auto"/>
            <w:vAlign w:val="center"/>
          </w:tcPr>
          <w:p w14:paraId="565B5402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8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1696" w:type="dxa"/>
            <w:gridSpan w:val="3"/>
            <w:vAlign w:val="center"/>
          </w:tcPr>
          <w:p w14:paraId="08B2A540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0E449A0A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04"/>
          <w:jc w:val="center"/>
        </w:trPr>
        <w:tc>
          <w:tcPr>
            <w:tcW w:w="10460" w:type="dxa"/>
            <w:gridSpan w:val="7"/>
            <w:vAlign w:val="center"/>
          </w:tcPr>
          <w:p w14:paraId="13B1277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  <w:i/>
              </w:rPr>
              <w:t>Dans l’affirmative, le calcul des pénalités est effectué par le RPA et transmis au titulaire</w:t>
            </w:r>
          </w:p>
        </w:tc>
      </w:tr>
      <w:tr w:rsidR="0049144C" w:rsidRPr="00336D9C" w14:paraId="6364D4A1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34"/>
          <w:jc w:val="center"/>
        </w:trPr>
        <w:tc>
          <w:tcPr>
            <w:tcW w:w="3104" w:type="dxa"/>
            <w:gridSpan w:val="2"/>
            <w:vMerge w:val="restart"/>
            <w:shd w:val="clear" w:color="auto" w:fill="D9D9D9"/>
            <w:vAlign w:val="center"/>
          </w:tcPr>
          <w:p w14:paraId="78D62AE0" w14:textId="7F71722D" w:rsidR="0049144C" w:rsidRPr="00336D9C" w:rsidRDefault="0049144C" w:rsidP="00EA2514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B – Prestations à réaliser</w:t>
            </w:r>
          </w:p>
        </w:tc>
        <w:tc>
          <w:tcPr>
            <w:tcW w:w="5812" w:type="dxa"/>
            <w:gridSpan w:val="3"/>
            <w:shd w:val="clear" w:color="auto" w:fill="D9D9D9"/>
            <w:vAlign w:val="center"/>
          </w:tcPr>
          <w:p w14:paraId="4B37CAE3" w14:textId="77777777" w:rsidR="0049144C" w:rsidRPr="00336D9C" w:rsidRDefault="0049144C" w:rsidP="00EA2514">
            <w:pPr>
              <w:tabs>
                <w:tab w:val="left" w:pos="8760"/>
              </w:tabs>
              <w:ind w:left="-73"/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  <w:b/>
              </w:rPr>
              <w:t>Application de réfactions</w:t>
            </w:r>
          </w:p>
        </w:tc>
        <w:tc>
          <w:tcPr>
            <w:tcW w:w="1544" w:type="dxa"/>
            <w:gridSpan w:val="2"/>
            <w:vMerge w:val="restart"/>
            <w:shd w:val="clear" w:color="auto" w:fill="D9D9D9"/>
            <w:vAlign w:val="center"/>
          </w:tcPr>
          <w:p w14:paraId="366F3584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Zone et type de prestation</w:t>
            </w:r>
          </w:p>
        </w:tc>
      </w:tr>
      <w:tr w:rsidR="0049144C" w:rsidRPr="00336D9C" w14:paraId="35C9999F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373"/>
          <w:jc w:val="center"/>
        </w:trPr>
        <w:tc>
          <w:tcPr>
            <w:tcW w:w="3104" w:type="dxa"/>
            <w:gridSpan w:val="2"/>
            <w:vMerge/>
            <w:shd w:val="clear" w:color="auto" w:fill="FFFFFF"/>
            <w:vAlign w:val="center"/>
          </w:tcPr>
          <w:p w14:paraId="2E3E0FD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1DF34FE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2977" w:type="dxa"/>
            <w:gridSpan w:val="2"/>
            <w:shd w:val="clear" w:color="auto" w:fill="D9D9D9"/>
            <w:vAlign w:val="center"/>
          </w:tcPr>
          <w:p w14:paraId="1A4E0B3F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1544" w:type="dxa"/>
            <w:gridSpan w:val="2"/>
            <w:vMerge/>
            <w:shd w:val="clear" w:color="auto" w:fill="FFFFFF"/>
            <w:vAlign w:val="center"/>
          </w:tcPr>
          <w:p w14:paraId="3F1222B0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38EA4AF0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71"/>
          <w:jc w:val="center"/>
        </w:trPr>
        <w:tc>
          <w:tcPr>
            <w:tcW w:w="3104" w:type="dxa"/>
            <w:gridSpan w:val="2"/>
            <w:vAlign w:val="center"/>
          </w:tcPr>
          <w:p w14:paraId="121740E1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Prestations non effectuées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20C298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0D6064F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vAlign w:val="center"/>
          </w:tcPr>
          <w:p w14:paraId="2DBCA3F2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6F7B362D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840"/>
          <w:jc w:val="center"/>
        </w:trPr>
        <w:tc>
          <w:tcPr>
            <w:tcW w:w="3104" w:type="dxa"/>
            <w:gridSpan w:val="2"/>
            <w:vAlign w:val="center"/>
          </w:tcPr>
          <w:p w14:paraId="0F49BE3B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Prestations partiellement effectuées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13A1EC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B378EF5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1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1544" w:type="dxa"/>
            <w:gridSpan w:val="2"/>
            <w:vAlign w:val="center"/>
          </w:tcPr>
          <w:p w14:paraId="7D743DFE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33EB6AA4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836"/>
          <w:jc w:val="center"/>
        </w:trPr>
        <w:tc>
          <w:tcPr>
            <w:tcW w:w="3104" w:type="dxa"/>
            <w:gridSpan w:val="2"/>
            <w:shd w:val="clear" w:color="auto" w:fill="auto"/>
            <w:vAlign w:val="center"/>
          </w:tcPr>
          <w:p w14:paraId="64DA54C1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  <w:u w:val="single"/>
              </w:rPr>
            </w:pPr>
            <w:r w:rsidRPr="00336D9C">
              <w:rPr>
                <w:rFonts w:ascii="Arial" w:hAnsi="Arial" w:cs="Arial"/>
                <w:b/>
              </w:rPr>
              <w:t>Prestations non conformes au CCTP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F26C6C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D362BD3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vAlign w:val="center"/>
          </w:tcPr>
          <w:p w14:paraId="623C0728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639211E0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59"/>
          <w:jc w:val="center"/>
        </w:trPr>
        <w:tc>
          <w:tcPr>
            <w:tcW w:w="3104" w:type="dxa"/>
            <w:gridSpan w:val="2"/>
            <w:shd w:val="clear" w:color="auto" w:fill="auto"/>
            <w:vAlign w:val="center"/>
          </w:tcPr>
          <w:p w14:paraId="6966D8A3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  <w:u w:val="single"/>
              </w:rPr>
              <w:t>Autres motifs 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91D4DC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3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A9FC81F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2"/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1544" w:type="dxa"/>
            <w:gridSpan w:val="2"/>
            <w:vAlign w:val="center"/>
          </w:tcPr>
          <w:p w14:paraId="3ECD430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175A2ABE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384"/>
          <w:jc w:val="center"/>
        </w:trPr>
        <w:tc>
          <w:tcPr>
            <w:tcW w:w="10460" w:type="dxa"/>
            <w:gridSpan w:val="7"/>
            <w:vAlign w:val="center"/>
          </w:tcPr>
          <w:p w14:paraId="75C4BB81" w14:textId="57860F91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  <w:i/>
              </w:rPr>
            </w:pPr>
            <w:r w:rsidRPr="00336D9C">
              <w:rPr>
                <w:rFonts w:ascii="Arial" w:hAnsi="Arial" w:cs="Arial"/>
                <w:b/>
                <w:i/>
              </w:rPr>
              <w:t>Dans l’affirmative, le calcul des réfactions est effectué par le RPA et transmis au titulaire</w:t>
            </w:r>
          </w:p>
        </w:tc>
      </w:tr>
      <w:tr w:rsidR="0049144C" w:rsidRPr="00336D9C" w14:paraId="67F8AD0F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590"/>
          <w:jc w:val="center"/>
        </w:trPr>
        <w:tc>
          <w:tcPr>
            <w:tcW w:w="3104" w:type="dxa"/>
            <w:gridSpan w:val="2"/>
            <w:vMerge w:val="restart"/>
            <w:shd w:val="clear" w:color="auto" w:fill="D9D9D9"/>
            <w:vAlign w:val="center"/>
          </w:tcPr>
          <w:p w14:paraId="79267DA2" w14:textId="17005EA7" w:rsidR="0049144C" w:rsidRPr="00453436" w:rsidRDefault="0049144C" w:rsidP="00CB409E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453436">
              <w:rPr>
                <w:rFonts w:ascii="Arial" w:hAnsi="Arial" w:cs="Arial"/>
                <w:b/>
                <w:lang w:val="en-US"/>
              </w:rPr>
              <w:t>C – Autre(s) nature(s) d’incident(s)</w:t>
            </w:r>
          </w:p>
        </w:tc>
        <w:tc>
          <w:tcPr>
            <w:tcW w:w="5812" w:type="dxa"/>
            <w:gridSpan w:val="3"/>
            <w:shd w:val="clear" w:color="auto" w:fill="D9D9D9"/>
            <w:vAlign w:val="center"/>
          </w:tcPr>
          <w:p w14:paraId="54AE9C0C" w14:textId="77777777" w:rsidR="0049144C" w:rsidRPr="00336D9C" w:rsidRDefault="0049144C" w:rsidP="00CB409E">
            <w:pPr>
              <w:tabs>
                <w:tab w:val="left" w:pos="8760"/>
              </w:tabs>
              <w:jc w:val="center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1544" w:type="dxa"/>
            <w:gridSpan w:val="2"/>
            <w:vMerge w:val="restart"/>
            <w:shd w:val="clear" w:color="auto" w:fill="D9D9D9"/>
            <w:vAlign w:val="center"/>
          </w:tcPr>
          <w:p w14:paraId="49A55D4A" w14:textId="77777777" w:rsidR="0049144C" w:rsidRPr="00336D9C" w:rsidRDefault="0049144C" w:rsidP="00CB409E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Observations éventuelles</w:t>
            </w:r>
          </w:p>
        </w:tc>
      </w:tr>
      <w:tr w:rsidR="0049144C" w:rsidRPr="00336D9C" w14:paraId="304275F5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19"/>
          <w:jc w:val="center"/>
        </w:trPr>
        <w:tc>
          <w:tcPr>
            <w:tcW w:w="3104" w:type="dxa"/>
            <w:gridSpan w:val="2"/>
            <w:vMerge/>
            <w:shd w:val="clear" w:color="auto" w:fill="E6E6E6"/>
            <w:vAlign w:val="center"/>
          </w:tcPr>
          <w:p w14:paraId="4A13F5BC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7AC70C9A" w14:textId="77777777" w:rsidR="0049144C" w:rsidRPr="00336D9C" w:rsidRDefault="0049144C" w:rsidP="00CB409E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2977" w:type="dxa"/>
            <w:gridSpan w:val="2"/>
            <w:shd w:val="clear" w:color="auto" w:fill="D9D9D9"/>
            <w:vAlign w:val="center"/>
          </w:tcPr>
          <w:p w14:paraId="413B71F2" w14:textId="77777777" w:rsidR="0049144C" w:rsidRPr="00336D9C" w:rsidRDefault="0049144C" w:rsidP="00CB409E">
            <w:pPr>
              <w:tabs>
                <w:tab w:val="left" w:pos="8760"/>
              </w:tabs>
              <w:ind w:left="-66"/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1544" w:type="dxa"/>
            <w:gridSpan w:val="2"/>
            <w:vMerge/>
            <w:shd w:val="clear" w:color="auto" w:fill="E6E6E6"/>
            <w:vAlign w:val="center"/>
          </w:tcPr>
          <w:p w14:paraId="208F3073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3AB24CFB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836"/>
          <w:jc w:val="center"/>
        </w:trPr>
        <w:tc>
          <w:tcPr>
            <w:tcW w:w="3104" w:type="dxa"/>
            <w:gridSpan w:val="2"/>
            <w:vAlign w:val="center"/>
          </w:tcPr>
          <w:p w14:paraId="00B40B1B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lastRenderedPageBreak/>
              <w:t>Tenue vestimentaire non appropriée des agents de l’entreprise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1AA8C8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7C9CD50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vAlign w:val="center"/>
          </w:tcPr>
          <w:p w14:paraId="33D62E13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1EF077F8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848"/>
          <w:jc w:val="center"/>
        </w:trPr>
        <w:tc>
          <w:tcPr>
            <w:tcW w:w="3104" w:type="dxa"/>
            <w:gridSpan w:val="2"/>
            <w:shd w:val="clear" w:color="auto" w:fill="auto"/>
            <w:vAlign w:val="center"/>
          </w:tcPr>
          <w:p w14:paraId="6540129C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Dégâts dus aux prestations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16CF8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4243441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vAlign w:val="center"/>
          </w:tcPr>
          <w:p w14:paraId="4BF55CA8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040DD719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848"/>
          <w:jc w:val="center"/>
        </w:trPr>
        <w:tc>
          <w:tcPr>
            <w:tcW w:w="3104" w:type="dxa"/>
            <w:gridSpan w:val="2"/>
            <w:shd w:val="clear" w:color="auto" w:fill="auto"/>
            <w:vAlign w:val="center"/>
          </w:tcPr>
          <w:p w14:paraId="0A371DE5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Facture non conforme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82818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CAFFFBE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vAlign w:val="center"/>
          </w:tcPr>
          <w:p w14:paraId="16F304DA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5157B9B8" w14:textId="77777777" w:rsidTr="00CB409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832"/>
          <w:jc w:val="center"/>
        </w:trPr>
        <w:tc>
          <w:tcPr>
            <w:tcW w:w="3104" w:type="dxa"/>
            <w:gridSpan w:val="2"/>
            <w:shd w:val="clear" w:color="auto" w:fill="auto"/>
            <w:vAlign w:val="center"/>
          </w:tcPr>
          <w:p w14:paraId="22017A87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  <w:u w:val="single"/>
              </w:rPr>
              <w:t xml:space="preserve">Autres motifs :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C65979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D6334ED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vAlign w:val="center"/>
          </w:tcPr>
          <w:p w14:paraId="51F223E4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383D7ABF" w14:textId="77777777" w:rsidTr="00CB409E">
        <w:trPr>
          <w:trHeight w:val="645"/>
          <w:jc w:val="center"/>
        </w:trPr>
        <w:tc>
          <w:tcPr>
            <w:tcW w:w="4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7CA428" w14:textId="77777777" w:rsidR="0049144C" w:rsidRPr="00336D9C" w:rsidRDefault="0049144C" w:rsidP="0030424F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6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21B263FB" w14:textId="77777777" w:rsidR="0049144C" w:rsidRPr="00336D9C" w:rsidRDefault="0049144C" w:rsidP="0030424F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Traitement du ou des incidents</w:t>
            </w:r>
            <w:r w:rsidRPr="00336D9C">
              <w:rPr>
                <w:rFonts w:ascii="Arial" w:hAnsi="Arial" w:cs="Arial"/>
                <w:b/>
              </w:rPr>
              <w:br/>
              <w:t>par le fournisseur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258AB" w14:textId="77777777" w:rsidR="0049144C" w:rsidRPr="00336D9C" w:rsidRDefault="0049144C" w:rsidP="0030424F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C0072B5" w14:textId="77777777" w:rsidR="0049144C" w:rsidRPr="00336D9C" w:rsidRDefault="0049144C" w:rsidP="0030424F">
            <w:pPr>
              <w:tabs>
                <w:tab w:val="left" w:pos="8760"/>
              </w:tabs>
              <w:jc w:val="center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Observations éventuelles</w:t>
            </w:r>
          </w:p>
        </w:tc>
      </w:tr>
      <w:tr w:rsidR="0049144C" w:rsidRPr="00336D9C" w14:paraId="3CA8BAD0" w14:textId="77777777" w:rsidTr="00CB409E">
        <w:trPr>
          <w:trHeight w:val="543"/>
          <w:jc w:val="center"/>
        </w:trPr>
        <w:tc>
          <w:tcPr>
            <w:tcW w:w="310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14:paraId="299AC7EE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 xml:space="preserve">- </w:t>
            </w:r>
            <w:r w:rsidRPr="00336D9C">
              <w:rPr>
                <w:rFonts w:ascii="Arial" w:hAnsi="Arial" w:cs="Arial"/>
                <w:b/>
                <w:u w:val="single"/>
              </w:rPr>
              <w:t>incident(s) traité(s) rapidement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14:paraId="31F4C76F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nil"/>
              <w:bottom w:val="nil"/>
            </w:tcBorders>
          </w:tcPr>
          <w:p w14:paraId="1693BC3A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08A806A0" w14:textId="77777777" w:rsidTr="00CB409E">
        <w:trPr>
          <w:trHeight w:val="929"/>
          <w:jc w:val="center"/>
        </w:trPr>
        <w:tc>
          <w:tcPr>
            <w:tcW w:w="310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0138AD1" w14:textId="0FBF6F90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sym w:font="Wingdings" w:char="F077"/>
            </w:r>
            <w:r w:rsidRPr="00336D9C">
              <w:rPr>
                <w:rFonts w:ascii="Arial" w:hAnsi="Arial" w:cs="Arial"/>
              </w:rPr>
              <w:t xml:space="preserve"> et qui ne s’est (ne se sont) pas renouvelé(s)</w:t>
            </w:r>
          </w:p>
        </w:tc>
        <w:tc>
          <w:tcPr>
            <w:tcW w:w="581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C131D0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6A0FA1E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4E1BBE24" w14:textId="77777777" w:rsidTr="00CB409E">
        <w:trPr>
          <w:trHeight w:val="917"/>
          <w:jc w:val="center"/>
        </w:trPr>
        <w:tc>
          <w:tcPr>
            <w:tcW w:w="3104" w:type="dxa"/>
            <w:gridSpan w:val="2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14:paraId="3112E4AB" w14:textId="5639251D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sym w:font="Wingdings" w:char="F077"/>
            </w:r>
            <w:r w:rsidRPr="00336D9C">
              <w:rPr>
                <w:rFonts w:ascii="Arial" w:hAnsi="Arial" w:cs="Arial"/>
              </w:rPr>
              <w:t xml:space="preserve"> mais qui s’est (se sont) renouvelé(s)</w:t>
            </w:r>
          </w:p>
        </w:tc>
        <w:tc>
          <w:tcPr>
            <w:tcW w:w="581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B44F8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42F1B78F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23A972BC" w14:textId="77777777" w:rsidTr="00CB409E">
        <w:trPr>
          <w:trHeight w:val="986"/>
          <w:jc w:val="center"/>
        </w:trPr>
        <w:tc>
          <w:tcPr>
            <w:tcW w:w="310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95A5913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- incident(s) en cours de règlement</w:t>
            </w:r>
          </w:p>
        </w:tc>
        <w:tc>
          <w:tcPr>
            <w:tcW w:w="581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17FA41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4E86CF9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41950E00" w14:textId="77777777" w:rsidTr="00CB409E">
        <w:trPr>
          <w:trHeight w:val="972"/>
          <w:jc w:val="center"/>
        </w:trPr>
        <w:tc>
          <w:tcPr>
            <w:tcW w:w="310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6A36DD0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</w:rPr>
            </w:pPr>
            <w:r w:rsidRPr="00336D9C">
              <w:rPr>
                <w:rFonts w:ascii="Arial" w:hAnsi="Arial" w:cs="Arial"/>
              </w:rPr>
              <w:t>- incident(s) non réglé(s) à ce jour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8A46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9C">
              <w:rPr>
                <w:rFonts w:ascii="Arial" w:hAnsi="Arial" w:cs="Arial"/>
                <w:b/>
              </w:rPr>
              <w:instrText xml:space="preserve"> FORMCHECKBOX </w:instrText>
            </w:r>
            <w:r w:rsidR="00636C09">
              <w:rPr>
                <w:rFonts w:ascii="Arial" w:hAnsi="Arial" w:cs="Arial"/>
                <w:b/>
              </w:rPr>
            </w:r>
            <w:r w:rsidR="00636C09">
              <w:rPr>
                <w:rFonts w:ascii="Arial" w:hAnsi="Arial" w:cs="Arial"/>
                <w:b/>
              </w:rPr>
              <w:fldChar w:fldCharType="separate"/>
            </w:r>
            <w:r w:rsidRPr="00336D9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4879CBE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</w:p>
        </w:tc>
      </w:tr>
      <w:tr w:rsidR="0049144C" w:rsidRPr="00336D9C" w14:paraId="4F6C5F4F" w14:textId="77777777" w:rsidTr="00CB409E">
        <w:trPr>
          <w:trHeight w:val="543"/>
          <w:jc w:val="center"/>
        </w:trPr>
        <w:tc>
          <w:tcPr>
            <w:tcW w:w="10460" w:type="dxa"/>
            <w:gridSpan w:val="7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E46DBD6" w14:textId="77777777" w:rsidR="0049144C" w:rsidRPr="00336D9C" w:rsidRDefault="0049144C" w:rsidP="008D5BB3">
            <w:pPr>
              <w:tabs>
                <w:tab w:val="left" w:pos="8760"/>
              </w:tabs>
              <w:ind w:left="284"/>
              <w:rPr>
                <w:rFonts w:ascii="Arial" w:hAnsi="Arial" w:cs="Arial"/>
                <w:b/>
              </w:rPr>
            </w:pPr>
            <w:r w:rsidRPr="00336D9C">
              <w:rPr>
                <w:rFonts w:ascii="Arial" w:hAnsi="Arial" w:cs="Arial"/>
                <w:b/>
              </w:rPr>
              <w:t>UTILISER IMPERATIVEMENT CETTE FICHE POUR TOUT INCIDENT</w:t>
            </w:r>
          </w:p>
        </w:tc>
      </w:tr>
    </w:tbl>
    <w:p w14:paraId="252ECA19" w14:textId="496EBCA2" w:rsidR="006047DB" w:rsidRPr="00336D9C" w:rsidRDefault="006047DB" w:rsidP="008D5BB3">
      <w:pPr>
        <w:tabs>
          <w:tab w:val="left" w:pos="8760"/>
        </w:tabs>
        <w:ind w:left="284"/>
        <w:rPr>
          <w:rFonts w:ascii="Arial" w:hAnsi="Arial" w:cs="Arial"/>
        </w:rPr>
      </w:pPr>
    </w:p>
    <w:p w14:paraId="4DEF11B1" w14:textId="77777777" w:rsidR="006047DB" w:rsidRPr="00336D9C" w:rsidRDefault="006047DB" w:rsidP="008D5BB3">
      <w:pPr>
        <w:spacing w:before="120" w:line="276" w:lineRule="auto"/>
        <w:ind w:left="284"/>
        <w:rPr>
          <w:rFonts w:ascii="Arial" w:hAnsi="Arial" w:cs="Arial"/>
          <w:color w:val="FF0000"/>
        </w:rPr>
      </w:pPr>
      <w:r w:rsidRPr="00336D9C">
        <w:rPr>
          <w:rFonts w:ascii="Arial" w:eastAsia="Calibri" w:hAnsi="Arial" w:cs="Arial"/>
          <w:b/>
          <w:u w:val="single"/>
          <w:lang w:eastAsia="en-US"/>
        </w:rPr>
        <w:t>OBSERVATION (S) du titulaire</w:t>
      </w:r>
      <w:r w:rsidRPr="00336D9C">
        <w:rPr>
          <w:rFonts w:ascii="Arial" w:eastAsia="Calibri" w:hAnsi="Arial" w:cs="Arial"/>
          <w:b/>
          <w:lang w:eastAsia="en-US"/>
        </w:rPr>
        <w:t> :</w:t>
      </w:r>
    </w:p>
    <w:p w14:paraId="67867F93" w14:textId="77777777" w:rsidR="006047DB" w:rsidRPr="00336D9C" w:rsidRDefault="006047DB" w:rsidP="008D5BB3">
      <w:pPr>
        <w:ind w:left="284"/>
        <w:jc w:val="both"/>
        <w:rPr>
          <w:rFonts w:ascii="Arial" w:hAnsi="Arial" w:cs="Arial"/>
          <w:color w:val="FF0000"/>
        </w:rPr>
      </w:pPr>
    </w:p>
    <w:p w14:paraId="7EC013ED" w14:textId="77777777" w:rsidR="006047DB" w:rsidRPr="00336D9C" w:rsidRDefault="006047DB" w:rsidP="008D5BB3">
      <w:pPr>
        <w:ind w:left="284"/>
        <w:jc w:val="both"/>
        <w:rPr>
          <w:rFonts w:ascii="Arial" w:hAnsi="Arial" w:cs="Arial"/>
          <w:color w:val="FF0000"/>
        </w:rPr>
      </w:pPr>
    </w:p>
    <w:p w14:paraId="2EBEBF60" w14:textId="77777777" w:rsidR="006047DB" w:rsidRPr="00336D9C" w:rsidRDefault="006047DB" w:rsidP="008D5BB3">
      <w:pPr>
        <w:ind w:left="284"/>
        <w:jc w:val="both"/>
        <w:rPr>
          <w:rFonts w:ascii="Arial" w:hAnsi="Arial" w:cs="Arial"/>
          <w:color w:val="FF0000"/>
        </w:rPr>
      </w:pPr>
    </w:p>
    <w:p w14:paraId="66C0A123" w14:textId="77777777" w:rsidR="006047DB" w:rsidRPr="00336D9C" w:rsidRDefault="006047DB" w:rsidP="008D5BB3">
      <w:pPr>
        <w:ind w:left="284"/>
        <w:jc w:val="both"/>
        <w:rPr>
          <w:rFonts w:ascii="Arial" w:hAnsi="Arial" w:cs="Arial"/>
          <w:color w:val="FF0000"/>
        </w:rPr>
      </w:pPr>
    </w:p>
    <w:p w14:paraId="06F29EB3" w14:textId="77777777" w:rsidR="006047DB" w:rsidRPr="00336D9C" w:rsidRDefault="006047DB" w:rsidP="008D5BB3">
      <w:pPr>
        <w:ind w:left="284"/>
        <w:jc w:val="both"/>
        <w:rPr>
          <w:rFonts w:ascii="Arial" w:hAnsi="Arial" w:cs="Arial"/>
          <w:color w:val="FF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6047DB" w:rsidRPr="00336D9C" w14:paraId="4ABA7657" w14:textId="77777777" w:rsidTr="006047DB">
        <w:trPr>
          <w:trHeight w:val="1684"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BEEA7B" w14:textId="77777777" w:rsidR="006047DB" w:rsidRPr="00336D9C" w:rsidRDefault="006047DB" w:rsidP="008D5BB3">
            <w:pPr>
              <w:spacing w:before="120"/>
              <w:ind w:left="284"/>
              <w:rPr>
                <w:rFonts w:ascii="Arial" w:hAnsi="Arial" w:cs="Arial"/>
                <w:color w:val="000000"/>
              </w:rPr>
            </w:pPr>
            <w:r w:rsidRPr="00336D9C">
              <w:rPr>
                <w:rFonts w:ascii="Arial" w:hAnsi="Arial" w:cs="Arial"/>
                <w:color w:val="000000"/>
                <w:u w:val="single"/>
              </w:rPr>
              <w:t xml:space="preserve">Représentant de la société </w:t>
            </w:r>
            <w:r w:rsidRPr="00336D9C">
              <w:rPr>
                <w:rFonts w:ascii="Arial" w:hAnsi="Arial" w:cs="Arial"/>
                <w:color w:val="000000"/>
              </w:rPr>
              <w:t>:</w:t>
            </w:r>
          </w:p>
          <w:p w14:paraId="4B364607" w14:textId="77777777" w:rsidR="006047DB" w:rsidRPr="00336D9C" w:rsidRDefault="006047DB" w:rsidP="008D5BB3">
            <w:pPr>
              <w:spacing w:before="120"/>
              <w:ind w:left="284"/>
              <w:rPr>
                <w:rFonts w:ascii="Arial" w:hAnsi="Arial" w:cs="Arial"/>
                <w:color w:val="000000"/>
              </w:rPr>
            </w:pPr>
            <w:r w:rsidRPr="00336D9C">
              <w:rPr>
                <w:rFonts w:ascii="Arial" w:hAnsi="Arial" w:cs="Arial"/>
                <w:color w:val="000000"/>
              </w:rPr>
              <w:t>Nom - Prénom :</w:t>
            </w:r>
          </w:p>
          <w:p w14:paraId="7C29501C" w14:textId="77777777" w:rsidR="006047DB" w:rsidRPr="00336D9C" w:rsidRDefault="006047DB" w:rsidP="008D5BB3">
            <w:pPr>
              <w:ind w:left="284"/>
              <w:rPr>
                <w:rFonts w:ascii="Arial" w:hAnsi="Arial" w:cs="Arial"/>
                <w:color w:val="000000"/>
              </w:rPr>
            </w:pPr>
            <w:r w:rsidRPr="00336D9C">
              <w:rPr>
                <w:rFonts w:ascii="Arial" w:hAnsi="Arial" w:cs="Arial"/>
                <w:color w:val="000000"/>
              </w:rPr>
              <w:t>Date et signature :</w:t>
            </w:r>
            <w:r w:rsidRPr="00336D9C">
              <w:rPr>
                <w:rFonts w:ascii="Arial" w:hAnsi="Arial" w:cs="Arial"/>
                <w:color w:val="000000"/>
              </w:rPr>
              <w:tab/>
            </w:r>
          </w:p>
          <w:p w14:paraId="57F32CA5" w14:textId="77777777" w:rsidR="006047DB" w:rsidRPr="00336D9C" w:rsidRDefault="006047DB" w:rsidP="008D5BB3">
            <w:pPr>
              <w:ind w:left="284"/>
              <w:rPr>
                <w:rFonts w:ascii="Arial" w:hAnsi="Arial" w:cs="Arial"/>
                <w:color w:val="000000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049421" w14:textId="77777777" w:rsidR="006047DB" w:rsidRPr="00336D9C" w:rsidRDefault="006047DB" w:rsidP="008D5BB3">
            <w:pPr>
              <w:spacing w:before="120"/>
              <w:ind w:left="284"/>
              <w:rPr>
                <w:rFonts w:ascii="Arial" w:hAnsi="Arial" w:cs="Arial"/>
                <w:color w:val="000000"/>
              </w:rPr>
            </w:pPr>
            <w:r w:rsidRPr="00336D9C">
              <w:rPr>
                <w:rFonts w:ascii="Arial" w:hAnsi="Arial" w:cs="Arial"/>
                <w:color w:val="000000"/>
                <w:u w:val="single"/>
              </w:rPr>
              <w:t>Représentant de l’entité MINARM bénéficiaire</w:t>
            </w:r>
            <w:r w:rsidRPr="00336D9C">
              <w:rPr>
                <w:rFonts w:ascii="Arial" w:hAnsi="Arial" w:cs="Arial"/>
                <w:color w:val="000000"/>
              </w:rPr>
              <w:t xml:space="preserve"> :</w:t>
            </w:r>
          </w:p>
          <w:p w14:paraId="75B375D3" w14:textId="77777777" w:rsidR="006047DB" w:rsidRPr="00336D9C" w:rsidRDefault="006047DB" w:rsidP="008D5BB3">
            <w:pPr>
              <w:spacing w:before="120"/>
              <w:ind w:left="284"/>
              <w:rPr>
                <w:rFonts w:ascii="Arial" w:hAnsi="Arial" w:cs="Arial"/>
                <w:color w:val="000000"/>
              </w:rPr>
            </w:pPr>
            <w:r w:rsidRPr="00336D9C">
              <w:rPr>
                <w:rFonts w:ascii="Arial" w:hAnsi="Arial" w:cs="Arial"/>
                <w:color w:val="000000"/>
              </w:rPr>
              <w:t xml:space="preserve">Nom - Prénom : </w:t>
            </w:r>
          </w:p>
          <w:p w14:paraId="00BC1691" w14:textId="77777777" w:rsidR="006047DB" w:rsidRPr="00336D9C" w:rsidRDefault="006047DB" w:rsidP="008D5BB3">
            <w:pPr>
              <w:ind w:left="284"/>
              <w:rPr>
                <w:rFonts w:ascii="Arial" w:hAnsi="Arial" w:cs="Arial"/>
                <w:color w:val="000000"/>
              </w:rPr>
            </w:pPr>
            <w:r w:rsidRPr="00336D9C">
              <w:rPr>
                <w:rFonts w:ascii="Arial" w:hAnsi="Arial" w:cs="Arial"/>
                <w:color w:val="000000"/>
              </w:rPr>
              <w:t>Date et signature :</w:t>
            </w:r>
          </w:p>
        </w:tc>
      </w:tr>
    </w:tbl>
    <w:p w14:paraId="6E5AD440" w14:textId="77777777" w:rsidR="006047DB" w:rsidRPr="00336D9C" w:rsidRDefault="006047DB" w:rsidP="008D5BB3">
      <w:pPr>
        <w:ind w:left="284"/>
        <w:jc w:val="both"/>
        <w:rPr>
          <w:rFonts w:ascii="Arial" w:hAnsi="Arial" w:cs="Arial"/>
          <w:color w:val="FF0000"/>
        </w:rPr>
      </w:pPr>
    </w:p>
    <w:p w14:paraId="3790F180" w14:textId="77777777" w:rsidR="006047DB" w:rsidRPr="00336D9C" w:rsidRDefault="006047DB" w:rsidP="008D5BB3">
      <w:pPr>
        <w:tabs>
          <w:tab w:val="left" w:pos="8760"/>
        </w:tabs>
        <w:ind w:left="284"/>
        <w:rPr>
          <w:rFonts w:ascii="Arial" w:hAnsi="Arial" w:cs="Arial"/>
        </w:rPr>
      </w:pPr>
    </w:p>
    <w:sectPr w:rsidR="006047DB" w:rsidRPr="00336D9C" w:rsidSect="00234683">
      <w:footerReference w:type="default" r:id="rId10"/>
      <w:headerReference w:type="first" r:id="rId11"/>
      <w:footerReference w:type="first" r:id="rId12"/>
      <w:pgSz w:w="11907" w:h="16840" w:code="9"/>
      <w:pgMar w:top="720" w:right="720" w:bottom="720" w:left="720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7A37B" w14:textId="77777777" w:rsidR="00336D9C" w:rsidRDefault="00336D9C">
      <w:r>
        <w:separator/>
      </w:r>
    </w:p>
  </w:endnote>
  <w:endnote w:type="continuationSeparator" w:id="0">
    <w:p w14:paraId="3AC17459" w14:textId="77777777" w:rsidR="00336D9C" w:rsidRDefault="00336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02DD" w14:textId="54E50A9B" w:rsidR="00336D9C" w:rsidRPr="003B5BC6" w:rsidRDefault="00336D9C" w:rsidP="00025ED8">
    <w:pPr>
      <w:pStyle w:val="Pieddepage"/>
    </w:pPr>
    <w:r w:rsidRPr="00463351">
      <w:rPr>
        <w:rFonts w:ascii="Arial" w:hAnsi="Arial" w:cs="Arial"/>
        <w:color w:val="A6A6A6"/>
        <w:sz w:val="22"/>
        <w:szCs w:val="22"/>
      </w:rPr>
      <w:fldChar w:fldCharType="begin"/>
    </w:r>
    <w:r w:rsidRPr="00463351">
      <w:rPr>
        <w:rFonts w:ascii="Arial" w:hAnsi="Arial" w:cs="Arial"/>
        <w:color w:val="A6A6A6"/>
        <w:sz w:val="22"/>
        <w:szCs w:val="22"/>
      </w:rPr>
      <w:instrText xml:space="preserve"> GOTOBUTTON  NuméroDAF </w:instrText>
    </w:r>
    <w:r w:rsidRPr="00463351">
      <w:rPr>
        <w:rFonts w:ascii="Arial" w:hAnsi="Arial" w:cs="Arial"/>
        <w:color w:val="A6A6A6"/>
        <w:sz w:val="22"/>
        <w:szCs w:val="22"/>
      </w:rPr>
      <w:fldChar w:fldCharType="end"/>
    </w:r>
    <w:r w:rsidRPr="00463351">
      <w:rPr>
        <w:rFonts w:ascii="Arial" w:hAnsi="Arial" w:cs="Arial"/>
        <w:b/>
        <w:color w:val="000000"/>
        <w:sz w:val="22"/>
        <w:szCs w:val="22"/>
      </w:rPr>
      <w:t xml:space="preserve"> </w:t>
    </w:r>
    <w:r>
      <w:rPr>
        <w:rFonts w:ascii="Arial" w:hAnsi="Arial" w:cs="Arial"/>
        <w:b/>
        <w:color w:val="000000"/>
        <w:sz w:val="22"/>
        <w:szCs w:val="22"/>
      </w:rPr>
      <w:t xml:space="preserve">                                                                            DAF 2025_000703</w:t>
    </w:r>
    <w:r w:rsidRPr="00463351">
      <w:rPr>
        <w:rFonts w:ascii="Arial" w:hAnsi="Arial" w:cs="Arial"/>
        <w:color w:val="A6A6A6"/>
        <w:sz w:val="22"/>
        <w:szCs w:val="22"/>
      </w:rPr>
      <w:t xml:space="preserve">  </w:t>
    </w:r>
    <w:r w:rsidRPr="00463351">
      <w:rPr>
        <w:rFonts w:ascii="Arial" w:hAnsi="Arial" w:cs="Arial"/>
        <w:color w:val="A6A6A6"/>
        <w:sz w:val="18"/>
        <w:szCs w:val="18"/>
      </w:rPr>
      <w:t xml:space="preserve">                             </w:t>
    </w:r>
    <w:r>
      <w:rPr>
        <w:rFonts w:ascii="Arial" w:hAnsi="Arial" w:cs="Arial"/>
        <w:color w:val="A6A6A6"/>
        <w:sz w:val="18"/>
        <w:szCs w:val="18"/>
      </w:rPr>
      <w:t xml:space="preserve">                             </w:t>
    </w:r>
    <w:r w:rsidRPr="003B5BC6">
      <w:rPr>
        <w:rFonts w:ascii="Arial" w:hAnsi="Arial" w:cs="Arial"/>
        <w:sz w:val="18"/>
        <w:szCs w:val="18"/>
      </w:rPr>
      <w:t xml:space="preserve">Page </w:t>
    </w:r>
    <w:r w:rsidRPr="003B5BC6">
      <w:rPr>
        <w:rFonts w:ascii="Arial" w:hAnsi="Arial" w:cs="Arial"/>
        <w:b/>
        <w:bCs/>
        <w:sz w:val="18"/>
        <w:szCs w:val="18"/>
      </w:rPr>
      <w:fldChar w:fldCharType="begin"/>
    </w:r>
    <w:r w:rsidRPr="003B5BC6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B5BC6">
      <w:rPr>
        <w:rFonts w:ascii="Arial" w:hAnsi="Arial" w:cs="Arial"/>
        <w:b/>
        <w:bCs/>
        <w:sz w:val="18"/>
        <w:szCs w:val="18"/>
      </w:rPr>
      <w:fldChar w:fldCharType="separate"/>
    </w:r>
    <w:r w:rsidR="00636C09">
      <w:rPr>
        <w:rFonts w:ascii="Arial" w:hAnsi="Arial" w:cs="Arial"/>
        <w:b/>
        <w:bCs/>
        <w:noProof/>
        <w:sz w:val="18"/>
        <w:szCs w:val="18"/>
      </w:rPr>
      <w:t>10</w:t>
    </w:r>
    <w:r w:rsidRPr="003B5BC6">
      <w:rPr>
        <w:rFonts w:ascii="Arial" w:hAnsi="Arial" w:cs="Arial"/>
        <w:b/>
        <w:bCs/>
        <w:sz w:val="18"/>
        <w:szCs w:val="18"/>
      </w:rPr>
      <w:fldChar w:fldCharType="end"/>
    </w:r>
    <w:r w:rsidRPr="003B5BC6">
      <w:rPr>
        <w:rFonts w:ascii="Arial" w:hAnsi="Arial" w:cs="Arial"/>
        <w:b/>
        <w:bCs/>
        <w:sz w:val="18"/>
        <w:szCs w:val="18"/>
      </w:rPr>
      <w:t>/</w:t>
    </w:r>
    <w:r w:rsidRPr="003B5BC6">
      <w:rPr>
        <w:rFonts w:ascii="Arial" w:hAnsi="Arial" w:cs="Arial"/>
        <w:b/>
        <w:bCs/>
        <w:sz w:val="18"/>
        <w:szCs w:val="18"/>
      </w:rPr>
      <w:fldChar w:fldCharType="begin"/>
    </w:r>
    <w:r w:rsidRPr="003B5BC6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B5BC6">
      <w:rPr>
        <w:rFonts w:ascii="Arial" w:hAnsi="Arial" w:cs="Arial"/>
        <w:b/>
        <w:bCs/>
        <w:sz w:val="18"/>
        <w:szCs w:val="18"/>
      </w:rPr>
      <w:fldChar w:fldCharType="separate"/>
    </w:r>
    <w:r w:rsidR="00636C09">
      <w:rPr>
        <w:rFonts w:ascii="Arial" w:hAnsi="Arial" w:cs="Arial"/>
        <w:b/>
        <w:bCs/>
        <w:noProof/>
        <w:sz w:val="18"/>
        <w:szCs w:val="18"/>
      </w:rPr>
      <w:t>10</w:t>
    </w:r>
    <w:r w:rsidRPr="003B5BC6">
      <w:rPr>
        <w:rFonts w:ascii="Arial" w:hAnsi="Arial" w:cs="Arial"/>
        <w:b/>
        <w:bCs/>
        <w:sz w:val="18"/>
        <w:szCs w:val="18"/>
      </w:rPr>
      <w:fldChar w:fldCharType="end"/>
    </w:r>
  </w:p>
  <w:p w14:paraId="0569BFCE" w14:textId="6089BD60" w:rsidR="00336D9C" w:rsidRDefault="00336D9C" w:rsidP="00C70076">
    <w:pPr>
      <w:pStyle w:val="Pieddepage"/>
      <w:jc w:val="right"/>
    </w:pPr>
  </w:p>
  <w:p w14:paraId="4B357653" w14:textId="77777777" w:rsidR="00336D9C" w:rsidRDefault="00336D9C"/>
  <w:p w14:paraId="00C7BC26" w14:textId="77777777" w:rsidR="00336D9C" w:rsidRDefault="00336D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A3EF9" w14:textId="16E9B877" w:rsidR="00336D9C" w:rsidRDefault="00336D9C" w:rsidP="00025ED8">
    <w:pPr>
      <w:pStyle w:val="Pieddepage"/>
    </w:pPr>
    <w:r w:rsidRPr="00E97727">
      <w:rPr>
        <w:rFonts w:ascii="Arial" w:hAnsi="Arial" w:cs="Arial"/>
        <w:color w:val="A6A6A6"/>
      </w:rPr>
      <w:fldChar w:fldCharType="begin"/>
    </w:r>
    <w:r w:rsidRPr="00E97727">
      <w:rPr>
        <w:rFonts w:ascii="Arial" w:hAnsi="Arial" w:cs="Arial"/>
        <w:color w:val="A6A6A6"/>
      </w:rPr>
      <w:instrText xml:space="preserve"> GOTOBUTTON  NuméroDAF </w:instrText>
    </w:r>
    <w:r w:rsidRPr="00E97727">
      <w:rPr>
        <w:rFonts w:ascii="Arial" w:hAnsi="Arial" w:cs="Arial"/>
        <w:color w:val="A6A6A6"/>
      </w:rPr>
      <w:fldChar w:fldCharType="end"/>
    </w:r>
    <w:r w:rsidRPr="00E97727">
      <w:rPr>
        <w:rFonts w:ascii="Arial" w:hAnsi="Arial" w:cs="Arial"/>
        <w:b/>
        <w:color w:val="000000"/>
      </w:rPr>
      <w:t xml:space="preserve">                                                             </w:t>
    </w:r>
    <w:r>
      <w:rPr>
        <w:rFonts w:ascii="Arial" w:hAnsi="Arial" w:cs="Arial"/>
        <w:b/>
        <w:color w:val="000000"/>
      </w:rPr>
      <w:t>DAF 2025_</w:t>
    </w:r>
    <w:r w:rsidRPr="00E97727">
      <w:rPr>
        <w:rFonts w:ascii="Arial" w:hAnsi="Arial" w:cs="Arial"/>
        <w:b/>
        <w:color w:val="000000"/>
      </w:rPr>
      <w:t>000703</w:t>
    </w:r>
    <w:r w:rsidRPr="00E97727">
      <w:rPr>
        <w:rFonts w:ascii="Arial" w:hAnsi="Arial" w:cs="Arial"/>
        <w:color w:val="A6A6A6"/>
      </w:rPr>
      <w:t xml:space="preserve"> </w:t>
    </w:r>
    <w:r w:rsidRPr="00E97727">
      <w:rPr>
        <w:rFonts w:ascii="Arial" w:hAnsi="Arial" w:cs="Arial"/>
        <w:color w:val="A6A6A6"/>
      </w:rPr>
      <w:fldChar w:fldCharType="begin"/>
    </w:r>
    <w:r w:rsidRPr="00E97727">
      <w:rPr>
        <w:rFonts w:ascii="Arial" w:hAnsi="Arial" w:cs="Arial"/>
        <w:color w:val="A6A6A6"/>
      </w:rPr>
      <w:instrText xml:space="preserve"> GOTOBUTTON  NuméroDAF </w:instrText>
    </w:r>
    <w:r w:rsidRPr="00E97727">
      <w:rPr>
        <w:rFonts w:ascii="Arial" w:hAnsi="Arial" w:cs="Arial"/>
        <w:color w:val="A6A6A6"/>
      </w:rPr>
      <w:fldChar w:fldCharType="end"/>
    </w:r>
    <w:r w:rsidRPr="00E97727">
      <w:rPr>
        <w:rFonts w:ascii="Arial" w:hAnsi="Arial" w:cs="Arial"/>
        <w:color w:val="A6A6A6"/>
      </w:rPr>
      <w:t xml:space="preserve">                                                              </w:t>
    </w:r>
    <w:r w:rsidRPr="003B5BC6">
      <w:rPr>
        <w:rFonts w:ascii="Arial" w:hAnsi="Arial" w:cs="Arial"/>
        <w:sz w:val="18"/>
        <w:szCs w:val="18"/>
      </w:rPr>
      <w:t xml:space="preserve">Page </w:t>
    </w:r>
    <w:r w:rsidRPr="003B5BC6">
      <w:rPr>
        <w:rFonts w:ascii="Arial" w:hAnsi="Arial" w:cs="Arial"/>
        <w:b/>
        <w:bCs/>
        <w:sz w:val="18"/>
        <w:szCs w:val="18"/>
      </w:rPr>
      <w:fldChar w:fldCharType="begin"/>
    </w:r>
    <w:r w:rsidRPr="003B5BC6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B5BC6">
      <w:rPr>
        <w:rFonts w:ascii="Arial" w:hAnsi="Arial" w:cs="Arial"/>
        <w:b/>
        <w:bCs/>
        <w:sz w:val="18"/>
        <w:szCs w:val="18"/>
      </w:rPr>
      <w:fldChar w:fldCharType="separate"/>
    </w:r>
    <w:r w:rsidR="00636C09">
      <w:rPr>
        <w:rFonts w:ascii="Arial" w:hAnsi="Arial" w:cs="Arial"/>
        <w:b/>
        <w:bCs/>
        <w:noProof/>
        <w:sz w:val="18"/>
        <w:szCs w:val="18"/>
      </w:rPr>
      <w:t>1</w:t>
    </w:r>
    <w:r w:rsidRPr="003B5BC6">
      <w:rPr>
        <w:rFonts w:ascii="Arial" w:hAnsi="Arial" w:cs="Arial"/>
        <w:b/>
        <w:bCs/>
        <w:sz w:val="18"/>
        <w:szCs w:val="18"/>
      </w:rPr>
      <w:fldChar w:fldCharType="end"/>
    </w:r>
    <w:r w:rsidRPr="003B5BC6">
      <w:rPr>
        <w:rFonts w:ascii="Arial" w:hAnsi="Arial" w:cs="Arial"/>
        <w:b/>
        <w:bCs/>
        <w:sz w:val="18"/>
        <w:szCs w:val="18"/>
      </w:rPr>
      <w:t>/</w:t>
    </w:r>
    <w:r w:rsidRPr="003B5BC6">
      <w:rPr>
        <w:rFonts w:ascii="Arial" w:hAnsi="Arial" w:cs="Arial"/>
        <w:b/>
        <w:bCs/>
        <w:sz w:val="18"/>
        <w:szCs w:val="18"/>
      </w:rPr>
      <w:fldChar w:fldCharType="begin"/>
    </w:r>
    <w:r w:rsidRPr="003B5BC6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B5BC6">
      <w:rPr>
        <w:rFonts w:ascii="Arial" w:hAnsi="Arial" w:cs="Arial"/>
        <w:b/>
        <w:bCs/>
        <w:sz w:val="18"/>
        <w:szCs w:val="18"/>
      </w:rPr>
      <w:fldChar w:fldCharType="separate"/>
    </w:r>
    <w:r w:rsidR="00636C09">
      <w:rPr>
        <w:rFonts w:ascii="Arial" w:hAnsi="Arial" w:cs="Arial"/>
        <w:b/>
        <w:bCs/>
        <w:noProof/>
        <w:sz w:val="18"/>
        <w:szCs w:val="18"/>
      </w:rPr>
      <w:t>10</w:t>
    </w:r>
    <w:r w:rsidRPr="003B5BC6">
      <w:rPr>
        <w:rFonts w:ascii="Arial" w:hAnsi="Arial" w:cs="Arial"/>
        <w:b/>
        <w:bCs/>
        <w:sz w:val="18"/>
        <w:szCs w:val="18"/>
      </w:rPr>
      <w:fldChar w:fldCharType="end"/>
    </w:r>
  </w:p>
  <w:p w14:paraId="318774CE" w14:textId="459EE0E8" w:rsidR="00336D9C" w:rsidRDefault="00336D9C" w:rsidP="00E757C3">
    <w:pPr>
      <w:pStyle w:val="Pieddepage"/>
      <w:jc w:val="right"/>
    </w:pPr>
  </w:p>
  <w:p w14:paraId="641F683F" w14:textId="77777777" w:rsidR="00336D9C" w:rsidRDefault="00336D9C"/>
  <w:p w14:paraId="7D32F2A4" w14:textId="77777777" w:rsidR="00336D9C" w:rsidRDefault="00336D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C5ECB" w14:textId="77777777" w:rsidR="00336D9C" w:rsidRDefault="00336D9C">
      <w:r>
        <w:separator/>
      </w:r>
    </w:p>
  </w:footnote>
  <w:footnote w:type="continuationSeparator" w:id="0">
    <w:p w14:paraId="437556AD" w14:textId="77777777" w:rsidR="00336D9C" w:rsidRDefault="00336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B3005" w14:textId="77777777" w:rsidR="00336D9C" w:rsidRPr="00C77414" w:rsidRDefault="00336D9C" w:rsidP="00380875">
    <w:pPr>
      <w:jc w:val="right"/>
      <w:rPr>
        <w:rFonts w:ascii="Marianne" w:hAnsi="Marianne"/>
        <w:i/>
        <w:sz w:val="16"/>
        <w:szCs w:val="16"/>
      </w:rPr>
    </w:pPr>
    <w:r w:rsidRPr="00ED3A66">
      <w:rPr>
        <w:rFonts w:ascii="Marianne" w:hAnsi="Marianne"/>
        <w:i/>
        <w:sz w:val="16"/>
        <w:szCs w:val="16"/>
      </w:rPr>
      <w:t>V1.</w:t>
    </w:r>
    <w:r>
      <w:rPr>
        <w:rFonts w:ascii="Marianne" w:hAnsi="Marianne"/>
        <w:i/>
        <w:sz w:val="16"/>
        <w:szCs w:val="16"/>
      </w:rPr>
      <w:t>5 validée 19/01/2022</w:t>
    </w:r>
  </w:p>
  <w:p w14:paraId="36DC891C" w14:textId="6CCA325E" w:rsidR="00336D9C" w:rsidRPr="00380875" w:rsidRDefault="00336D9C" w:rsidP="003808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7987EBF"/>
    <w:multiLevelType w:val="hybridMultilevel"/>
    <w:tmpl w:val="C32AD5B2"/>
    <w:lvl w:ilvl="0" w:tplc="537420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D60206"/>
    <w:multiLevelType w:val="hybridMultilevel"/>
    <w:tmpl w:val="C91E22C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E64041E">
      <w:numFmt w:val="bullet"/>
      <w:lvlText w:val=""/>
      <w:lvlJc w:val="left"/>
      <w:pPr>
        <w:ind w:left="1080" w:hanging="360"/>
      </w:pPr>
      <w:rPr>
        <w:rFonts w:ascii="Wingdings" w:eastAsia="Wingdings" w:hAnsi="Wingdings" w:cs="Wingdings" w:hint="default"/>
        <w:b/>
        <w:color w:val="66CCFF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349B2"/>
    <w:multiLevelType w:val="hybridMultilevel"/>
    <w:tmpl w:val="0C64A448"/>
    <w:lvl w:ilvl="0" w:tplc="056C7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49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46E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0E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1E9F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D60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ED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8C81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88F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B1827"/>
    <w:multiLevelType w:val="hybridMultilevel"/>
    <w:tmpl w:val="93A6F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936C1"/>
    <w:multiLevelType w:val="hybridMultilevel"/>
    <w:tmpl w:val="99085D14"/>
    <w:lvl w:ilvl="0" w:tplc="45204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1A45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B04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0C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FC3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B09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8BD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29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D45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2859"/>
    <w:multiLevelType w:val="hybridMultilevel"/>
    <w:tmpl w:val="82380D8A"/>
    <w:lvl w:ilvl="0" w:tplc="EA5AFC14">
      <w:start w:val="1"/>
      <w:numFmt w:val="bullet"/>
      <w:pStyle w:val="paragraphe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0951C4"/>
    <w:multiLevelType w:val="hybridMultilevel"/>
    <w:tmpl w:val="79262E6E"/>
    <w:lvl w:ilvl="0" w:tplc="040C0001">
      <w:start w:val="1"/>
      <w:numFmt w:val="bullet"/>
      <w:lvlText w:val=""/>
      <w:lvlJc w:val="left"/>
      <w:pPr>
        <w:ind w:left="3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8" w15:restartNumberingAfterBreak="0">
    <w:nsid w:val="259F0B52"/>
    <w:multiLevelType w:val="hybridMultilevel"/>
    <w:tmpl w:val="8A30DF44"/>
    <w:lvl w:ilvl="0" w:tplc="6DEC4D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035EF"/>
    <w:multiLevelType w:val="hybridMultilevel"/>
    <w:tmpl w:val="1A7ECAC4"/>
    <w:lvl w:ilvl="0" w:tplc="CBF890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66E6D"/>
    <w:multiLevelType w:val="hybridMultilevel"/>
    <w:tmpl w:val="0C2C75A4"/>
    <w:lvl w:ilvl="0" w:tplc="6F6605FC">
      <w:start w:val="1"/>
      <w:numFmt w:val="bullet"/>
      <w:pStyle w:val="-Enumration"/>
      <w:suff w:val="nothing"/>
      <w:lvlText w:val="-"/>
      <w:lvlJc w:val="left"/>
      <w:pPr>
        <w:ind w:left="360" w:hanging="360"/>
      </w:pPr>
      <w:rPr>
        <w:rFonts w:ascii="Arial" w:hAnsi="Arial" w:hint="default"/>
      </w:rPr>
    </w:lvl>
    <w:lvl w:ilvl="1" w:tplc="3D38141E">
      <w:start w:val="7"/>
      <w:numFmt w:val="bullet"/>
      <w:lvlText w:val="-"/>
      <w:lvlJc w:val="left"/>
      <w:pPr>
        <w:ind w:left="3141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9E60CEB"/>
    <w:multiLevelType w:val="hybridMultilevel"/>
    <w:tmpl w:val="38986D50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410BAC"/>
    <w:multiLevelType w:val="hybridMultilevel"/>
    <w:tmpl w:val="67D4AF6A"/>
    <w:lvl w:ilvl="0" w:tplc="E82C698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F1994"/>
    <w:multiLevelType w:val="hybridMultilevel"/>
    <w:tmpl w:val="C032EF8C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B4033"/>
    <w:multiLevelType w:val="hybridMultilevel"/>
    <w:tmpl w:val="3F46D3E2"/>
    <w:lvl w:ilvl="0" w:tplc="040C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2DE272A9"/>
    <w:multiLevelType w:val="hybridMultilevel"/>
    <w:tmpl w:val="10862C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60AAB"/>
    <w:multiLevelType w:val="hybridMultilevel"/>
    <w:tmpl w:val="E9C85A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5">
      <w:start w:val="1"/>
      <w:numFmt w:val="upp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C1291"/>
    <w:multiLevelType w:val="hybridMultilevel"/>
    <w:tmpl w:val="C268CA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3064B"/>
    <w:multiLevelType w:val="hybridMultilevel"/>
    <w:tmpl w:val="7DCC75B8"/>
    <w:lvl w:ilvl="0" w:tplc="82509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B68BA"/>
    <w:multiLevelType w:val="hybridMultilevel"/>
    <w:tmpl w:val="D2D01598"/>
    <w:lvl w:ilvl="0" w:tplc="517EA8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44075C"/>
    <w:multiLevelType w:val="hybridMultilevel"/>
    <w:tmpl w:val="9982A5E8"/>
    <w:lvl w:ilvl="0" w:tplc="040C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5B68AA"/>
    <w:multiLevelType w:val="multilevel"/>
    <w:tmpl w:val="EEF4A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 w15:restartNumberingAfterBreak="0">
    <w:nsid w:val="42904BCF"/>
    <w:multiLevelType w:val="hybridMultilevel"/>
    <w:tmpl w:val="248EDDA8"/>
    <w:lvl w:ilvl="0" w:tplc="040C0003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abstractNum w:abstractNumId="23" w15:restartNumberingAfterBreak="0">
    <w:nsid w:val="44D322FE"/>
    <w:multiLevelType w:val="hybridMultilevel"/>
    <w:tmpl w:val="5EAC4E48"/>
    <w:lvl w:ilvl="0" w:tplc="6D9C59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C6A83"/>
    <w:multiLevelType w:val="multilevel"/>
    <w:tmpl w:val="A4E44C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3B4162"/>
        <w:u w:val="single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3B4162"/>
        <w:u w:val="none"/>
      </w:rPr>
    </w:lvl>
    <w:lvl w:ilvl="2">
      <w:start w:val="1"/>
      <w:numFmt w:val="decimal"/>
      <w:lvlText w:val="%1.%2.%3"/>
      <w:lvlJc w:val="left"/>
      <w:pPr>
        <w:ind w:left="1660" w:hanging="720"/>
      </w:pPr>
      <w:rPr>
        <w:rFonts w:hint="default"/>
        <w:color w:val="3B4162"/>
        <w:u w:val="single"/>
      </w:rPr>
    </w:lvl>
    <w:lvl w:ilvl="3">
      <w:start w:val="1"/>
      <w:numFmt w:val="decimal"/>
      <w:lvlText w:val="%1.%2.%3.%4"/>
      <w:lvlJc w:val="left"/>
      <w:pPr>
        <w:ind w:left="2130" w:hanging="720"/>
      </w:pPr>
      <w:rPr>
        <w:rFonts w:hint="default"/>
        <w:color w:val="3B4162"/>
        <w:u w:val="single"/>
      </w:rPr>
    </w:lvl>
    <w:lvl w:ilvl="4">
      <w:start w:val="1"/>
      <w:numFmt w:val="decimal"/>
      <w:lvlText w:val="%1.%2.%3.%4.%5"/>
      <w:lvlJc w:val="left"/>
      <w:pPr>
        <w:ind w:left="2960" w:hanging="1080"/>
      </w:pPr>
      <w:rPr>
        <w:rFonts w:hint="default"/>
        <w:color w:val="3B4162"/>
        <w:u w:val="single"/>
      </w:rPr>
    </w:lvl>
    <w:lvl w:ilvl="5">
      <w:start w:val="1"/>
      <w:numFmt w:val="decimal"/>
      <w:lvlText w:val="%1.%2.%3.%4.%5.%6"/>
      <w:lvlJc w:val="left"/>
      <w:pPr>
        <w:ind w:left="3430" w:hanging="1080"/>
      </w:pPr>
      <w:rPr>
        <w:rFonts w:hint="default"/>
        <w:color w:val="3B4162"/>
        <w:u w:val="single"/>
      </w:rPr>
    </w:lvl>
    <w:lvl w:ilvl="6">
      <w:start w:val="1"/>
      <w:numFmt w:val="decimal"/>
      <w:lvlText w:val="%1.%2.%3.%4.%5.%6.%7"/>
      <w:lvlJc w:val="left"/>
      <w:pPr>
        <w:ind w:left="4260" w:hanging="1440"/>
      </w:pPr>
      <w:rPr>
        <w:rFonts w:hint="default"/>
        <w:color w:val="3B4162"/>
        <w:u w:val="single"/>
      </w:rPr>
    </w:lvl>
    <w:lvl w:ilvl="7">
      <w:start w:val="1"/>
      <w:numFmt w:val="decimal"/>
      <w:lvlText w:val="%1.%2.%3.%4.%5.%6.%7.%8"/>
      <w:lvlJc w:val="left"/>
      <w:pPr>
        <w:ind w:left="4730" w:hanging="1440"/>
      </w:pPr>
      <w:rPr>
        <w:rFonts w:hint="default"/>
        <w:color w:val="3B4162"/>
        <w:u w:val="single"/>
      </w:rPr>
    </w:lvl>
    <w:lvl w:ilvl="8">
      <w:start w:val="1"/>
      <w:numFmt w:val="decimal"/>
      <w:lvlText w:val="%1.%2.%3.%4.%5.%6.%7.%8.%9"/>
      <w:lvlJc w:val="left"/>
      <w:pPr>
        <w:ind w:left="5200" w:hanging="1440"/>
      </w:pPr>
      <w:rPr>
        <w:rFonts w:hint="default"/>
        <w:color w:val="3B4162"/>
        <w:u w:val="single"/>
      </w:rPr>
    </w:lvl>
  </w:abstractNum>
  <w:abstractNum w:abstractNumId="25" w15:restartNumberingAfterBreak="0">
    <w:nsid w:val="5CAC6F86"/>
    <w:multiLevelType w:val="hybridMultilevel"/>
    <w:tmpl w:val="7B609A72"/>
    <w:lvl w:ilvl="0" w:tplc="F7565820">
      <w:start w:val="10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16C15"/>
    <w:multiLevelType w:val="hybridMultilevel"/>
    <w:tmpl w:val="1EECA372"/>
    <w:lvl w:ilvl="0" w:tplc="5E7ACC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6295"/>
    <w:multiLevelType w:val="hybridMultilevel"/>
    <w:tmpl w:val="6C0228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455AE"/>
    <w:multiLevelType w:val="hybridMultilevel"/>
    <w:tmpl w:val="D2D01598"/>
    <w:lvl w:ilvl="0" w:tplc="517EA8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2E0312"/>
    <w:multiLevelType w:val="hybridMultilevel"/>
    <w:tmpl w:val="05F00E56"/>
    <w:lvl w:ilvl="0" w:tplc="F7565820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66BD0"/>
    <w:multiLevelType w:val="hybridMultilevel"/>
    <w:tmpl w:val="BDAE5AB2"/>
    <w:lvl w:ilvl="0" w:tplc="6D9C59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4B7537"/>
    <w:multiLevelType w:val="hybridMultilevel"/>
    <w:tmpl w:val="28D86814"/>
    <w:lvl w:ilvl="0" w:tplc="3CB416E0">
      <w:start w:val="1"/>
      <w:numFmt w:val="bullet"/>
      <w:lvlText w:val="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B625931"/>
    <w:multiLevelType w:val="hybridMultilevel"/>
    <w:tmpl w:val="D2D01598"/>
    <w:lvl w:ilvl="0" w:tplc="517EA8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392678"/>
    <w:multiLevelType w:val="hybridMultilevel"/>
    <w:tmpl w:val="44C48EE8"/>
    <w:lvl w:ilvl="0" w:tplc="DC204550">
      <w:start w:val="1"/>
      <w:numFmt w:val="bullet"/>
      <w:pStyle w:val="Titre2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81390"/>
    <w:multiLevelType w:val="multilevel"/>
    <w:tmpl w:val="0FEE78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2D2D2D"/>
        <w:w w:val="105"/>
        <w:u w:val="single"/>
      </w:rPr>
    </w:lvl>
    <w:lvl w:ilvl="1">
      <w:start w:val="1"/>
      <w:numFmt w:val="decimal"/>
      <w:lvlText w:val="%1.%2"/>
      <w:lvlJc w:val="left"/>
      <w:pPr>
        <w:ind w:left="837" w:hanging="360"/>
      </w:pPr>
      <w:rPr>
        <w:rFonts w:hint="default"/>
        <w:color w:val="2D2D2D"/>
        <w:w w:val="105"/>
        <w:u w:val="none"/>
      </w:rPr>
    </w:lvl>
    <w:lvl w:ilvl="2">
      <w:start w:val="1"/>
      <w:numFmt w:val="decimal"/>
      <w:lvlText w:val="%1.%2.%3"/>
      <w:lvlJc w:val="left"/>
      <w:pPr>
        <w:ind w:left="1674" w:hanging="720"/>
      </w:pPr>
      <w:rPr>
        <w:rFonts w:hint="default"/>
        <w:color w:val="2D2D2D"/>
        <w:w w:val="105"/>
        <w:u w:val="single"/>
      </w:rPr>
    </w:lvl>
    <w:lvl w:ilvl="3">
      <w:start w:val="1"/>
      <w:numFmt w:val="decimal"/>
      <w:lvlText w:val="%1.%2.%3.%4"/>
      <w:lvlJc w:val="left"/>
      <w:pPr>
        <w:ind w:left="2151" w:hanging="720"/>
      </w:pPr>
      <w:rPr>
        <w:rFonts w:hint="default"/>
        <w:color w:val="2D2D2D"/>
        <w:w w:val="105"/>
        <w:u w:val="single"/>
      </w:rPr>
    </w:lvl>
    <w:lvl w:ilvl="4">
      <w:start w:val="1"/>
      <w:numFmt w:val="decimal"/>
      <w:lvlText w:val="%1.%2.%3.%4.%5"/>
      <w:lvlJc w:val="left"/>
      <w:pPr>
        <w:ind w:left="2988" w:hanging="1080"/>
      </w:pPr>
      <w:rPr>
        <w:rFonts w:hint="default"/>
        <w:color w:val="2D2D2D"/>
        <w:w w:val="105"/>
        <w:u w:val="single"/>
      </w:rPr>
    </w:lvl>
    <w:lvl w:ilvl="5">
      <w:start w:val="1"/>
      <w:numFmt w:val="decimal"/>
      <w:lvlText w:val="%1.%2.%3.%4.%5.%6"/>
      <w:lvlJc w:val="left"/>
      <w:pPr>
        <w:ind w:left="3465" w:hanging="1080"/>
      </w:pPr>
      <w:rPr>
        <w:rFonts w:hint="default"/>
        <w:color w:val="2D2D2D"/>
        <w:w w:val="105"/>
        <w:u w:val="single"/>
      </w:rPr>
    </w:lvl>
    <w:lvl w:ilvl="6">
      <w:start w:val="1"/>
      <w:numFmt w:val="decimal"/>
      <w:lvlText w:val="%1.%2.%3.%4.%5.%6.%7"/>
      <w:lvlJc w:val="left"/>
      <w:pPr>
        <w:ind w:left="4302" w:hanging="1440"/>
      </w:pPr>
      <w:rPr>
        <w:rFonts w:hint="default"/>
        <w:color w:val="2D2D2D"/>
        <w:w w:val="105"/>
        <w:u w:val="single"/>
      </w:rPr>
    </w:lvl>
    <w:lvl w:ilvl="7">
      <w:start w:val="1"/>
      <w:numFmt w:val="decimal"/>
      <w:lvlText w:val="%1.%2.%3.%4.%5.%6.%7.%8"/>
      <w:lvlJc w:val="left"/>
      <w:pPr>
        <w:ind w:left="4779" w:hanging="1440"/>
      </w:pPr>
      <w:rPr>
        <w:rFonts w:hint="default"/>
        <w:color w:val="2D2D2D"/>
        <w:w w:val="105"/>
        <w:u w:val="single"/>
      </w:rPr>
    </w:lvl>
    <w:lvl w:ilvl="8">
      <w:start w:val="1"/>
      <w:numFmt w:val="decimal"/>
      <w:lvlText w:val="%1.%2.%3.%4.%5.%6.%7.%8.%9"/>
      <w:lvlJc w:val="left"/>
      <w:pPr>
        <w:ind w:left="5256" w:hanging="1440"/>
      </w:pPr>
      <w:rPr>
        <w:rFonts w:hint="default"/>
        <w:color w:val="2D2D2D"/>
        <w:w w:val="105"/>
        <w:u w:val="single"/>
      </w:rPr>
    </w:lvl>
  </w:abstractNum>
  <w:abstractNum w:abstractNumId="35" w15:restartNumberingAfterBreak="0">
    <w:nsid w:val="762E0A44"/>
    <w:multiLevelType w:val="hybridMultilevel"/>
    <w:tmpl w:val="A436386E"/>
    <w:lvl w:ilvl="0" w:tplc="1D64E59E">
      <w:start w:val="6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9" w:hanging="360"/>
      </w:pPr>
    </w:lvl>
    <w:lvl w:ilvl="2" w:tplc="040C001B" w:tentative="1">
      <w:start w:val="1"/>
      <w:numFmt w:val="lowerRoman"/>
      <w:lvlText w:val="%3."/>
      <w:lvlJc w:val="right"/>
      <w:pPr>
        <w:ind w:left="1829" w:hanging="180"/>
      </w:pPr>
    </w:lvl>
    <w:lvl w:ilvl="3" w:tplc="040C000F" w:tentative="1">
      <w:start w:val="1"/>
      <w:numFmt w:val="decimal"/>
      <w:lvlText w:val="%4."/>
      <w:lvlJc w:val="left"/>
      <w:pPr>
        <w:ind w:left="2549" w:hanging="360"/>
      </w:pPr>
    </w:lvl>
    <w:lvl w:ilvl="4" w:tplc="040C0019" w:tentative="1">
      <w:start w:val="1"/>
      <w:numFmt w:val="lowerLetter"/>
      <w:lvlText w:val="%5."/>
      <w:lvlJc w:val="left"/>
      <w:pPr>
        <w:ind w:left="3269" w:hanging="360"/>
      </w:pPr>
    </w:lvl>
    <w:lvl w:ilvl="5" w:tplc="040C001B" w:tentative="1">
      <w:start w:val="1"/>
      <w:numFmt w:val="lowerRoman"/>
      <w:lvlText w:val="%6."/>
      <w:lvlJc w:val="right"/>
      <w:pPr>
        <w:ind w:left="3989" w:hanging="180"/>
      </w:pPr>
    </w:lvl>
    <w:lvl w:ilvl="6" w:tplc="040C000F" w:tentative="1">
      <w:start w:val="1"/>
      <w:numFmt w:val="decimal"/>
      <w:lvlText w:val="%7."/>
      <w:lvlJc w:val="left"/>
      <w:pPr>
        <w:ind w:left="4709" w:hanging="360"/>
      </w:pPr>
    </w:lvl>
    <w:lvl w:ilvl="7" w:tplc="040C0019" w:tentative="1">
      <w:start w:val="1"/>
      <w:numFmt w:val="lowerLetter"/>
      <w:lvlText w:val="%8."/>
      <w:lvlJc w:val="left"/>
      <w:pPr>
        <w:ind w:left="5429" w:hanging="360"/>
      </w:pPr>
    </w:lvl>
    <w:lvl w:ilvl="8" w:tplc="040C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6" w15:restartNumberingAfterBreak="0">
    <w:nsid w:val="77C04F73"/>
    <w:multiLevelType w:val="hybridMultilevel"/>
    <w:tmpl w:val="F892B3CA"/>
    <w:lvl w:ilvl="0" w:tplc="68286758">
      <w:start w:val="1"/>
      <w:numFmt w:val="upperRoman"/>
      <w:lvlText w:val="%1-"/>
      <w:lvlJc w:val="left"/>
      <w:pPr>
        <w:ind w:left="1080" w:hanging="72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B314C4"/>
    <w:multiLevelType w:val="hybridMultilevel"/>
    <w:tmpl w:val="53AC3D2C"/>
    <w:lvl w:ilvl="0" w:tplc="3CB416E0">
      <w:start w:val="1"/>
      <w:numFmt w:val="bullet"/>
      <w:lvlText w:val=""/>
      <w:lvlJc w:val="left"/>
      <w:pPr>
        <w:ind w:left="76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8" w15:restartNumberingAfterBreak="0">
    <w:nsid w:val="79B328C4"/>
    <w:multiLevelType w:val="hybridMultilevel"/>
    <w:tmpl w:val="5378B710"/>
    <w:lvl w:ilvl="0" w:tplc="53CE6C5A">
      <w:start w:val="1"/>
      <w:numFmt w:val="bullet"/>
      <w:lvlText w:val="-"/>
      <w:lvlJc w:val="left"/>
      <w:pPr>
        <w:ind w:left="1487" w:hanging="360"/>
      </w:pPr>
      <w:rPr>
        <w:rFonts w:ascii="Times New Roman" w:eastAsia="Cambria" w:hAnsi="Times New Roman" w:cs="Times New Roman" w:hint="default"/>
        <w:w w:val="90"/>
      </w:rPr>
    </w:lvl>
    <w:lvl w:ilvl="1" w:tplc="040C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37"/>
  </w:num>
  <w:num w:numId="4">
    <w:abstractNumId w:val="2"/>
  </w:num>
  <w:num w:numId="5">
    <w:abstractNumId w:val="33"/>
  </w:num>
  <w:num w:numId="6">
    <w:abstractNumId w:val="31"/>
  </w:num>
  <w:num w:numId="7">
    <w:abstractNumId w:val="7"/>
  </w:num>
  <w:num w:numId="8">
    <w:abstractNumId w:val="20"/>
  </w:num>
  <w:num w:numId="9">
    <w:abstractNumId w:val="38"/>
  </w:num>
  <w:num w:numId="10">
    <w:abstractNumId w:val="24"/>
  </w:num>
  <w:num w:numId="11">
    <w:abstractNumId w:val="34"/>
  </w:num>
  <w:num w:numId="12">
    <w:abstractNumId w:val="19"/>
  </w:num>
  <w:num w:numId="13">
    <w:abstractNumId w:val="26"/>
  </w:num>
  <w:num w:numId="14">
    <w:abstractNumId w:val="30"/>
  </w:num>
  <w:num w:numId="15">
    <w:abstractNumId w:val="13"/>
  </w:num>
  <w:num w:numId="16">
    <w:abstractNumId w:val="12"/>
  </w:num>
  <w:num w:numId="17">
    <w:abstractNumId w:val="16"/>
  </w:num>
  <w:num w:numId="18">
    <w:abstractNumId w:val="23"/>
  </w:num>
  <w:num w:numId="19">
    <w:abstractNumId w:val="21"/>
  </w:num>
  <w:num w:numId="20">
    <w:abstractNumId w:val="10"/>
  </w:num>
  <w:num w:numId="21">
    <w:abstractNumId w:val="27"/>
  </w:num>
  <w:num w:numId="22">
    <w:abstractNumId w:val="18"/>
  </w:num>
  <w:num w:numId="23">
    <w:abstractNumId w:val="11"/>
  </w:num>
  <w:num w:numId="24">
    <w:abstractNumId w:val="15"/>
  </w:num>
  <w:num w:numId="25">
    <w:abstractNumId w:val="4"/>
  </w:num>
  <w:num w:numId="26">
    <w:abstractNumId w:val="8"/>
  </w:num>
  <w:num w:numId="27">
    <w:abstractNumId w:val="36"/>
  </w:num>
  <w:num w:numId="28">
    <w:abstractNumId w:val="9"/>
  </w:num>
  <w:num w:numId="29">
    <w:abstractNumId w:val="28"/>
  </w:num>
  <w:num w:numId="30">
    <w:abstractNumId w:val="29"/>
  </w:num>
  <w:num w:numId="31">
    <w:abstractNumId w:val="14"/>
  </w:num>
  <w:num w:numId="32">
    <w:abstractNumId w:val="22"/>
  </w:num>
  <w:num w:numId="33">
    <w:abstractNumId w:val="3"/>
  </w:num>
  <w:num w:numId="34">
    <w:abstractNumId w:val="5"/>
  </w:num>
  <w:num w:numId="35">
    <w:abstractNumId w:val="6"/>
  </w:num>
  <w:num w:numId="36">
    <w:abstractNumId w:val="6"/>
  </w:num>
  <w:num w:numId="37">
    <w:abstractNumId w:val="32"/>
  </w:num>
  <w:num w:numId="38">
    <w:abstractNumId w:val="35"/>
  </w:num>
  <w:num w:numId="39">
    <w:abstractNumId w:val="17"/>
  </w:num>
  <w:num w:numId="40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de-DE" w:vendorID="64" w:dllVersion="131078" w:nlCheck="1" w:checkStyle="0"/>
  <w:activeWritingStyle w:appName="MSWord" w:lang="fr-CA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>
      <o:colormru v:ext="edit" colors="#ddd,#3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3B"/>
    <w:rsid w:val="00001088"/>
    <w:rsid w:val="00001322"/>
    <w:rsid w:val="00001AD7"/>
    <w:rsid w:val="000020E6"/>
    <w:rsid w:val="000024A5"/>
    <w:rsid w:val="00002D7E"/>
    <w:rsid w:val="000030E0"/>
    <w:rsid w:val="00005096"/>
    <w:rsid w:val="00006299"/>
    <w:rsid w:val="00007697"/>
    <w:rsid w:val="000103C8"/>
    <w:rsid w:val="0001061E"/>
    <w:rsid w:val="00011601"/>
    <w:rsid w:val="000117D9"/>
    <w:rsid w:val="00011DFF"/>
    <w:rsid w:val="00012411"/>
    <w:rsid w:val="00012467"/>
    <w:rsid w:val="000141C1"/>
    <w:rsid w:val="000142E3"/>
    <w:rsid w:val="00015390"/>
    <w:rsid w:val="00016714"/>
    <w:rsid w:val="00017DE8"/>
    <w:rsid w:val="000242CB"/>
    <w:rsid w:val="00024653"/>
    <w:rsid w:val="000259C9"/>
    <w:rsid w:val="00025A17"/>
    <w:rsid w:val="00025ED8"/>
    <w:rsid w:val="0002632A"/>
    <w:rsid w:val="0002672E"/>
    <w:rsid w:val="00026835"/>
    <w:rsid w:val="00026968"/>
    <w:rsid w:val="0002712A"/>
    <w:rsid w:val="00027970"/>
    <w:rsid w:val="00027F0B"/>
    <w:rsid w:val="00030780"/>
    <w:rsid w:val="00031418"/>
    <w:rsid w:val="00031E19"/>
    <w:rsid w:val="00032161"/>
    <w:rsid w:val="00032228"/>
    <w:rsid w:val="00032520"/>
    <w:rsid w:val="00032B4A"/>
    <w:rsid w:val="00033051"/>
    <w:rsid w:val="00033689"/>
    <w:rsid w:val="00033863"/>
    <w:rsid w:val="000359F1"/>
    <w:rsid w:val="00036816"/>
    <w:rsid w:val="000374FB"/>
    <w:rsid w:val="00041C8E"/>
    <w:rsid w:val="00043185"/>
    <w:rsid w:val="000438B3"/>
    <w:rsid w:val="000441D7"/>
    <w:rsid w:val="000448C4"/>
    <w:rsid w:val="00044C62"/>
    <w:rsid w:val="000466AD"/>
    <w:rsid w:val="000474C8"/>
    <w:rsid w:val="00047D7D"/>
    <w:rsid w:val="000526A8"/>
    <w:rsid w:val="00053CE9"/>
    <w:rsid w:val="0005745F"/>
    <w:rsid w:val="00061D95"/>
    <w:rsid w:val="00062932"/>
    <w:rsid w:val="00064841"/>
    <w:rsid w:val="00064EF5"/>
    <w:rsid w:val="00065C58"/>
    <w:rsid w:val="00066299"/>
    <w:rsid w:val="0006663E"/>
    <w:rsid w:val="000704BA"/>
    <w:rsid w:val="00070776"/>
    <w:rsid w:val="0007085B"/>
    <w:rsid w:val="00071493"/>
    <w:rsid w:val="000719A8"/>
    <w:rsid w:val="000719E7"/>
    <w:rsid w:val="00072F91"/>
    <w:rsid w:val="00072FE6"/>
    <w:rsid w:val="00073BC1"/>
    <w:rsid w:val="000749EC"/>
    <w:rsid w:val="000756DC"/>
    <w:rsid w:val="00076124"/>
    <w:rsid w:val="000763BF"/>
    <w:rsid w:val="00076C80"/>
    <w:rsid w:val="00077AE9"/>
    <w:rsid w:val="00077AEA"/>
    <w:rsid w:val="00077D8E"/>
    <w:rsid w:val="00080CD6"/>
    <w:rsid w:val="0008106F"/>
    <w:rsid w:val="0008126F"/>
    <w:rsid w:val="00081EEE"/>
    <w:rsid w:val="00081FF8"/>
    <w:rsid w:val="0008288E"/>
    <w:rsid w:val="00082998"/>
    <w:rsid w:val="000829A9"/>
    <w:rsid w:val="000849C0"/>
    <w:rsid w:val="000854B6"/>
    <w:rsid w:val="00085518"/>
    <w:rsid w:val="00086774"/>
    <w:rsid w:val="00086FAC"/>
    <w:rsid w:val="00087274"/>
    <w:rsid w:val="0008778D"/>
    <w:rsid w:val="00090E36"/>
    <w:rsid w:val="0009349E"/>
    <w:rsid w:val="00095338"/>
    <w:rsid w:val="0009790F"/>
    <w:rsid w:val="000A067E"/>
    <w:rsid w:val="000A0C05"/>
    <w:rsid w:val="000A1427"/>
    <w:rsid w:val="000A3114"/>
    <w:rsid w:val="000A3310"/>
    <w:rsid w:val="000A38AE"/>
    <w:rsid w:val="000A4772"/>
    <w:rsid w:val="000A4A2D"/>
    <w:rsid w:val="000A4E65"/>
    <w:rsid w:val="000A528F"/>
    <w:rsid w:val="000A6A45"/>
    <w:rsid w:val="000A7519"/>
    <w:rsid w:val="000B161E"/>
    <w:rsid w:val="000B1837"/>
    <w:rsid w:val="000B2A01"/>
    <w:rsid w:val="000B2EE9"/>
    <w:rsid w:val="000B2FA1"/>
    <w:rsid w:val="000B338F"/>
    <w:rsid w:val="000B380A"/>
    <w:rsid w:val="000B388D"/>
    <w:rsid w:val="000B4373"/>
    <w:rsid w:val="000B4C86"/>
    <w:rsid w:val="000B4FF2"/>
    <w:rsid w:val="000B5885"/>
    <w:rsid w:val="000C003D"/>
    <w:rsid w:val="000C0A9C"/>
    <w:rsid w:val="000C15B4"/>
    <w:rsid w:val="000C316A"/>
    <w:rsid w:val="000C358B"/>
    <w:rsid w:val="000C581C"/>
    <w:rsid w:val="000C5FF8"/>
    <w:rsid w:val="000C6278"/>
    <w:rsid w:val="000C6535"/>
    <w:rsid w:val="000D0248"/>
    <w:rsid w:val="000D1681"/>
    <w:rsid w:val="000D28E6"/>
    <w:rsid w:val="000D47B2"/>
    <w:rsid w:val="000D4BF5"/>
    <w:rsid w:val="000D6EFB"/>
    <w:rsid w:val="000D719E"/>
    <w:rsid w:val="000D7453"/>
    <w:rsid w:val="000D7495"/>
    <w:rsid w:val="000D74DE"/>
    <w:rsid w:val="000E097F"/>
    <w:rsid w:val="000E169F"/>
    <w:rsid w:val="000E1F5A"/>
    <w:rsid w:val="000E2046"/>
    <w:rsid w:val="000E3BF1"/>
    <w:rsid w:val="000E3F70"/>
    <w:rsid w:val="000E426D"/>
    <w:rsid w:val="000E4902"/>
    <w:rsid w:val="000E4A5F"/>
    <w:rsid w:val="000E5167"/>
    <w:rsid w:val="000E68CD"/>
    <w:rsid w:val="000F02AF"/>
    <w:rsid w:val="000F1BC9"/>
    <w:rsid w:val="000F57A4"/>
    <w:rsid w:val="000F6EBB"/>
    <w:rsid w:val="001018AB"/>
    <w:rsid w:val="001023D6"/>
    <w:rsid w:val="00104478"/>
    <w:rsid w:val="0010535E"/>
    <w:rsid w:val="001059B9"/>
    <w:rsid w:val="0010607F"/>
    <w:rsid w:val="00107D6C"/>
    <w:rsid w:val="00110CD9"/>
    <w:rsid w:val="001124F3"/>
    <w:rsid w:val="00112CAB"/>
    <w:rsid w:val="001138E8"/>
    <w:rsid w:val="00114B02"/>
    <w:rsid w:val="00115071"/>
    <w:rsid w:val="00117130"/>
    <w:rsid w:val="0011779F"/>
    <w:rsid w:val="001201C9"/>
    <w:rsid w:val="00121A31"/>
    <w:rsid w:val="001224BE"/>
    <w:rsid w:val="00123E5E"/>
    <w:rsid w:val="00124007"/>
    <w:rsid w:val="00124375"/>
    <w:rsid w:val="001243D4"/>
    <w:rsid w:val="00124623"/>
    <w:rsid w:val="001254F2"/>
    <w:rsid w:val="001258C7"/>
    <w:rsid w:val="00126384"/>
    <w:rsid w:val="0012667F"/>
    <w:rsid w:val="001274AB"/>
    <w:rsid w:val="001274F9"/>
    <w:rsid w:val="001279BE"/>
    <w:rsid w:val="00130048"/>
    <w:rsid w:val="0013077E"/>
    <w:rsid w:val="00130DBA"/>
    <w:rsid w:val="00131232"/>
    <w:rsid w:val="00131E32"/>
    <w:rsid w:val="00132269"/>
    <w:rsid w:val="00132F38"/>
    <w:rsid w:val="0013308A"/>
    <w:rsid w:val="00135A4C"/>
    <w:rsid w:val="00136078"/>
    <w:rsid w:val="00136694"/>
    <w:rsid w:val="0014023C"/>
    <w:rsid w:val="00141684"/>
    <w:rsid w:val="00141B29"/>
    <w:rsid w:val="00142A35"/>
    <w:rsid w:val="0014338C"/>
    <w:rsid w:val="0014383C"/>
    <w:rsid w:val="00144A2E"/>
    <w:rsid w:val="00150037"/>
    <w:rsid w:val="001507D6"/>
    <w:rsid w:val="0015090F"/>
    <w:rsid w:val="00150F15"/>
    <w:rsid w:val="001517EE"/>
    <w:rsid w:val="001522EA"/>
    <w:rsid w:val="00152328"/>
    <w:rsid w:val="001526D8"/>
    <w:rsid w:val="00153DA5"/>
    <w:rsid w:val="00154200"/>
    <w:rsid w:val="00155A39"/>
    <w:rsid w:val="0015764C"/>
    <w:rsid w:val="001615ED"/>
    <w:rsid w:val="00161624"/>
    <w:rsid w:val="00161FD0"/>
    <w:rsid w:val="001624A5"/>
    <w:rsid w:val="00164BD3"/>
    <w:rsid w:val="00165596"/>
    <w:rsid w:val="00166A86"/>
    <w:rsid w:val="00167C67"/>
    <w:rsid w:val="001705BF"/>
    <w:rsid w:val="00170DBB"/>
    <w:rsid w:val="00171367"/>
    <w:rsid w:val="0017397C"/>
    <w:rsid w:val="00174A1E"/>
    <w:rsid w:val="0017555B"/>
    <w:rsid w:val="0017587F"/>
    <w:rsid w:val="0017774E"/>
    <w:rsid w:val="00180112"/>
    <w:rsid w:val="00182828"/>
    <w:rsid w:val="00182DEC"/>
    <w:rsid w:val="001866EF"/>
    <w:rsid w:val="001873CC"/>
    <w:rsid w:val="00190D5C"/>
    <w:rsid w:val="00191979"/>
    <w:rsid w:val="00194279"/>
    <w:rsid w:val="0019439B"/>
    <w:rsid w:val="00194879"/>
    <w:rsid w:val="00195525"/>
    <w:rsid w:val="001955FA"/>
    <w:rsid w:val="00197227"/>
    <w:rsid w:val="001A0F63"/>
    <w:rsid w:val="001A121C"/>
    <w:rsid w:val="001A196F"/>
    <w:rsid w:val="001A1E11"/>
    <w:rsid w:val="001A1F9B"/>
    <w:rsid w:val="001A43C1"/>
    <w:rsid w:val="001A44D4"/>
    <w:rsid w:val="001A5293"/>
    <w:rsid w:val="001A600A"/>
    <w:rsid w:val="001A6FD9"/>
    <w:rsid w:val="001A7650"/>
    <w:rsid w:val="001B086A"/>
    <w:rsid w:val="001B08C8"/>
    <w:rsid w:val="001B12BA"/>
    <w:rsid w:val="001B1620"/>
    <w:rsid w:val="001B2950"/>
    <w:rsid w:val="001B3772"/>
    <w:rsid w:val="001B381E"/>
    <w:rsid w:val="001B3F2B"/>
    <w:rsid w:val="001B4473"/>
    <w:rsid w:val="001B4F59"/>
    <w:rsid w:val="001B5006"/>
    <w:rsid w:val="001B5630"/>
    <w:rsid w:val="001B6092"/>
    <w:rsid w:val="001B64A3"/>
    <w:rsid w:val="001B67B8"/>
    <w:rsid w:val="001B7296"/>
    <w:rsid w:val="001B7DEE"/>
    <w:rsid w:val="001C0516"/>
    <w:rsid w:val="001C0E9A"/>
    <w:rsid w:val="001C12D1"/>
    <w:rsid w:val="001C26F8"/>
    <w:rsid w:val="001C320A"/>
    <w:rsid w:val="001C3962"/>
    <w:rsid w:val="001C3E4C"/>
    <w:rsid w:val="001C3F28"/>
    <w:rsid w:val="001C4878"/>
    <w:rsid w:val="001C73D3"/>
    <w:rsid w:val="001D00DF"/>
    <w:rsid w:val="001D0769"/>
    <w:rsid w:val="001D0BCF"/>
    <w:rsid w:val="001D0D60"/>
    <w:rsid w:val="001D130B"/>
    <w:rsid w:val="001D1C04"/>
    <w:rsid w:val="001D230C"/>
    <w:rsid w:val="001D2DA2"/>
    <w:rsid w:val="001D3128"/>
    <w:rsid w:val="001D4E37"/>
    <w:rsid w:val="001D4F53"/>
    <w:rsid w:val="001D6465"/>
    <w:rsid w:val="001D71C5"/>
    <w:rsid w:val="001D7F77"/>
    <w:rsid w:val="001E0011"/>
    <w:rsid w:val="001E0F70"/>
    <w:rsid w:val="001E1FAF"/>
    <w:rsid w:val="001E20B1"/>
    <w:rsid w:val="001E322D"/>
    <w:rsid w:val="001E3ACF"/>
    <w:rsid w:val="001E4699"/>
    <w:rsid w:val="001E5725"/>
    <w:rsid w:val="001E5EBF"/>
    <w:rsid w:val="001E5FC9"/>
    <w:rsid w:val="001E672F"/>
    <w:rsid w:val="001E684C"/>
    <w:rsid w:val="001E6B52"/>
    <w:rsid w:val="001E6CA6"/>
    <w:rsid w:val="001E6DEB"/>
    <w:rsid w:val="001E6EA5"/>
    <w:rsid w:val="001F0583"/>
    <w:rsid w:val="001F0814"/>
    <w:rsid w:val="001F3026"/>
    <w:rsid w:val="001F3909"/>
    <w:rsid w:val="001F3D68"/>
    <w:rsid w:val="001F3E09"/>
    <w:rsid w:val="001F432D"/>
    <w:rsid w:val="001F45BF"/>
    <w:rsid w:val="001F5030"/>
    <w:rsid w:val="001F5A90"/>
    <w:rsid w:val="001F678F"/>
    <w:rsid w:val="001F7857"/>
    <w:rsid w:val="00200F1D"/>
    <w:rsid w:val="0020192E"/>
    <w:rsid w:val="002039CC"/>
    <w:rsid w:val="00204284"/>
    <w:rsid w:val="00204387"/>
    <w:rsid w:val="00204D0D"/>
    <w:rsid w:val="0020554F"/>
    <w:rsid w:val="0021067A"/>
    <w:rsid w:val="0021198A"/>
    <w:rsid w:val="00211DE5"/>
    <w:rsid w:val="00212192"/>
    <w:rsid w:val="00212788"/>
    <w:rsid w:val="00212DC6"/>
    <w:rsid w:val="00213C9C"/>
    <w:rsid w:val="00215D23"/>
    <w:rsid w:val="00216BD6"/>
    <w:rsid w:val="00216DA1"/>
    <w:rsid w:val="00217D7D"/>
    <w:rsid w:val="00217DC5"/>
    <w:rsid w:val="00217F41"/>
    <w:rsid w:val="00217F8B"/>
    <w:rsid w:val="00217FE1"/>
    <w:rsid w:val="00220606"/>
    <w:rsid w:val="002219BF"/>
    <w:rsid w:val="00221A2B"/>
    <w:rsid w:val="00222B44"/>
    <w:rsid w:val="002231F5"/>
    <w:rsid w:val="00223D37"/>
    <w:rsid w:val="00223D5E"/>
    <w:rsid w:val="00224722"/>
    <w:rsid w:val="002253D4"/>
    <w:rsid w:val="00225F9A"/>
    <w:rsid w:val="00226169"/>
    <w:rsid w:val="00230C45"/>
    <w:rsid w:val="00231319"/>
    <w:rsid w:val="00231CBE"/>
    <w:rsid w:val="00232A13"/>
    <w:rsid w:val="00234499"/>
    <w:rsid w:val="00234683"/>
    <w:rsid w:val="00236230"/>
    <w:rsid w:val="002414E5"/>
    <w:rsid w:val="00242966"/>
    <w:rsid w:val="00242DD1"/>
    <w:rsid w:val="00242DFC"/>
    <w:rsid w:val="00242E78"/>
    <w:rsid w:val="00243398"/>
    <w:rsid w:val="00243B40"/>
    <w:rsid w:val="00243CA6"/>
    <w:rsid w:val="00244DDE"/>
    <w:rsid w:val="00245895"/>
    <w:rsid w:val="002458B8"/>
    <w:rsid w:val="002467F7"/>
    <w:rsid w:val="00246DEC"/>
    <w:rsid w:val="00250967"/>
    <w:rsid w:val="002523BF"/>
    <w:rsid w:val="00252EBD"/>
    <w:rsid w:val="00252F86"/>
    <w:rsid w:val="0025358F"/>
    <w:rsid w:val="00253A0C"/>
    <w:rsid w:val="00253FB6"/>
    <w:rsid w:val="002563A0"/>
    <w:rsid w:val="00256B10"/>
    <w:rsid w:val="002570E0"/>
    <w:rsid w:val="00257FEE"/>
    <w:rsid w:val="00262027"/>
    <w:rsid w:val="00262A45"/>
    <w:rsid w:val="002637BB"/>
    <w:rsid w:val="00263935"/>
    <w:rsid w:val="002639A0"/>
    <w:rsid w:val="00265AC4"/>
    <w:rsid w:val="00265B90"/>
    <w:rsid w:val="00266483"/>
    <w:rsid w:val="0026665B"/>
    <w:rsid w:val="00266A5B"/>
    <w:rsid w:val="00270370"/>
    <w:rsid w:val="00270A6E"/>
    <w:rsid w:val="002716D2"/>
    <w:rsid w:val="002717FD"/>
    <w:rsid w:val="00271CF4"/>
    <w:rsid w:val="0027247F"/>
    <w:rsid w:val="00273998"/>
    <w:rsid w:val="00275D3C"/>
    <w:rsid w:val="00276DCB"/>
    <w:rsid w:val="00280803"/>
    <w:rsid w:val="00280A05"/>
    <w:rsid w:val="00280A43"/>
    <w:rsid w:val="00280B3E"/>
    <w:rsid w:val="002819F5"/>
    <w:rsid w:val="00282109"/>
    <w:rsid w:val="00282835"/>
    <w:rsid w:val="00282876"/>
    <w:rsid w:val="002829B5"/>
    <w:rsid w:val="00282B71"/>
    <w:rsid w:val="00283E0A"/>
    <w:rsid w:val="002845B6"/>
    <w:rsid w:val="00284BE0"/>
    <w:rsid w:val="00285A85"/>
    <w:rsid w:val="00287867"/>
    <w:rsid w:val="00287CC0"/>
    <w:rsid w:val="00287E40"/>
    <w:rsid w:val="0029096B"/>
    <w:rsid w:val="00291BF8"/>
    <w:rsid w:val="00291E34"/>
    <w:rsid w:val="00292683"/>
    <w:rsid w:val="00294EDD"/>
    <w:rsid w:val="002956A4"/>
    <w:rsid w:val="0029783A"/>
    <w:rsid w:val="00297FCF"/>
    <w:rsid w:val="002A0085"/>
    <w:rsid w:val="002A00D1"/>
    <w:rsid w:val="002A0A86"/>
    <w:rsid w:val="002A0B87"/>
    <w:rsid w:val="002A0E06"/>
    <w:rsid w:val="002A0EDA"/>
    <w:rsid w:val="002A1C9E"/>
    <w:rsid w:val="002A3957"/>
    <w:rsid w:val="002A39A3"/>
    <w:rsid w:val="002A66EA"/>
    <w:rsid w:val="002A7F86"/>
    <w:rsid w:val="002B0330"/>
    <w:rsid w:val="002B0537"/>
    <w:rsid w:val="002B0E81"/>
    <w:rsid w:val="002B18F6"/>
    <w:rsid w:val="002B1998"/>
    <w:rsid w:val="002B1C26"/>
    <w:rsid w:val="002B2116"/>
    <w:rsid w:val="002B2B6F"/>
    <w:rsid w:val="002B38ED"/>
    <w:rsid w:val="002B3CE9"/>
    <w:rsid w:val="002B437D"/>
    <w:rsid w:val="002B4F38"/>
    <w:rsid w:val="002B6772"/>
    <w:rsid w:val="002B6C09"/>
    <w:rsid w:val="002B734B"/>
    <w:rsid w:val="002C11F1"/>
    <w:rsid w:val="002C1E38"/>
    <w:rsid w:val="002C20D9"/>
    <w:rsid w:val="002C2942"/>
    <w:rsid w:val="002C2BD0"/>
    <w:rsid w:val="002C4C42"/>
    <w:rsid w:val="002C5C6A"/>
    <w:rsid w:val="002C720C"/>
    <w:rsid w:val="002D0090"/>
    <w:rsid w:val="002D1731"/>
    <w:rsid w:val="002D3295"/>
    <w:rsid w:val="002D363F"/>
    <w:rsid w:val="002D5167"/>
    <w:rsid w:val="002D5AAF"/>
    <w:rsid w:val="002D600D"/>
    <w:rsid w:val="002D624F"/>
    <w:rsid w:val="002D6CDB"/>
    <w:rsid w:val="002D7BAD"/>
    <w:rsid w:val="002E1242"/>
    <w:rsid w:val="002E3257"/>
    <w:rsid w:val="002E4464"/>
    <w:rsid w:val="002E4874"/>
    <w:rsid w:val="002E5062"/>
    <w:rsid w:val="002E542A"/>
    <w:rsid w:val="002E6F5A"/>
    <w:rsid w:val="002E707A"/>
    <w:rsid w:val="002F1FC7"/>
    <w:rsid w:val="002F2971"/>
    <w:rsid w:val="002F3046"/>
    <w:rsid w:val="002F52E7"/>
    <w:rsid w:val="002F6523"/>
    <w:rsid w:val="002F699B"/>
    <w:rsid w:val="003007C1"/>
    <w:rsid w:val="00300E90"/>
    <w:rsid w:val="00300EB5"/>
    <w:rsid w:val="00300F60"/>
    <w:rsid w:val="00301223"/>
    <w:rsid w:val="003019F1"/>
    <w:rsid w:val="00301ABC"/>
    <w:rsid w:val="003020A6"/>
    <w:rsid w:val="00303F3F"/>
    <w:rsid w:val="0030424F"/>
    <w:rsid w:val="00305E33"/>
    <w:rsid w:val="00305EC2"/>
    <w:rsid w:val="00307CC4"/>
    <w:rsid w:val="00312055"/>
    <w:rsid w:val="00315F60"/>
    <w:rsid w:val="00315FAA"/>
    <w:rsid w:val="0031600F"/>
    <w:rsid w:val="003165B1"/>
    <w:rsid w:val="003170BD"/>
    <w:rsid w:val="003205BB"/>
    <w:rsid w:val="00320E6F"/>
    <w:rsid w:val="00322351"/>
    <w:rsid w:val="00324585"/>
    <w:rsid w:val="00324F6F"/>
    <w:rsid w:val="00325458"/>
    <w:rsid w:val="003255AD"/>
    <w:rsid w:val="00325C3D"/>
    <w:rsid w:val="00325E1B"/>
    <w:rsid w:val="0032602B"/>
    <w:rsid w:val="00327B6A"/>
    <w:rsid w:val="0033049E"/>
    <w:rsid w:val="0033153A"/>
    <w:rsid w:val="00331804"/>
    <w:rsid w:val="00331CEB"/>
    <w:rsid w:val="00333425"/>
    <w:rsid w:val="00334110"/>
    <w:rsid w:val="00334AB9"/>
    <w:rsid w:val="00334DD3"/>
    <w:rsid w:val="00335003"/>
    <w:rsid w:val="0033502E"/>
    <w:rsid w:val="0033506D"/>
    <w:rsid w:val="00335226"/>
    <w:rsid w:val="0033523F"/>
    <w:rsid w:val="003352AC"/>
    <w:rsid w:val="00336A1D"/>
    <w:rsid w:val="00336B64"/>
    <w:rsid w:val="00336D77"/>
    <w:rsid w:val="00336D9C"/>
    <w:rsid w:val="00337E8B"/>
    <w:rsid w:val="0034174B"/>
    <w:rsid w:val="00343C47"/>
    <w:rsid w:val="00344882"/>
    <w:rsid w:val="00344AB7"/>
    <w:rsid w:val="00345224"/>
    <w:rsid w:val="003452E8"/>
    <w:rsid w:val="00345434"/>
    <w:rsid w:val="00346CE2"/>
    <w:rsid w:val="003470F5"/>
    <w:rsid w:val="003501AE"/>
    <w:rsid w:val="00350CBB"/>
    <w:rsid w:val="003513F9"/>
    <w:rsid w:val="0035211A"/>
    <w:rsid w:val="00352910"/>
    <w:rsid w:val="00352A56"/>
    <w:rsid w:val="00352F57"/>
    <w:rsid w:val="003533E0"/>
    <w:rsid w:val="00353489"/>
    <w:rsid w:val="0035361A"/>
    <w:rsid w:val="00353FF0"/>
    <w:rsid w:val="0035440F"/>
    <w:rsid w:val="00354BD4"/>
    <w:rsid w:val="00355D20"/>
    <w:rsid w:val="00355E5B"/>
    <w:rsid w:val="003561D1"/>
    <w:rsid w:val="00357079"/>
    <w:rsid w:val="0035763A"/>
    <w:rsid w:val="003577E3"/>
    <w:rsid w:val="00357832"/>
    <w:rsid w:val="00357EF1"/>
    <w:rsid w:val="0036057C"/>
    <w:rsid w:val="003615B0"/>
    <w:rsid w:val="003635A6"/>
    <w:rsid w:val="003654D1"/>
    <w:rsid w:val="003659A3"/>
    <w:rsid w:val="00365BA6"/>
    <w:rsid w:val="00366B7E"/>
    <w:rsid w:val="00366D66"/>
    <w:rsid w:val="0036732C"/>
    <w:rsid w:val="003718CC"/>
    <w:rsid w:val="00371934"/>
    <w:rsid w:val="00371938"/>
    <w:rsid w:val="003738E2"/>
    <w:rsid w:val="00373F0A"/>
    <w:rsid w:val="00374E3C"/>
    <w:rsid w:val="003767A2"/>
    <w:rsid w:val="00376A7F"/>
    <w:rsid w:val="0037721D"/>
    <w:rsid w:val="003775C7"/>
    <w:rsid w:val="00377792"/>
    <w:rsid w:val="00377CF9"/>
    <w:rsid w:val="00380821"/>
    <w:rsid w:val="00380875"/>
    <w:rsid w:val="003809A3"/>
    <w:rsid w:val="003816EF"/>
    <w:rsid w:val="00381943"/>
    <w:rsid w:val="00383754"/>
    <w:rsid w:val="00383B8B"/>
    <w:rsid w:val="00384AAE"/>
    <w:rsid w:val="00385545"/>
    <w:rsid w:val="00386060"/>
    <w:rsid w:val="00386971"/>
    <w:rsid w:val="00387C98"/>
    <w:rsid w:val="00393296"/>
    <w:rsid w:val="00393407"/>
    <w:rsid w:val="0039371E"/>
    <w:rsid w:val="0039531A"/>
    <w:rsid w:val="003979D2"/>
    <w:rsid w:val="003A20CC"/>
    <w:rsid w:val="003A2E63"/>
    <w:rsid w:val="003A2FFC"/>
    <w:rsid w:val="003A38D1"/>
    <w:rsid w:val="003A5125"/>
    <w:rsid w:val="003A512B"/>
    <w:rsid w:val="003A515E"/>
    <w:rsid w:val="003A5739"/>
    <w:rsid w:val="003A57C1"/>
    <w:rsid w:val="003A5E4D"/>
    <w:rsid w:val="003A65C0"/>
    <w:rsid w:val="003A668F"/>
    <w:rsid w:val="003A6F20"/>
    <w:rsid w:val="003A704F"/>
    <w:rsid w:val="003A7A19"/>
    <w:rsid w:val="003A7AC6"/>
    <w:rsid w:val="003B0B44"/>
    <w:rsid w:val="003B0B85"/>
    <w:rsid w:val="003B236B"/>
    <w:rsid w:val="003B3C31"/>
    <w:rsid w:val="003B3C4C"/>
    <w:rsid w:val="003B4233"/>
    <w:rsid w:val="003B431E"/>
    <w:rsid w:val="003B5BC6"/>
    <w:rsid w:val="003B7567"/>
    <w:rsid w:val="003C025F"/>
    <w:rsid w:val="003C07C4"/>
    <w:rsid w:val="003C3170"/>
    <w:rsid w:val="003C3953"/>
    <w:rsid w:val="003C3FE1"/>
    <w:rsid w:val="003C4E0C"/>
    <w:rsid w:val="003C50E8"/>
    <w:rsid w:val="003C6A43"/>
    <w:rsid w:val="003C7848"/>
    <w:rsid w:val="003C7B16"/>
    <w:rsid w:val="003D0315"/>
    <w:rsid w:val="003D05FD"/>
    <w:rsid w:val="003D0A60"/>
    <w:rsid w:val="003D0B17"/>
    <w:rsid w:val="003D1061"/>
    <w:rsid w:val="003D10AC"/>
    <w:rsid w:val="003D3532"/>
    <w:rsid w:val="003D3B61"/>
    <w:rsid w:val="003D49A2"/>
    <w:rsid w:val="003D4ABB"/>
    <w:rsid w:val="003D4B4C"/>
    <w:rsid w:val="003D4CF4"/>
    <w:rsid w:val="003D4E5C"/>
    <w:rsid w:val="003E0028"/>
    <w:rsid w:val="003E070C"/>
    <w:rsid w:val="003E08F5"/>
    <w:rsid w:val="003E0EBB"/>
    <w:rsid w:val="003E1359"/>
    <w:rsid w:val="003E1D9F"/>
    <w:rsid w:val="003E261E"/>
    <w:rsid w:val="003E3B61"/>
    <w:rsid w:val="003E43C9"/>
    <w:rsid w:val="003E4426"/>
    <w:rsid w:val="003E45DC"/>
    <w:rsid w:val="003E5181"/>
    <w:rsid w:val="003E5C0D"/>
    <w:rsid w:val="003E6AB2"/>
    <w:rsid w:val="003E7296"/>
    <w:rsid w:val="003F0458"/>
    <w:rsid w:val="003F109D"/>
    <w:rsid w:val="003F2041"/>
    <w:rsid w:val="003F26C5"/>
    <w:rsid w:val="003F2777"/>
    <w:rsid w:val="003F2B81"/>
    <w:rsid w:val="003F3F8D"/>
    <w:rsid w:val="003F496D"/>
    <w:rsid w:val="003F563C"/>
    <w:rsid w:val="003F57C1"/>
    <w:rsid w:val="003F5B65"/>
    <w:rsid w:val="003F6D61"/>
    <w:rsid w:val="003F7249"/>
    <w:rsid w:val="003F7FC2"/>
    <w:rsid w:val="0040037D"/>
    <w:rsid w:val="0040141D"/>
    <w:rsid w:val="00401532"/>
    <w:rsid w:val="00402564"/>
    <w:rsid w:val="00403613"/>
    <w:rsid w:val="00404353"/>
    <w:rsid w:val="00404D2D"/>
    <w:rsid w:val="00405271"/>
    <w:rsid w:val="0040567D"/>
    <w:rsid w:val="0040750F"/>
    <w:rsid w:val="00407702"/>
    <w:rsid w:val="00410FF3"/>
    <w:rsid w:val="00411734"/>
    <w:rsid w:val="00411D34"/>
    <w:rsid w:val="00412618"/>
    <w:rsid w:val="004132B5"/>
    <w:rsid w:val="00414825"/>
    <w:rsid w:val="0041797B"/>
    <w:rsid w:val="004204B0"/>
    <w:rsid w:val="00420972"/>
    <w:rsid w:val="004221D3"/>
    <w:rsid w:val="004227CC"/>
    <w:rsid w:val="004239FA"/>
    <w:rsid w:val="00423A49"/>
    <w:rsid w:val="00423DFA"/>
    <w:rsid w:val="00424260"/>
    <w:rsid w:val="004245C9"/>
    <w:rsid w:val="00425CF7"/>
    <w:rsid w:val="00425D82"/>
    <w:rsid w:val="00426B25"/>
    <w:rsid w:val="00426F63"/>
    <w:rsid w:val="00430067"/>
    <w:rsid w:val="0043191F"/>
    <w:rsid w:val="00431C31"/>
    <w:rsid w:val="00431DCA"/>
    <w:rsid w:val="00435F43"/>
    <w:rsid w:val="00437EBF"/>
    <w:rsid w:val="0044035F"/>
    <w:rsid w:val="004404A9"/>
    <w:rsid w:val="00440FCA"/>
    <w:rsid w:val="004411F2"/>
    <w:rsid w:val="004412F1"/>
    <w:rsid w:val="004420DC"/>
    <w:rsid w:val="00442541"/>
    <w:rsid w:val="0044274B"/>
    <w:rsid w:val="0044280C"/>
    <w:rsid w:val="00442DC3"/>
    <w:rsid w:val="00442E0C"/>
    <w:rsid w:val="0044413C"/>
    <w:rsid w:val="00445116"/>
    <w:rsid w:val="004463D5"/>
    <w:rsid w:val="004471A1"/>
    <w:rsid w:val="00447ECA"/>
    <w:rsid w:val="00450159"/>
    <w:rsid w:val="0045031A"/>
    <w:rsid w:val="0045075F"/>
    <w:rsid w:val="00451633"/>
    <w:rsid w:val="00451BC8"/>
    <w:rsid w:val="00452FF6"/>
    <w:rsid w:val="00453436"/>
    <w:rsid w:val="00453A02"/>
    <w:rsid w:val="0045557E"/>
    <w:rsid w:val="00456AA9"/>
    <w:rsid w:val="00457104"/>
    <w:rsid w:val="00457779"/>
    <w:rsid w:val="004578D2"/>
    <w:rsid w:val="0046008B"/>
    <w:rsid w:val="0046106E"/>
    <w:rsid w:val="004611FE"/>
    <w:rsid w:val="004614EF"/>
    <w:rsid w:val="004622F4"/>
    <w:rsid w:val="00463186"/>
    <w:rsid w:val="00463351"/>
    <w:rsid w:val="00463B9F"/>
    <w:rsid w:val="00463E81"/>
    <w:rsid w:val="00464206"/>
    <w:rsid w:val="0046643F"/>
    <w:rsid w:val="004672E1"/>
    <w:rsid w:val="00467D72"/>
    <w:rsid w:val="00470AFE"/>
    <w:rsid w:val="0047276A"/>
    <w:rsid w:val="00473EBE"/>
    <w:rsid w:val="004758EF"/>
    <w:rsid w:val="00475A0D"/>
    <w:rsid w:val="00475B32"/>
    <w:rsid w:val="00475CEB"/>
    <w:rsid w:val="00477105"/>
    <w:rsid w:val="0047761B"/>
    <w:rsid w:val="0048185E"/>
    <w:rsid w:val="00481887"/>
    <w:rsid w:val="0048279B"/>
    <w:rsid w:val="004833F7"/>
    <w:rsid w:val="004840F6"/>
    <w:rsid w:val="0048500C"/>
    <w:rsid w:val="00485403"/>
    <w:rsid w:val="00486027"/>
    <w:rsid w:val="004907DB"/>
    <w:rsid w:val="004913B2"/>
    <w:rsid w:val="0049144C"/>
    <w:rsid w:val="00492E3F"/>
    <w:rsid w:val="00494734"/>
    <w:rsid w:val="004951CE"/>
    <w:rsid w:val="004957C7"/>
    <w:rsid w:val="004960F6"/>
    <w:rsid w:val="004965A1"/>
    <w:rsid w:val="00496AAB"/>
    <w:rsid w:val="00496D94"/>
    <w:rsid w:val="00497A64"/>
    <w:rsid w:val="00497FF7"/>
    <w:rsid w:val="004A071C"/>
    <w:rsid w:val="004A0731"/>
    <w:rsid w:val="004A07BD"/>
    <w:rsid w:val="004A090A"/>
    <w:rsid w:val="004A1354"/>
    <w:rsid w:val="004A1932"/>
    <w:rsid w:val="004A1A89"/>
    <w:rsid w:val="004A1FCC"/>
    <w:rsid w:val="004A2224"/>
    <w:rsid w:val="004A28DF"/>
    <w:rsid w:val="004A314A"/>
    <w:rsid w:val="004A3B9D"/>
    <w:rsid w:val="004A4BDA"/>
    <w:rsid w:val="004A4C12"/>
    <w:rsid w:val="004A530D"/>
    <w:rsid w:val="004A6263"/>
    <w:rsid w:val="004A707B"/>
    <w:rsid w:val="004A729C"/>
    <w:rsid w:val="004A768A"/>
    <w:rsid w:val="004A76CF"/>
    <w:rsid w:val="004A7B35"/>
    <w:rsid w:val="004A7F91"/>
    <w:rsid w:val="004B1588"/>
    <w:rsid w:val="004B1AA9"/>
    <w:rsid w:val="004B1F1A"/>
    <w:rsid w:val="004B42B0"/>
    <w:rsid w:val="004B49B4"/>
    <w:rsid w:val="004B4C5D"/>
    <w:rsid w:val="004B53A6"/>
    <w:rsid w:val="004B57BA"/>
    <w:rsid w:val="004B6A7C"/>
    <w:rsid w:val="004C072E"/>
    <w:rsid w:val="004C14C9"/>
    <w:rsid w:val="004C174D"/>
    <w:rsid w:val="004C1A98"/>
    <w:rsid w:val="004C5CCA"/>
    <w:rsid w:val="004C67CF"/>
    <w:rsid w:val="004C6B21"/>
    <w:rsid w:val="004C753B"/>
    <w:rsid w:val="004D111F"/>
    <w:rsid w:val="004D16E0"/>
    <w:rsid w:val="004D175D"/>
    <w:rsid w:val="004D2423"/>
    <w:rsid w:val="004D2897"/>
    <w:rsid w:val="004D36C0"/>
    <w:rsid w:val="004D39EB"/>
    <w:rsid w:val="004D4DA5"/>
    <w:rsid w:val="004D549E"/>
    <w:rsid w:val="004D54C0"/>
    <w:rsid w:val="004D7296"/>
    <w:rsid w:val="004E00FB"/>
    <w:rsid w:val="004E0B79"/>
    <w:rsid w:val="004E1188"/>
    <w:rsid w:val="004E1254"/>
    <w:rsid w:val="004E387D"/>
    <w:rsid w:val="004E3E13"/>
    <w:rsid w:val="004E451A"/>
    <w:rsid w:val="004E4D13"/>
    <w:rsid w:val="004E5654"/>
    <w:rsid w:val="004E59D6"/>
    <w:rsid w:val="004E641D"/>
    <w:rsid w:val="004E70C3"/>
    <w:rsid w:val="004E7D16"/>
    <w:rsid w:val="004F00BD"/>
    <w:rsid w:val="004F07B0"/>
    <w:rsid w:val="004F0B76"/>
    <w:rsid w:val="004F2547"/>
    <w:rsid w:val="004F2BFC"/>
    <w:rsid w:val="004F4AA0"/>
    <w:rsid w:val="004F4F15"/>
    <w:rsid w:val="004F52F9"/>
    <w:rsid w:val="004F6E8B"/>
    <w:rsid w:val="004F7ED1"/>
    <w:rsid w:val="005012D0"/>
    <w:rsid w:val="0050192B"/>
    <w:rsid w:val="00502132"/>
    <w:rsid w:val="00502DD4"/>
    <w:rsid w:val="005034EC"/>
    <w:rsid w:val="005038C5"/>
    <w:rsid w:val="00503D57"/>
    <w:rsid w:val="00504957"/>
    <w:rsid w:val="00504E6E"/>
    <w:rsid w:val="00505681"/>
    <w:rsid w:val="00505A76"/>
    <w:rsid w:val="0050659C"/>
    <w:rsid w:val="00506CFF"/>
    <w:rsid w:val="00507BD2"/>
    <w:rsid w:val="00510745"/>
    <w:rsid w:val="00511F1E"/>
    <w:rsid w:val="00512073"/>
    <w:rsid w:val="00513908"/>
    <w:rsid w:val="00513B74"/>
    <w:rsid w:val="005141F8"/>
    <w:rsid w:val="0051538A"/>
    <w:rsid w:val="00515EEC"/>
    <w:rsid w:val="00516E70"/>
    <w:rsid w:val="00517E94"/>
    <w:rsid w:val="005200B2"/>
    <w:rsid w:val="00520C07"/>
    <w:rsid w:val="005215CC"/>
    <w:rsid w:val="00521BBF"/>
    <w:rsid w:val="00524468"/>
    <w:rsid w:val="005279E1"/>
    <w:rsid w:val="00530A38"/>
    <w:rsid w:val="0053131C"/>
    <w:rsid w:val="005327F0"/>
    <w:rsid w:val="00532CA7"/>
    <w:rsid w:val="00533B2C"/>
    <w:rsid w:val="005343F3"/>
    <w:rsid w:val="00534603"/>
    <w:rsid w:val="00534781"/>
    <w:rsid w:val="00534E03"/>
    <w:rsid w:val="0053552B"/>
    <w:rsid w:val="005357BC"/>
    <w:rsid w:val="005368BF"/>
    <w:rsid w:val="00536C34"/>
    <w:rsid w:val="00536F2C"/>
    <w:rsid w:val="00541666"/>
    <w:rsid w:val="0054252E"/>
    <w:rsid w:val="00542EB0"/>
    <w:rsid w:val="005430F7"/>
    <w:rsid w:val="00544A12"/>
    <w:rsid w:val="00545618"/>
    <w:rsid w:val="005478CB"/>
    <w:rsid w:val="005509AC"/>
    <w:rsid w:val="005514B4"/>
    <w:rsid w:val="00551E23"/>
    <w:rsid w:val="0055232D"/>
    <w:rsid w:val="00552CC0"/>
    <w:rsid w:val="00553BA1"/>
    <w:rsid w:val="005555D6"/>
    <w:rsid w:val="005555DD"/>
    <w:rsid w:val="00555A53"/>
    <w:rsid w:val="00556230"/>
    <w:rsid w:val="0055635F"/>
    <w:rsid w:val="005569FE"/>
    <w:rsid w:val="00557B2C"/>
    <w:rsid w:val="00560BC0"/>
    <w:rsid w:val="00560D81"/>
    <w:rsid w:val="0056166E"/>
    <w:rsid w:val="00562F65"/>
    <w:rsid w:val="00564E2D"/>
    <w:rsid w:val="005664A3"/>
    <w:rsid w:val="00566E44"/>
    <w:rsid w:val="00567749"/>
    <w:rsid w:val="00573086"/>
    <w:rsid w:val="005731CB"/>
    <w:rsid w:val="0057328C"/>
    <w:rsid w:val="005735E2"/>
    <w:rsid w:val="00573FE1"/>
    <w:rsid w:val="005741DE"/>
    <w:rsid w:val="005744B7"/>
    <w:rsid w:val="005745A1"/>
    <w:rsid w:val="00575284"/>
    <w:rsid w:val="005762C4"/>
    <w:rsid w:val="00576549"/>
    <w:rsid w:val="00577AD9"/>
    <w:rsid w:val="005802B8"/>
    <w:rsid w:val="00581634"/>
    <w:rsid w:val="00581738"/>
    <w:rsid w:val="005817F9"/>
    <w:rsid w:val="00582A4A"/>
    <w:rsid w:val="00583A7D"/>
    <w:rsid w:val="00583D9D"/>
    <w:rsid w:val="0058442B"/>
    <w:rsid w:val="00584991"/>
    <w:rsid w:val="00584C51"/>
    <w:rsid w:val="00586EAC"/>
    <w:rsid w:val="00587356"/>
    <w:rsid w:val="00590635"/>
    <w:rsid w:val="005920BB"/>
    <w:rsid w:val="00592852"/>
    <w:rsid w:val="00592A2B"/>
    <w:rsid w:val="0059679D"/>
    <w:rsid w:val="00596B65"/>
    <w:rsid w:val="00597F3D"/>
    <w:rsid w:val="005A01AC"/>
    <w:rsid w:val="005A036E"/>
    <w:rsid w:val="005A323D"/>
    <w:rsid w:val="005A39FC"/>
    <w:rsid w:val="005A3F82"/>
    <w:rsid w:val="005A6B47"/>
    <w:rsid w:val="005A6DE2"/>
    <w:rsid w:val="005A7678"/>
    <w:rsid w:val="005A77B4"/>
    <w:rsid w:val="005A7C5A"/>
    <w:rsid w:val="005B13DF"/>
    <w:rsid w:val="005B277B"/>
    <w:rsid w:val="005B36F2"/>
    <w:rsid w:val="005B43C9"/>
    <w:rsid w:val="005B557E"/>
    <w:rsid w:val="005C0185"/>
    <w:rsid w:val="005C0C92"/>
    <w:rsid w:val="005C35BB"/>
    <w:rsid w:val="005C3795"/>
    <w:rsid w:val="005C4231"/>
    <w:rsid w:val="005C442E"/>
    <w:rsid w:val="005C448B"/>
    <w:rsid w:val="005C4C34"/>
    <w:rsid w:val="005C7062"/>
    <w:rsid w:val="005D59AE"/>
    <w:rsid w:val="005D5E97"/>
    <w:rsid w:val="005D6034"/>
    <w:rsid w:val="005D6242"/>
    <w:rsid w:val="005D64F8"/>
    <w:rsid w:val="005D7423"/>
    <w:rsid w:val="005D7B8C"/>
    <w:rsid w:val="005E0611"/>
    <w:rsid w:val="005E0DB4"/>
    <w:rsid w:val="005E0F7A"/>
    <w:rsid w:val="005E1C62"/>
    <w:rsid w:val="005E2272"/>
    <w:rsid w:val="005E2DD9"/>
    <w:rsid w:val="005E3A72"/>
    <w:rsid w:val="005E3F14"/>
    <w:rsid w:val="005E44ED"/>
    <w:rsid w:val="005E45C3"/>
    <w:rsid w:val="005E4F6C"/>
    <w:rsid w:val="005E533E"/>
    <w:rsid w:val="005E5649"/>
    <w:rsid w:val="005E565E"/>
    <w:rsid w:val="005E58E5"/>
    <w:rsid w:val="005E6448"/>
    <w:rsid w:val="005E6FEA"/>
    <w:rsid w:val="005E771F"/>
    <w:rsid w:val="005E7F72"/>
    <w:rsid w:val="005F0009"/>
    <w:rsid w:val="005F06FA"/>
    <w:rsid w:val="005F114B"/>
    <w:rsid w:val="005F2B3E"/>
    <w:rsid w:val="005F2D3D"/>
    <w:rsid w:val="005F4561"/>
    <w:rsid w:val="005F47DA"/>
    <w:rsid w:val="005F5227"/>
    <w:rsid w:val="005F5888"/>
    <w:rsid w:val="005F58F8"/>
    <w:rsid w:val="005F5E30"/>
    <w:rsid w:val="005F60F4"/>
    <w:rsid w:val="005F6C9F"/>
    <w:rsid w:val="005F75EB"/>
    <w:rsid w:val="005F776B"/>
    <w:rsid w:val="006001F2"/>
    <w:rsid w:val="00602AD0"/>
    <w:rsid w:val="00603508"/>
    <w:rsid w:val="006047DB"/>
    <w:rsid w:val="00604880"/>
    <w:rsid w:val="00604E77"/>
    <w:rsid w:val="00605026"/>
    <w:rsid w:val="00606592"/>
    <w:rsid w:val="00607039"/>
    <w:rsid w:val="0060761D"/>
    <w:rsid w:val="00607C8F"/>
    <w:rsid w:val="00610C17"/>
    <w:rsid w:val="0061227A"/>
    <w:rsid w:val="006163E8"/>
    <w:rsid w:val="00616F95"/>
    <w:rsid w:val="006172C6"/>
    <w:rsid w:val="00617B8A"/>
    <w:rsid w:val="00621031"/>
    <w:rsid w:val="00621576"/>
    <w:rsid w:val="00621B49"/>
    <w:rsid w:val="00621D37"/>
    <w:rsid w:val="00621FA1"/>
    <w:rsid w:val="0062209B"/>
    <w:rsid w:val="00623583"/>
    <w:rsid w:val="00623B02"/>
    <w:rsid w:val="00624424"/>
    <w:rsid w:val="00624AA4"/>
    <w:rsid w:val="00624C4D"/>
    <w:rsid w:val="00625405"/>
    <w:rsid w:val="00625415"/>
    <w:rsid w:val="00625774"/>
    <w:rsid w:val="00625F6E"/>
    <w:rsid w:val="006262D2"/>
    <w:rsid w:val="00626A14"/>
    <w:rsid w:val="00627579"/>
    <w:rsid w:val="006303AF"/>
    <w:rsid w:val="00630494"/>
    <w:rsid w:val="006304D6"/>
    <w:rsid w:val="0063061F"/>
    <w:rsid w:val="0063184C"/>
    <w:rsid w:val="00632A93"/>
    <w:rsid w:val="0063390E"/>
    <w:rsid w:val="0063401F"/>
    <w:rsid w:val="00634D5D"/>
    <w:rsid w:val="006354B9"/>
    <w:rsid w:val="00636C09"/>
    <w:rsid w:val="00636ED9"/>
    <w:rsid w:val="006371A6"/>
    <w:rsid w:val="00637F90"/>
    <w:rsid w:val="00641BA0"/>
    <w:rsid w:val="00643300"/>
    <w:rsid w:val="006433DF"/>
    <w:rsid w:val="00643C41"/>
    <w:rsid w:val="00644157"/>
    <w:rsid w:val="006442A6"/>
    <w:rsid w:val="0064527C"/>
    <w:rsid w:val="00645B5A"/>
    <w:rsid w:val="006461F2"/>
    <w:rsid w:val="006500E3"/>
    <w:rsid w:val="006507EA"/>
    <w:rsid w:val="00650B68"/>
    <w:rsid w:val="00651084"/>
    <w:rsid w:val="00651E29"/>
    <w:rsid w:val="00652D5D"/>
    <w:rsid w:val="006546A8"/>
    <w:rsid w:val="00655191"/>
    <w:rsid w:val="0065541C"/>
    <w:rsid w:val="006556F6"/>
    <w:rsid w:val="00655DC1"/>
    <w:rsid w:val="00656429"/>
    <w:rsid w:val="006565FC"/>
    <w:rsid w:val="00656815"/>
    <w:rsid w:val="00657F76"/>
    <w:rsid w:val="0066091F"/>
    <w:rsid w:val="00661D9E"/>
    <w:rsid w:val="00661F2B"/>
    <w:rsid w:val="006650AB"/>
    <w:rsid w:val="00666B52"/>
    <w:rsid w:val="00667CCB"/>
    <w:rsid w:val="006706E3"/>
    <w:rsid w:val="00670D62"/>
    <w:rsid w:val="00671765"/>
    <w:rsid w:val="00672133"/>
    <w:rsid w:val="006722EE"/>
    <w:rsid w:val="006727CD"/>
    <w:rsid w:val="006728AB"/>
    <w:rsid w:val="00672D3D"/>
    <w:rsid w:val="00673273"/>
    <w:rsid w:val="00674EB0"/>
    <w:rsid w:val="006750A5"/>
    <w:rsid w:val="006754CC"/>
    <w:rsid w:val="0067589C"/>
    <w:rsid w:val="0067658D"/>
    <w:rsid w:val="006768E8"/>
    <w:rsid w:val="00676B01"/>
    <w:rsid w:val="00677F6F"/>
    <w:rsid w:val="00680EC8"/>
    <w:rsid w:val="00681F08"/>
    <w:rsid w:val="00682551"/>
    <w:rsid w:val="006827F1"/>
    <w:rsid w:val="006849C5"/>
    <w:rsid w:val="00684CBD"/>
    <w:rsid w:val="00685E53"/>
    <w:rsid w:val="006874F9"/>
    <w:rsid w:val="00690E51"/>
    <w:rsid w:val="00690FBC"/>
    <w:rsid w:val="00691E00"/>
    <w:rsid w:val="0069263D"/>
    <w:rsid w:val="00692BDB"/>
    <w:rsid w:val="0069349C"/>
    <w:rsid w:val="00694AC5"/>
    <w:rsid w:val="00695107"/>
    <w:rsid w:val="0069586F"/>
    <w:rsid w:val="0069591E"/>
    <w:rsid w:val="006959DC"/>
    <w:rsid w:val="00695D13"/>
    <w:rsid w:val="00695E6E"/>
    <w:rsid w:val="00697C38"/>
    <w:rsid w:val="006A02D2"/>
    <w:rsid w:val="006A2CD9"/>
    <w:rsid w:val="006A4824"/>
    <w:rsid w:val="006A50CD"/>
    <w:rsid w:val="006A5842"/>
    <w:rsid w:val="006A67DD"/>
    <w:rsid w:val="006A6947"/>
    <w:rsid w:val="006A78A1"/>
    <w:rsid w:val="006B1071"/>
    <w:rsid w:val="006B3D6B"/>
    <w:rsid w:val="006B55C2"/>
    <w:rsid w:val="006B56AD"/>
    <w:rsid w:val="006B5AF9"/>
    <w:rsid w:val="006B7642"/>
    <w:rsid w:val="006B7A5F"/>
    <w:rsid w:val="006C03EF"/>
    <w:rsid w:val="006C0FBA"/>
    <w:rsid w:val="006C1AE6"/>
    <w:rsid w:val="006C1AFB"/>
    <w:rsid w:val="006C22A3"/>
    <w:rsid w:val="006C2743"/>
    <w:rsid w:val="006C2F2E"/>
    <w:rsid w:val="006C33F6"/>
    <w:rsid w:val="006C3D75"/>
    <w:rsid w:val="006C4DFD"/>
    <w:rsid w:val="006C52BE"/>
    <w:rsid w:val="006C6252"/>
    <w:rsid w:val="006C7A55"/>
    <w:rsid w:val="006C7C0D"/>
    <w:rsid w:val="006C7FC2"/>
    <w:rsid w:val="006D14E1"/>
    <w:rsid w:val="006D2063"/>
    <w:rsid w:val="006D3E72"/>
    <w:rsid w:val="006D4563"/>
    <w:rsid w:val="006D48ED"/>
    <w:rsid w:val="006D7C38"/>
    <w:rsid w:val="006E0862"/>
    <w:rsid w:val="006E217B"/>
    <w:rsid w:val="006E2F9C"/>
    <w:rsid w:val="006E33A9"/>
    <w:rsid w:val="006E605D"/>
    <w:rsid w:val="006E6AFD"/>
    <w:rsid w:val="006E75CA"/>
    <w:rsid w:val="006F0A72"/>
    <w:rsid w:val="006F0B1D"/>
    <w:rsid w:val="006F0C3A"/>
    <w:rsid w:val="006F1179"/>
    <w:rsid w:val="006F1AF9"/>
    <w:rsid w:val="006F1DC3"/>
    <w:rsid w:val="006F230A"/>
    <w:rsid w:val="006F2C0F"/>
    <w:rsid w:val="006F2E16"/>
    <w:rsid w:val="006F60BF"/>
    <w:rsid w:val="006F6679"/>
    <w:rsid w:val="006F73C4"/>
    <w:rsid w:val="006F7548"/>
    <w:rsid w:val="00700A95"/>
    <w:rsid w:val="00700E4E"/>
    <w:rsid w:val="00701006"/>
    <w:rsid w:val="007015C6"/>
    <w:rsid w:val="007016EE"/>
    <w:rsid w:val="0070187B"/>
    <w:rsid w:val="00702777"/>
    <w:rsid w:val="00703F43"/>
    <w:rsid w:val="00705AA3"/>
    <w:rsid w:val="00705E74"/>
    <w:rsid w:val="00710075"/>
    <w:rsid w:val="007132A4"/>
    <w:rsid w:val="0071365E"/>
    <w:rsid w:val="0071429B"/>
    <w:rsid w:val="00714A9F"/>
    <w:rsid w:val="00715247"/>
    <w:rsid w:val="0071653F"/>
    <w:rsid w:val="00716C8A"/>
    <w:rsid w:val="00720579"/>
    <w:rsid w:val="00722844"/>
    <w:rsid w:val="007235BE"/>
    <w:rsid w:val="0072477F"/>
    <w:rsid w:val="00724D76"/>
    <w:rsid w:val="007264D4"/>
    <w:rsid w:val="00726744"/>
    <w:rsid w:val="00727523"/>
    <w:rsid w:val="00727EE3"/>
    <w:rsid w:val="0073003B"/>
    <w:rsid w:val="00730597"/>
    <w:rsid w:val="00730945"/>
    <w:rsid w:val="00731D5B"/>
    <w:rsid w:val="007332DE"/>
    <w:rsid w:val="007344B2"/>
    <w:rsid w:val="00735E7E"/>
    <w:rsid w:val="007364C8"/>
    <w:rsid w:val="007373C2"/>
    <w:rsid w:val="0074048C"/>
    <w:rsid w:val="007404E1"/>
    <w:rsid w:val="0074185C"/>
    <w:rsid w:val="00742395"/>
    <w:rsid w:val="0074315C"/>
    <w:rsid w:val="0074326F"/>
    <w:rsid w:val="00744B02"/>
    <w:rsid w:val="007465C9"/>
    <w:rsid w:val="00747B86"/>
    <w:rsid w:val="00747EB6"/>
    <w:rsid w:val="00750B90"/>
    <w:rsid w:val="00751156"/>
    <w:rsid w:val="00751265"/>
    <w:rsid w:val="00751B36"/>
    <w:rsid w:val="00752218"/>
    <w:rsid w:val="007536EF"/>
    <w:rsid w:val="0075378C"/>
    <w:rsid w:val="0075401E"/>
    <w:rsid w:val="00755607"/>
    <w:rsid w:val="00755D95"/>
    <w:rsid w:val="00756BF5"/>
    <w:rsid w:val="00756D20"/>
    <w:rsid w:val="00756DBC"/>
    <w:rsid w:val="00757549"/>
    <w:rsid w:val="007609BE"/>
    <w:rsid w:val="00762A9C"/>
    <w:rsid w:val="00762EB8"/>
    <w:rsid w:val="0076328F"/>
    <w:rsid w:val="0076492C"/>
    <w:rsid w:val="00764E27"/>
    <w:rsid w:val="00770CA8"/>
    <w:rsid w:val="007719BE"/>
    <w:rsid w:val="00772427"/>
    <w:rsid w:val="0077288D"/>
    <w:rsid w:val="00774E99"/>
    <w:rsid w:val="00774EA2"/>
    <w:rsid w:val="00775F1D"/>
    <w:rsid w:val="00776DFC"/>
    <w:rsid w:val="007772CC"/>
    <w:rsid w:val="00777705"/>
    <w:rsid w:val="00777897"/>
    <w:rsid w:val="00777C47"/>
    <w:rsid w:val="00781FD5"/>
    <w:rsid w:val="007822DB"/>
    <w:rsid w:val="00783138"/>
    <w:rsid w:val="00784704"/>
    <w:rsid w:val="00785C63"/>
    <w:rsid w:val="007866B7"/>
    <w:rsid w:val="007869D1"/>
    <w:rsid w:val="0079063C"/>
    <w:rsid w:val="00790C3A"/>
    <w:rsid w:val="00792EB6"/>
    <w:rsid w:val="00792F2B"/>
    <w:rsid w:val="007935F6"/>
    <w:rsid w:val="00794C1B"/>
    <w:rsid w:val="00795969"/>
    <w:rsid w:val="00796082"/>
    <w:rsid w:val="007961D6"/>
    <w:rsid w:val="00796BA2"/>
    <w:rsid w:val="00796C27"/>
    <w:rsid w:val="007A16FB"/>
    <w:rsid w:val="007A2600"/>
    <w:rsid w:val="007A291D"/>
    <w:rsid w:val="007A2957"/>
    <w:rsid w:val="007A3509"/>
    <w:rsid w:val="007A5396"/>
    <w:rsid w:val="007A6B4A"/>
    <w:rsid w:val="007A6E79"/>
    <w:rsid w:val="007A726F"/>
    <w:rsid w:val="007A7534"/>
    <w:rsid w:val="007A7E0D"/>
    <w:rsid w:val="007B104E"/>
    <w:rsid w:val="007B1755"/>
    <w:rsid w:val="007B21C7"/>
    <w:rsid w:val="007B2BA2"/>
    <w:rsid w:val="007B5177"/>
    <w:rsid w:val="007B53AA"/>
    <w:rsid w:val="007B566F"/>
    <w:rsid w:val="007B57E3"/>
    <w:rsid w:val="007B5CCE"/>
    <w:rsid w:val="007B5DF1"/>
    <w:rsid w:val="007B6279"/>
    <w:rsid w:val="007B6B92"/>
    <w:rsid w:val="007B76BC"/>
    <w:rsid w:val="007C1A17"/>
    <w:rsid w:val="007C38AF"/>
    <w:rsid w:val="007C3E13"/>
    <w:rsid w:val="007C4A19"/>
    <w:rsid w:val="007C54B1"/>
    <w:rsid w:val="007C66B4"/>
    <w:rsid w:val="007C6A6F"/>
    <w:rsid w:val="007C6C41"/>
    <w:rsid w:val="007C72D1"/>
    <w:rsid w:val="007C755F"/>
    <w:rsid w:val="007C7F30"/>
    <w:rsid w:val="007D0061"/>
    <w:rsid w:val="007D14BD"/>
    <w:rsid w:val="007D3FAF"/>
    <w:rsid w:val="007D53A4"/>
    <w:rsid w:val="007D6063"/>
    <w:rsid w:val="007D6359"/>
    <w:rsid w:val="007D6D21"/>
    <w:rsid w:val="007D74DC"/>
    <w:rsid w:val="007D784E"/>
    <w:rsid w:val="007E01D4"/>
    <w:rsid w:val="007E2141"/>
    <w:rsid w:val="007E27F2"/>
    <w:rsid w:val="007E3CDB"/>
    <w:rsid w:val="007E502D"/>
    <w:rsid w:val="007E5243"/>
    <w:rsid w:val="007E72D1"/>
    <w:rsid w:val="007E772A"/>
    <w:rsid w:val="007F3CDF"/>
    <w:rsid w:val="007F496D"/>
    <w:rsid w:val="007F4AE3"/>
    <w:rsid w:val="007F4B78"/>
    <w:rsid w:val="007F5756"/>
    <w:rsid w:val="00800372"/>
    <w:rsid w:val="00800867"/>
    <w:rsid w:val="0080104D"/>
    <w:rsid w:val="00801797"/>
    <w:rsid w:val="00801D54"/>
    <w:rsid w:val="008021F1"/>
    <w:rsid w:val="00802915"/>
    <w:rsid w:val="00802BE3"/>
    <w:rsid w:val="00802E48"/>
    <w:rsid w:val="008035BF"/>
    <w:rsid w:val="00803B8C"/>
    <w:rsid w:val="008065F3"/>
    <w:rsid w:val="0080744A"/>
    <w:rsid w:val="008079D9"/>
    <w:rsid w:val="00807A46"/>
    <w:rsid w:val="00807BBE"/>
    <w:rsid w:val="008108D8"/>
    <w:rsid w:val="00810D04"/>
    <w:rsid w:val="00811900"/>
    <w:rsid w:val="00812804"/>
    <w:rsid w:val="00813383"/>
    <w:rsid w:val="008134BD"/>
    <w:rsid w:val="008142AC"/>
    <w:rsid w:val="008142C0"/>
    <w:rsid w:val="00815186"/>
    <w:rsid w:val="0081575C"/>
    <w:rsid w:val="00816F92"/>
    <w:rsid w:val="0081717B"/>
    <w:rsid w:val="00820C7C"/>
    <w:rsid w:val="00820FC3"/>
    <w:rsid w:val="0082127D"/>
    <w:rsid w:val="0082128F"/>
    <w:rsid w:val="00821DE5"/>
    <w:rsid w:val="0082297E"/>
    <w:rsid w:val="008229DC"/>
    <w:rsid w:val="008257F8"/>
    <w:rsid w:val="008263F1"/>
    <w:rsid w:val="00826810"/>
    <w:rsid w:val="00826BC5"/>
    <w:rsid w:val="00826E11"/>
    <w:rsid w:val="00827F3F"/>
    <w:rsid w:val="00833050"/>
    <w:rsid w:val="0083441C"/>
    <w:rsid w:val="00834A99"/>
    <w:rsid w:val="008368DE"/>
    <w:rsid w:val="0083745D"/>
    <w:rsid w:val="0084060A"/>
    <w:rsid w:val="00842DA2"/>
    <w:rsid w:val="00842E06"/>
    <w:rsid w:val="00844AC6"/>
    <w:rsid w:val="00845187"/>
    <w:rsid w:val="008458C8"/>
    <w:rsid w:val="00846165"/>
    <w:rsid w:val="008464CB"/>
    <w:rsid w:val="00847BBA"/>
    <w:rsid w:val="00847F67"/>
    <w:rsid w:val="00850BBC"/>
    <w:rsid w:val="00850E33"/>
    <w:rsid w:val="00851A54"/>
    <w:rsid w:val="008547ED"/>
    <w:rsid w:val="00854AE0"/>
    <w:rsid w:val="00857504"/>
    <w:rsid w:val="00860F0F"/>
    <w:rsid w:val="00863842"/>
    <w:rsid w:val="00863AB3"/>
    <w:rsid w:val="00864352"/>
    <w:rsid w:val="008663DC"/>
    <w:rsid w:val="00867E8F"/>
    <w:rsid w:val="00870AC0"/>
    <w:rsid w:val="00871051"/>
    <w:rsid w:val="00872512"/>
    <w:rsid w:val="0087334E"/>
    <w:rsid w:val="008734A3"/>
    <w:rsid w:val="008744D6"/>
    <w:rsid w:val="008749E3"/>
    <w:rsid w:val="00874D39"/>
    <w:rsid w:val="008759CC"/>
    <w:rsid w:val="00881C5F"/>
    <w:rsid w:val="0088363D"/>
    <w:rsid w:val="00883917"/>
    <w:rsid w:val="00883A4F"/>
    <w:rsid w:val="00886068"/>
    <w:rsid w:val="00886E5A"/>
    <w:rsid w:val="00890178"/>
    <w:rsid w:val="008922A0"/>
    <w:rsid w:val="00893EAB"/>
    <w:rsid w:val="0089546B"/>
    <w:rsid w:val="00896FCB"/>
    <w:rsid w:val="0089769A"/>
    <w:rsid w:val="008A03F1"/>
    <w:rsid w:val="008A052B"/>
    <w:rsid w:val="008A0E78"/>
    <w:rsid w:val="008A0EB9"/>
    <w:rsid w:val="008A18CC"/>
    <w:rsid w:val="008A18DA"/>
    <w:rsid w:val="008A305D"/>
    <w:rsid w:val="008A30CC"/>
    <w:rsid w:val="008A4519"/>
    <w:rsid w:val="008B0248"/>
    <w:rsid w:val="008B04C1"/>
    <w:rsid w:val="008B04E9"/>
    <w:rsid w:val="008B07D2"/>
    <w:rsid w:val="008B13DC"/>
    <w:rsid w:val="008B16A6"/>
    <w:rsid w:val="008B1807"/>
    <w:rsid w:val="008B3D87"/>
    <w:rsid w:val="008B3E4C"/>
    <w:rsid w:val="008B41D7"/>
    <w:rsid w:val="008B6885"/>
    <w:rsid w:val="008B7AA2"/>
    <w:rsid w:val="008B7EFB"/>
    <w:rsid w:val="008C1857"/>
    <w:rsid w:val="008C1B27"/>
    <w:rsid w:val="008C3493"/>
    <w:rsid w:val="008C404F"/>
    <w:rsid w:val="008C683F"/>
    <w:rsid w:val="008C7EEE"/>
    <w:rsid w:val="008D2BD9"/>
    <w:rsid w:val="008D387E"/>
    <w:rsid w:val="008D3D5B"/>
    <w:rsid w:val="008D42C6"/>
    <w:rsid w:val="008D5BB3"/>
    <w:rsid w:val="008D6302"/>
    <w:rsid w:val="008D6B42"/>
    <w:rsid w:val="008E0F4C"/>
    <w:rsid w:val="008E126E"/>
    <w:rsid w:val="008E1949"/>
    <w:rsid w:val="008E2F0C"/>
    <w:rsid w:val="008E3441"/>
    <w:rsid w:val="008E4205"/>
    <w:rsid w:val="008E4FC8"/>
    <w:rsid w:val="008E5184"/>
    <w:rsid w:val="008F01CC"/>
    <w:rsid w:val="008F1113"/>
    <w:rsid w:val="008F1F27"/>
    <w:rsid w:val="008F2C84"/>
    <w:rsid w:val="008F514E"/>
    <w:rsid w:val="008F53C2"/>
    <w:rsid w:val="008F56DD"/>
    <w:rsid w:val="008F7BD5"/>
    <w:rsid w:val="00900944"/>
    <w:rsid w:val="00900A6F"/>
    <w:rsid w:val="00900BDD"/>
    <w:rsid w:val="00901670"/>
    <w:rsid w:val="00901C1A"/>
    <w:rsid w:val="00902ACC"/>
    <w:rsid w:val="0090617E"/>
    <w:rsid w:val="0090732A"/>
    <w:rsid w:val="0090771B"/>
    <w:rsid w:val="009120DE"/>
    <w:rsid w:val="00912889"/>
    <w:rsid w:val="00912B8C"/>
    <w:rsid w:val="009131CD"/>
    <w:rsid w:val="00913260"/>
    <w:rsid w:val="0091353D"/>
    <w:rsid w:val="00913F60"/>
    <w:rsid w:val="0091449B"/>
    <w:rsid w:val="00914761"/>
    <w:rsid w:val="00916D3D"/>
    <w:rsid w:val="009179ED"/>
    <w:rsid w:val="00920047"/>
    <w:rsid w:val="00921925"/>
    <w:rsid w:val="00922B21"/>
    <w:rsid w:val="00923C9A"/>
    <w:rsid w:val="00924F3B"/>
    <w:rsid w:val="009258AE"/>
    <w:rsid w:val="009260FF"/>
    <w:rsid w:val="009264F3"/>
    <w:rsid w:val="0092658F"/>
    <w:rsid w:val="00926D02"/>
    <w:rsid w:val="009318F3"/>
    <w:rsid w:val="00933BD7"/>
    <w:rsid w:val="009345AE"/>
    <w:rsid w:val="00934982"/>
    <w:rsid w:val="00935085"/>
    <w:rsid w:val="00936205"/>
    <w:rsid w:val="009373A7"/>
    <w:rsid w:val="0094038D"/>
    <w:rsid w:val="0094104E"/>
    <w:rsid w:val="0094120C"/>
    <w:rsid w:val="009446A3"/>
    <w:rsid w:val="0094517D"/>
    <w:rsid w:val="00946207"/>
    <w:rsid w:val="009462A9"/>
    <w:rsid w:val="009503D4"/>
    <w:rsid w:val="00950ABA"/>
    <w:rsid w:val="00950C16"/>
    <w:rsid w:val="00951BD0"/>
    <w:rsid w:val="00951F01"/>
    <w:rsid w:val="009528DE"/>
    <w:rsid w:val="00954E7C"/>
    <w:rsid w:val="00955A84"/>
    <w:rsid w:val="0095632F"/>
    <w:rsid w:val="00956D0B"/>
    <w:rsid w:val="009605BC"/>
    <w:rsid w:val="0096256D"/>
    <w:rsid w:val="00962FB2"/>
    <w:rsid w:val="0096318B"/>
    <w:rsid w:val="009644F5"/>
    <w:rsid w:val="00964641"/>
    <w:rsid w:val="00965A23"/>
    <w:rsid w:val="009664CA"/>
    <w:rsid w:val="00966526"/>
    <w:rsid w:val="00966AF5"/>
    <w:rsid w:val="00966BBF"/>
    <w:rsid w:val="00966C37"/>
    <w:rsid w:val="009674D4"/>
    <w:rsid w:val="00967524"/>
    <w:rsid w:val="00970213"/>
    <w:rsid w:val="009702E7"/>
    <w:rsid w:val="009715F5"/>
    <w:rsid w:val="00972201"/>
    <w:rsid w:val="00972301"/>
    <w:rsid w:val="00972F8E"/>
    <w:rsid w:val="00974460"/>
    <w:rsid w:val="00975A01"/>
    <w:rsid w:val="00975AF5"/>
    <w:rsid w:val="00976744"/>
    <w:rsid w:val="00976AF6"/>
    <w:rsid w:val="00976D08"/>
    <w:rsid w:val="009800A7"/>
    <w:rsid w:val="0098037A"/>
    <w:rsid w:val="00980583"/>
    <w:rsid w:val="00981104"/>
    <w:rsid w:val="00981EBD"/>
    <w:rsid w:val="009829C1"/>
    <w:rsid w:val="00982BC1"/>
    <w:rsid w:val="009840AC"/>
    <w:rsid w:val="00984586"/>
    <w:rsid w:val="0098466C"/>
    <w:rsid w:val="009854DA"/>
    <w:rsid w:val="0098595D"/>
    <w:rsid w:val="00986348"/>
    <w:rsid w:val="009866CF"/>
    <w:rsid w:val="009867FD"/>
    <w:rsid w:val="00986F0F"/>
    <w:rsid w:val="00987ABE"/>
    <w:rsid w:val="00987C2E"/>
    <w:rsid w:val="00990432"/>
    <w:rsid w:val="00990614"/>
    <w:rsid w:val="00990FA2"/>
    <w:rsid w:val="00991152"/>
    <w:rsid w:val="00991D10"/>
    <w:rsid w:val="009926C7"/>
    <w:rsid w:val="009929B3"/>
    <w:rsid w:val="0099348A"/>
    <w:rsid w:val="00993A43"/>
    <w:rsid w:val="009941CA"/>
    <w:rsid w:val="00996507"/>
    <w:rsid w:val="00996BC9"/>
    <w:rsid w:val="009A0DC1"/>
    <w:rsid w:val="009A2987"/>
    <w:rsid w:val="009A2C60"/>
    <w:rsid w:val="009A31E0"/>
    <w:rsid w:val="009A3A3F"/>
    <w:rsid w:val="009A450F"/>
    <w:rsid w:val="009A4C9B"/>
    <w:rsid w:val="009A4D9B"/>
    <w:rsid w:val="009A66ED"/>
    <w:rsid w:val="009A6D49"/>
    <w:rsid w:val="009A78B0"/>
    <w:rsid w:val="009B014A"/>
    <w:rsid w:val="009B0514"/>
    <w:rsid w:val="009B2E93"/>
    <w:rsid w:val="009B3DA4"/>
    <w:rsid w:val="009B40CB"/>
    <w:rsid w:val="009B4D56"/>
    <w:rsid w:val="009B5147"/>
    <w:rsid w:val="009B5DEF"/>
    <w:rsid w:val="009B641A"/>
    <w:rsid w:val="009B732D"/>
    <w:rsid w:val="009B75FC"/>
    <w:rsid w:val="009C0755"/>
    <w:rsid w:val="009C1BB1"/>
    <w:rsid w:val="009C2199"/>
    <w:rsid w:val="009C24F2"/>
    <w:rsid w:val="009C28EE"/>
    <w:rsid w:val="009C3B3C"/>
    <w:rsid w:val="009C437B"/>
    <w:rsid w:val="009C506C"/>
    <w:rsid w:val="009C58B4"/>
    <w:rsid w:val="009C5C8B"/>
    <w:rsid w:val="009C5FD4"/>
    <w:rsid w:val="009C639E"/>
    <w:rsid w:val="009C63BD"/>
    <w:rsid w:val="009C71BB"/>
    <w:rsid w:val="009C7510"/>
    <w:rsid w:val="009C781B"/>
    <w:rsid w:val="009C7894"/>
    <w:rsid w:val="009D0695"/>
    <w:rsid w:val="009D07DB"/>
    <w:rsid w:val="009D0918"/>
    <w:rsid w:val="009D1064"/>
    <w:rsid w:val="009D170D"/>
    <w:rsid w:val="009D2CD8"/>
    <w:rsid w:val="009D3B56"/>
    <w:rsid w:val="009D3C22"/>
    <w:rsid w:val="009D4FA8"/>
    <w:rsid w:val="009D52A6"/>
    <w:rsid w:val="009D6DFB"/>
    <w:rsid w:val="009D6FD3"/>
    <w:rsid w:val="009D7189"/>
    <w:rsid w:val="009D7C3F"/>
    <w:rsid w:val="009E0B7F"/>
    <w:rsid w:val="009E1853"/>
    <w:rsid w:val="009E2AA6"/>
    <w:rsid w:val="009E3686"/>
    <w:rsid w:val="009F074D"/>
    <w:rsid w:val="009F0AB1"/>
    <w:rsid w:val="009F1E9F"/>
    <w:rsid w:val="009F2674"/>
    <w:rsid w:val="009F314B"/>
    <w:rsid w:val="009F34F5"/>
    <w:rsid w:val="009F37A9"/>
    <w:rsid w:val="009F48A4"/>
    <w:rsid w:val="009F4D83"/>
    <w:rsid w:val="009F6340"/>
    <w:rsid w:val="009F6AB3"/>
    <w:rsid w:val="009F6EED"/>
    <w:rsid w:val="00A00527"/>
    <w:rsid w:val="00A02625"/>
    <w:rsid w:val="00A02739"/>
    <w:rsid w:val="00A02BBA"/>
    <w:rsid w:val="00A03A59"/>
    <w:rsid w:val="00A04912"/>
    <w:rsid w:val="00A04AC3"/>
    <w:rsid w:val="00A04BB8"/>
    <w:rsid w:val="00A04FBC"/>
    <w:rsid w:val="00A050A6"/>
    <w:rsid w:val="00A050CF"/>
    <w:rsid w:val="00A05B51"/>
    <w:rsid w:val="00A05B68"/>
    <w:rsid w:val="00A075D4"/>
    <w:rsid w:val="00A07779"/>
    <w:rsid w:val="00A107AF"/>
    <w:rsid w:val="00A10936"/>
    <w:rsid w:val="00A10B78"/>
    <w:rsid w:val="00A10E3C"/>
    <w:rsid w:val="00A11591"/>
    <w:rsid w:val="00A11792"/>
    <w:rsid w:val="00A117E7"/>
    <w:rsid w:val="00A11C5C"/>
    <w:rsid w:val="00A11C72"/>
    <w:rsid w:val="00A12B87"/>
    <w:rsid w:val="00A13525"/>
    <w:rsid w:val="00A13E5C"/>
    <w:rsid w:val="00A146D5"/>
    <w:rsid w:val="00A14A95"/>
    <w:rsid w:val="00A15909"/>
    <w:rsid w:val="00A16525"/>
    <w:rsid w:val="00A16EA1"/>
    <w:rsid w:val="00A1702B"/>
    <w:rsid w:val="00A17B3F"/>
    <w:rsid w:val="00A17B88"/>
    <w:rsid w:val="00A17CF7"/>
    <w:rsid w:val="00A17E81"/>
    <w:rsid w:val="00A20617"/>
    <w:rsid w:val="00A215CE"/>
    <w:rsid w:val="00A21F03"/>
    <w:rsid w:val="00A22233"/>
    <w:rsid w:val="00A22DC8"/>
    <w:rsid w:val="00A23DF8"/>
    <w:rsid w:val="00A2475B"/>
    <w:rsid w:val="00A27C7E"/>
    <w:rsid w:val="00A30EE0"/>
    <w:rsid w:val="00A31E4E"/>
    <w:rsid w:val="00A32214"/>
    <w:rsid w:val="00A32C8A"/>
    <w:rsid w:val="00A3300F"/>
    <w:rsid w:val="00A3359B"/>
    <w:rsid w:val="00A35410"/>
    <w:rsid w:val="00A358A2"/>
    <w:rsid w:val="00A36328"/>
    <w:rsid w:val="00A36749"/>
    <w:rsid w:val="00A37FDD"/>
    <w:rsid w:val="00A4040B"/>
    <w:rsid w:val="00A407AB"/>
    <w:rsid w:val="00A4137C"/>
    <w:rsid w:val="00A41464"/>
    <w:rsid w:val="00A42C30"/>
    <w:rsid w:val="00A42D7E"/>
    <w:rsid w:val="00A42E43"/>
    <w:rsid w:val="00A42FBD"/>
    <w:rsid w:val="00A4366C"/>
    <w:rsid w:val="00A4376F"/>
    <w:rsid w:val="00A43EC3"/>
    <w:rsid w:val="00A4545F"/>
    <w:rsid w:val="00A46068"/>
    <w:rsid w:val="00A46891"/>
    <w:rsid w:val="00A46B37"/>
    <w:rsid w:val="00A46EB6"/>
    <w:rsid w:val="00A47856"/>
    <w:rsid w:val="00A47ED8"/>
    <w:rsid w:val="00A53AD9"/>
    <w:rsid w:val="00A55AFC"/>
    <w:rsid w:val="00A569F1"/>
    <w:rsid w:val="00A57930"/>
    <w:rsid w:val="00A60787"/>
    <w:rsid w:val="00A60DF9"/>
    <w:rsid w:val="00A64D22"/>
    <w:rsid w:val="00A64F88"/>
    <w:rsid w:val="00A67935"/>
    <w:rsid w:val="00A67EBB"/>
    <w:rsid w:val="00A7022E"/>
    <w:rsid w:val="00A70898"/>
    <w:rsid w:val="00A70E6C"/>
    <w:rsid w:val="00A71AB8"/>
    <w:rsid w:val="00A730D3"/>
    <w:rsid w:val="00A73754"/>
    <w:rsid w:val="00A73AA0"/>
    <w:rsid w:val="00A75374"/>
    <w:rsid w:val="00A753FE"/>
    <w:rsid w:val="00A756DA"/>
    <w:rsid w:val="00A75BF9"/>
    <w:rsid w:val="00A765D5"/>
    <w:rsid w:val="00A80DFA"/>
    <w:rsid w:val="00A80EB5"/>
    <w:rsid w:val="00A81B2F"/>
    <w:rsid w:val="00A81E5A"/>
    <w:rsid w:val="00A81E9C"/>
    <w:rsid w:val="00A81FFA"/>
    <w:rsid w:val="00A8205B"/>
    <w:rsid w:val="00A825C6"/>
    <w:rsid w:val="00A82EBA"/>
    <w:rsid w:val="00A83944"/>
    <w:rsid w:val="00A83E4D"/>
    <w:rsid w:val="00A84F74"/>
    <w:rsid w:val="00A85B28"/>
    <w:rsid w:val="00A85DAB"/>
    <w:rsid w:val="00A865D3"/>
    <w:rsid w:val="00A90107"/>
    <w:rsid w:val="00A9205F"/>
    <w:rsid w:val="00A9225F"/>
    <w:rsid w:val="00A923E3"/>
    <w:rsid w:val="00A92B8C"/>
    <w:rsid w:val="00A93412"/>
    <w:rsid w:val="00A935CB"/>
    <w:rsid w:val="00A941BF"/>
    <w:rsid w:val="00A94BB8"/>
    <w:rsid w:val="00A9575C"/>
    <w:rsid w:val="00A97AAE"/>
    <w:rsid w:val="00A97DE1"/>
    <w:rsid w:val="00AA0208"/>
    <w:rsid w:val="00AA04D9"/>
    <w:rsid w:val="00AA0A21"/>
    <w:rsid w:val="00AA0D8A"/>
    <w:rsid w:val="00AA10A9"/>
    <w:rsid w:val="00AA11AC"/>
    <w:rsid w:val="00AA1B3B"/>
    <w:rsid w:val="00AA2B68"/>
    <w:rsid w:val="00AA33A0"/>
    <w:rsid w:val="00AA5F1F"/>
    <w:rsid w:val="00AA7559"/>
    <w:rsid w:val="00AA7AD2"/>
    <w:rsid w:val="00AB001E"/>
    <w:rsid w:val="00AB0C7A"/>
    <w:rsid w:val="00AB1002"/>
    <w:rsid w:val="00AB10B3"/>
    <w:rsid w:val="00AB19AC"/>
    <w:rsid w:val="00AB2C60"/>
    <w:rsid w:val="00AB4287"/>
    <w:rsid w:val="00AB4722"/>
    <w:rsid w:val="00AB5358"/>
    <w:rsid w:val="00AB5621"/>
    <w:rsid w:val="00AB5867"/>
    <w:rsid w:val="00AB6B0F"/>
    <w:rsid w:val="00AB7EE9"/>
    <w:rsid w:val="00AC0778"/>
    <w:rsid w:val="00AC11AE"/>
    <w:rsid w:val="00AC18F7"/>
    <w:rsid w:val="00AC1C76"/>
    <w:rsid w:val="00AC3A58"/>
    <w:rsid w:val="00AC42BA"/>
    <w:rsid w:val="00AC4F19"/>
    <w:rsid w:val="00AC58A8"/>
    <w:rsid w:val="00AC73BF"/>
    <w:rsid w:val="00AD0A41"/>
    <w:rsid w:val="00AD2610"/>
    <w:rsid w:val="00AD2778"/>
    <w:rsid w:val="00AD4A4D"/>
    <w:rsid w:val="00AD5BB2"/>
    <w:rsid w:val="00AD5EAD"/>
    <w:rsid w:val="00AE039D"/>
    <w:rsid w:val="00AE099F"/>
    <w:rsid w:val="00AE14BA"/>
    <w:rsid w:val="00AE2BDC"/>
    <w:rsid w:val="00AE2C81"/>
    <w:rsid w:val="00AE313D"/>
    <w:rsid w:val="00AE3260"/>
    <w:rsid w:val="00AE36E1"/>
    <w:rsid w:val="00AE4225"/>
    <w:rsid w:val="00AE444B"/>
    <w:rsid w:val="00AE44A6"/>
    <w:rsid w:val="00AE4E20"/>
    <w:rsid w:val="00AE5074"/>
    <w:rsid w:val="00AE528E"/>
    <w:rsid w:val="00AE6924"/>
    <w:rsid w:val="00AE7532"/>
    <w:rsid w:val="00AF10F1"/>
    <w:rsid w:val="00AF195E"/>
    <w:rsid w:val="00AF2140"/>
    <w:rsid w:val="00AF3061"/>
    <w:rsid w:val="00AF541D"/>
    <w:rsid w:val="00AF5B00"/>
    <w:rsid w:val="00AF5EF2"/>
    <w:rsid w:val="00AF7496"/>
    <w:rsid w:val="00B011F7"/>
    <w:rsid w:val="00B01ECC"/>
    <w:rsid w:val="00B026F2"/>
    <w:rsid w:val="00B02782"/>
    <w:rsid w:val="00B037C1"/>
    <w:rsid w:val="00B0417F"/>
    <w:rsid w:val="00B04488"/>
    <w:rsid w:val="00B044B7"/>
    <w:rsid w:val="00B0478B"/>
    <w:rsid w:val="00B04BAE"/>
    <w:rsid w:val="00B058DE"/>
    <w:rsid w:val="00B05CA7"/>
    <w:rsid w:val="00B06109"/>
    <w:rsid w:val="00B1120D"/>
    <w:rsid w:val="00B13975"/>
    <w:rsid w:val="00B13C4F"/>
    <w:rsid w:val="00B13FC4"/>
    <w:rsid w:val="00B15A43"/>
    <w:rsid w:val="00B1703F"/>
    <w:rsid w:val="00B203AA"/>
    <w:rsid w:val="00B20ACB"/>
    <w:rsid w:val="00B2101D"/>
    <w:rsid w:val="00B21342"/>
    <w:rsid w:val="00B21C8E"/>
    <w:rsid w:val="00B2241E"/>
    <w:rsid w:val="00B22AB3"/>
    <w:rsid w:val="00B237DA"/>
    <w:rsid w:val="00B2469B"/>
    <w:rsid w:val="00B2601C"/>
    <w:rsid w:val="00B26B21"/>
    <w:rsid w:val="00B3157F"/>
    <w:rsid w:val="00B31DA6"/>
    <w:rsid w:val="00B335F1"/>
    <w:rsid w:val="00B33977"/>
    <w:rsid w:val="00B33E64"/>
    <w:rsid w:val="00B349BE"/>
    <w:rsid w:val="00B36653"/>
    <w:rsid w:val="00B37028"/>
    <w:rsid w:val="00B37E43"/>
    <w:rsid w:val="00B401B2"/>
    <w:rsid w:val="00B403F2"/>
    <w:rsid w:val="00B408E8"/>
    <w:rsid w:val="00B40B54"/>
    <w:rsid w:val="00B41070"/>
    <w:rsid w:val="00B41988"/>
    <w:rsid w:val="00B42C59"/>
    <w:rsid w:val="00B4317B"/>
    <w:rsid w:val="00B446A1"/>
    <w:rsid w:val="00B44CDC"/>
    <w:rsid w:val="00B45111"/>
    <w:rsid w:val="00B4602C"/>
    <w:rsid w:val="00B462CB"/>
    <w:rsid w:val="00B4783D"/>
    <w:rsid w:val="00B50890"/>
    <w:rsid w:val="00B50EDE"/>
    <w:rsid w:val="00B50F4F"/>
    <w:rsid w:val="00B51B56"/>
    <w:rsid w:val="00B53795"/>
    <w:rsid w:val="00B53C9C"/>
    <w:rsid w:val="00B541A5"/>
    <w:rsid w:val="00B551EA"/>
    <w:rsid w:val="00B57745"/>
    <w:rsid w:val="00B57903"/>
    <w:rsid w:val="00B57F78"/>
    <w:rsid w:val="00B615D8"/>
    <w:rsid w:val="00B629EF"/>
    <w:rsid w:val="00B62EC0"/>
    <w:rsid w:val="00B65582"/>
    <w:rsid w:val="00B65756"/>
    <w:rsid w:val="00B65D3A"/>
    <w:rsid w:val="00B66947"/>
    <w:rsid w:val="00B66C0A"/>
    <w:rsid w:val="00B70EA8"/>
    <w:rsid w:val="00B7230C"/>
    <w:rsid w:val="00B72358"/>
    <w:rsid w:val="00B72452"/>
    <w:rsid w:val="00B72743"/>
    <w:rsid w:val="00B72D5E"/>
    <w:rsid w:val="00B74986"/>
    <w:rsid w:val="00B74ABD"/>
    <w:rsid w:val="00B756FF"/>
    <w:rsid w:val="00B76DA1"/>
    <w:rsid w:val="00B804F8"/>
    <w:rsid w:val="00B80C38"/>
    <w:rsid w:val="00B80F4A"/>
    <w:rsid w:val="00B81BE1"/>
    <w:rsid w:val="00B82555"/>
    <w:rsid w:val="00B82BC7"/>
    <w:rsid w:val="00B84938"/>
    <w:rsid w:val="00B84A58"/>
    <w:rsid w:val="00B84CF5"/>
    <w:rsid w:val="00B84D6B"/>
    <w:rsid w:val="00B85FA2"/>
    <w:rsid w:val="00B86718"/>
    <w:rsid w:val="00B91476"/>
    <w:rsid w:val="00B94381"/>
    <w:rsid w:val="00B9640C"/>
    <w:rsid w:val="00B96CF6"/>
    <w:rsid w:val="00B972B1"/>
    <w:rsid w:val="00BA0DF6"/>
    <w:rsid w:val="00BA1C89"/>
    <w:rsid w:val="00BA1D61"/>
    <w:rsid w:val="00BA2715"/>
    <w:rsid w:val="00BA2FBE"/>
    <w:rsid w:val="00BA559C"/>
    <w:rsid w:val="00BA69B2"/>
    <w:rsid w:val="00BA7CEC"/>
    <w:rsid w:val="00BB0426"/>
    <w:rsid w:val="00BB16DD"/>
    <w:rsid w:val="00BB1A75"/>
    <w:rsid w:val="00BB1B5B"/>
    <w:rsid w:val="00BB2090"/>
    <w:rsid w:val="00BB2703"/>
    <w:rsid w:val="00BB272D"/>
    <w:rsid w:val="00BB2B33"/>
    <w:rsid w:val="00BB3110"/>
    <w:rsid w:val="00BB3115"/>
    <w:rsid w:val="00BB3186"/>
    <w:rsid w:val="00BB331A"/>
    <w:rsid w:val="00BB368D"/>
    <w:rsid w:val="00BB5B4A"/>
    <w:rsid w:val="00BB72CD"/>
    <w:rsid w:val="00BB7C50"/>
    <w:rsid w:val="00BC1937"/>
    <w:rsid w:val="00BC2337"/>
    <w:rsid w:val="00BC23AE"/>
    <w:rsid w:val="00BC2A2F"/>
    <w:rsid w:val="00BC30A3"/>
    <w:rsid w:val="00BC316B"/>
    <w:rsid w:val="00BC3283"/>
    <w:rsid w:val="00BC53D5"/>
    <w:rsid w:val="00BC6119"/>
    <w:rsid w:val="00BC7033"/>
    <w:rsid w:val="00BD049B"/>
    <w:rsid w:val="00BD0562"/>
    <w:rsid w:val="00BD0704"/>
    <w:rsid w:val="00BD0A94"/>
    <w:rsid w:val="00BD1B53"/>
    <w:rsid w:val="00BD5B4F"/>
    <w:rsid w:val="00BD67DE"/>
    <w:rsid w:val="00BD6AE3"/>
    <w:rsid w:val="00BD712B"/>
    <w:rsid w:val="00BD73B6"/>
    <w:rsid w:val="00BD7921"/>
    <w:rsid w:val="00BE00D7"/>
    <w:rsid w:val="00BE0D6C"/>
    <w:rsid w:val="00BE1DB6"/>
    <w:rsid w:val="00BE2353"/>
    <w:rsid w:val="00BE2AFD"/>
    <w:rsid w:val="00BE2D85"/>
    <w:rsid w:val="00BE40EB"/>
    <w:rsid w:val="00BE411A"/>
    <w:rsid w:val="00BE4538"/>
    <w:rsid w:val="00BE4D78"/>
    <w:rsid w:val="00BE5122"/>
    <w:rsid w:val="00BE5767"/>
    <w:rsid w:val="00BE5AF8"/>
    <w:rsid w:val="00BF0530"/>
    <w:rsid w:val="00BF0B29"/>
    <w:rsid w:val="00BF107A"/>
    <w:rsid w:val="00BF19C0"/>
    <w:rsid w:val="00BF1CC5"/>
    <w:rsid w:val="00BF3DCA"/>
    <w:rsid w:val="00BF6938"/>
    <w:rsid w:val="00BF7B37"/>
    <w:rsid w:val="00C00FFD"/>
    <w:rsid w:val="00C01430"/>
    <w:rsid w:val="00C01490"/>
    <w:rsid w:val="00C04685"/>
    <w:rsid w:val="00C04A13"/>
    <w:rsid w:val="00C04CCB"/>
    <w:rsid w:val="00C057E1"/>
    <w:rsid w:val="00C05880"/>
    <w:rsid w:val="00C0653A"/>
    <w:rsid w:val="00C074ED"/>
    <w:rsid w:val="00C07580"/>
    <w:rsid w:val="00C07E74"/>
    <w:rsid w:val="00C10026"/>
    <w:rsid w:val="00C111CE"/>
    <w:rsid w:val="00C126FB"/>
    <w:rsid w:val="00C13AA0"/>
    <w:rsid w:val="00C140A9"/>
    <w:rsid w:val="00C153E3"/>
    <w:rsid w:val="00C16309"/>
    <w:rsid w:val="00C16699"/>
    <w:rsid w:val="00C168AC"/>
    <w:rsid w:val="00C17413"/>
    <w:rsid w:val="00C17E0E"/>
    <w:rsid w:val="00C20061"/>
    <w:rsid w:val="00C20555"/>
    <w:rsid w:val="00C20D07"/>
    <w:rsid w:val="00C22091"/>
    <w:rsid w:val="00C25291"/>
    <w:rsid w:val="00C25EFF"/>
    <w:rsid w:val="00C30763"/>
    <w:rsid w:val="00C30F04"/>
    <w:rsid w:val="00C31701"/>
    <w:rsid w:val="00C3250B"/>
    <w:rsid w:val="00C343AC"/>
    <w:rsid w:val="00C364CC"/>
    <w:rsid w:val="00C377FA"/>
    <w:rsid w:val="00C379CF"/>
    <w:rsid w:val="00C41AF3"/>
    <w:rsid w:val="00C43683"/>
    <w:rsid w:val="00C441B5"/>
    <w:rsid w:val="00C44298"/>
    <w:rsid w:val="00C46E18"/>
    <w:rsid w:val="00C476C9"/>
    <w:rsid w:val="00C47B2E"/>
    <w:rsid w:val="00C47DDD"/>
    <w:rsid w:val="00C5230E"/>
    <w:rsid w:val="00C52317"/>
    <w:rsid w:val="00C53278"/>
    <w:rsid w:val="00C5375F"/>
    <w:rsid w:val="00C54D40"/>
    <w:rsid w:val="00C55A5D"/>
    <w:rsid w:val="00C562BA"/>
    <w:rsid w:val="00C564D7"/>
    <w:rsid w:val="00C5694C"/>
    <w:rsid w:val="00C56DE8"/>
    <w:rsid w:val="00C56F51"/>
    <w:rsid w:val="00C5746E"/>
    <w:rsid w:val="00C57886"/>
    <w:rsid w:val="00C60A84"/>
    <w:rsid w:val="00C61D5D"/>
    <w:rsid w:val="00C62218"/>
    <w:rsid w:val="00C637E1"/>
    <w:rsid w:val="00C64A6B"/>
    <w:rsid w:val="00C65677"/>
    <w:rsid w:val="00C66373"/>
    <w:rsid w:val="00C66E74"/>
    <w:rsid w:val="00C6723E"/>
    <w:rsid w:val="00C6777E"/>
    <w:rsid w:val="00C6785F"/>
    <w:rsid w:val="00C679C3"/>
    <w:rsid w:val="00C70076"/>
    <w:rsid w:val="00C70304"/>
    <w:rsid w:val="00C706E4"/>
    <w:rsid w:val="00C708B8"/>
    <w:rsid w:val="00C7214F"/>
    <w:rsid w:val="00C72981"/>
    <w:rsid w:val="00C74296"/>
    <w:rsid w:val="00C74962"/>
    <w:rsid w:val="00C74D55"/>
    <w:rsid w:val="00C75FD4"/>
    <w:rsid w:val="00C7638B"/>
    <w:rsid w:val="00C77055"/>
    <w:rsid w:val="00C805F6"/>
    <w:rsid w:val="00C8138E"/>
    <w:rsid w:val="00C81952"/>
    <w:rsid w:val="00C81B4E"/>
    <w:rsid w:val="00C8225C"/>
    <w:rsid w:val="00C82889"/>
    <w:rsid w:val="00C83FAA"/>
    <w:rsid w:val="00C86083"/>
    <w:rsid w:val="00C8724C"/>
    <w:rsid w:val="00C877CE"/>
    <w:rsid w:val="00C87E8D"/>
    <w:rsid w:val="00C9087D"/>
    <w:rsid w:val="00C90D8C"/>
    <w:rsid w:val="00C90E80"/>
    <w:rsid w:val="00C914E8"/>
    <w:rsid w:val="00C91BE1"/>
    <w:rsid w:val="00C925C3"/>
    <w:rsid w:val="00C93014"/>
    <w:rsid w:val="00C930AA"/>
    <w:rsid w:val="00C95A84"/>
    <w:rsid w:val="00C96813"/>
    <w:rsid w:val="00C97128"/>
    <w:rsid w:val="00C97374"/>
    <w:rsid w:val="00CA139F"/>
    <w:rsid w:val="00CA1B4B"/>
    <w:rsid w:val="00CA1F11"/>
    <w:rsid w:val="00CA3124"/>
    <w:rsid w:val="00CA4B1D"/>
    <w:rsid w:val="00CA56DC"/>
    <w:rsid w:val="00CA5A40"/>
    <w:rsid w:val="00CA604E"/>
    <w:rsid w:val="00CA6859"/>
    <w:rsid w:val="00CB1A9F"/>
    <w:rsid w:val="00CB2259"/>
    <w:rsid w:val="00CB36BF"/>
    <w:rsid w:val="00CB3C09"/>
    <w:rsid w:val="00CB409E"/>
    <w:rsid w:val="00CB4C29"/>
    <w:rsid w:val="00CB4C3D"/>
    <w:rsid w:val="00CB4C82"/>
    <w:rsid w:val="00CB5254"/>
    <w:rsid w:val="00CB5532"/>
    <w:rsid w:val="00CB5536"/>
    <w:rsid w:val="00CB6E78"/>
    <w:rsid w:val="00CC05BE"/>
    <w:rsid w:val="00CC06BD"/>
    <w:rsid w:val="00CC0CCA"/>
    <w:rsid w:val="00CC1AC2"/>
    <w:rsid w:val="00CC2709"/>
    <w:rsid w:val="00CC4C5E"/>
    <w:rsid w:val="00CC560E"/>
    <w:rsid w:val="00CC5C6B"/>
    <w:rsid w:val="00CC7AAB"/>
    <w:rsid w:val="00CD02AF"/>
    <w:rsid w:val="00CD0E4D"/>
    <w:rsid w:val="00CD261F"/>
    <w:rsid w:val="00CD3FEE"/>
    <w:rsid w:val="00CD43D5"/>
    <w:rsid w:val="00CD4499"/>
    <w:rsid w:val="00CD4DA5"/>
    <w:rsid w:val="00CD507F"/>
    <w:rsid w:val="00CD6A41"/>
    <w:rsid w:val="00CD7986"/>
    <w:rsid w:val="00CD7AE5"/>
    <w:rsid w:val="00CE06C0"/>
    <w:rsid w:val="00CE0DE7"/>
    <w:rsid w:val="00CE106B"/>
    <w:rsid w:val="00CE1228"/>
    <w:rsid w:val="00CE1D83"/>
    <w:rsid w:val="00CE243E"/>
    <w:rsid w:val="00CE2633"/>
    <w:rsid w:val="00CE2E84"/>
    <w:rsid w:val="00CE5C81"/>
    <w:rsid w:val="00CE63B6"/>
    <w:rsid w:val="00CF083D"/>
    <w:rsid w:val="00CF26DA"/>
    <w:rsid w:val="00CF2B90"/>
    <w:rsid w:val="00CF3E7A"/>
    <w:rsid w:val="00CF4B60"/>
    <w:rsid w:val="00CF4B84"/>
    <w:rsid w:val="00CF4BC5"/>
    <w:rsid w:val="00CF595F"/>
    <w:rsid w:val="00CF5D71"/>
    <w:rsid w:val="00CF63C9"/>
    <w:rsid w:val="00CF70D8"/>
    <w:rsid w:val="00CF7ACA"/>
    <w:rsid w:val="00CF7BC8"/>
    <w:rsid w:val="00CF7F92"/>
    <w:rsid w:val="00D00D5E"/>
    <w:rsid w:val="00D00D64"/>
    <w:rsid w:val="00D00FF5"/>
    <w:rsid w:val="00D02CC5"/>
    <w:rsid w:val="00D03A15"/>
    <w:rsid w:val="00D04A67"/>
    <w:rsid w:val="00D05100"/>
    <w:rsid w:val="00D05CED"/>
    <w:rsid w:val="00D06676"/>
    <w:rsid w:val="00D07F0F"/>
    <w:rsid w:val="00D10503"/>
    <w:rsid w:val="00D10B0E"/>
    <w:rsid w:val="00D12402"/>
    <w:rsid w:val="00D12515"/>
    <w:rsid w:val="00D12F18"/>
    <w:rsid w:val="00D135E3"/>
    <w:rsid w:val="00D13715"/>
    <w:rsid w:val="00D14AE3"/>
    <w:rsid w:val="00D158CD"/>
    <w:rsid w:val="00D1599F"/>
    <w:rsid w:val="00D15A94"/>
    <w:rsid w:val="00D16285"/>
    <w:rsid w:val="00D17861"/>
    <w:rsid w:val="00D21255"/>
    <w:rsid w:val="00D2155D"/>
    <w:rsid w:val="00D21E4D"/>
    <w:rsid w:val="00D21E95"/>
    <w:rsid w:val="00D23C45"/>
    <w:rsid w:val="00D25C00"/>
    <w:rsid w:val="00D26361"/>
    <w:rsid w:val="00D26E7F"/>
    <w:rsid w:val="00D2701E"/>
    <w:rsid w:val="00D27241"/>
    <w:rsid w:val="00D3309F"/>
    <w:rsid w:val="00D350FC"/>
    <w:rsid w:val="00D37715"/>
    <w:rsid w:val="00D378DD"/>
    <w:rsid w:val="00D37F54"/>
    <w:rsid w:val="00D40590"/>
    <w:rsid w:val="00D40953"/>
    <w:rsid w:val="00D40E36"/>
    <w:rsid w:val="00D425D1"/>
    <w:rsid w:val="00D4334D"/>
    <w:rsid w:val="00D44131"/>
    <w:rsid w:val="00D46552"/>
    <w:rsid w:val="00D46AB8"/>
    <w:rsid w:val="00D46C1F"/>
    <w:rsid w:val="00D46EE3"/>
    <w:rsid w:val="00D476A3"/>
    <w:rsid w:val="00D47B3A"/>
    <w:rsid w:val="00D47BD1"/>
    <w:rsid w:val="00D50781"/>
    <w:rsid w:val="00D511DB"/>
    <w:rsid w:val="00D51D30"/>
    <w:rsid w:val="00D51FEB"/>
    <w:rsid w:val="00D5485E"/>
    <w:rsid w:val="00D54F81"/>
    <w:rsid w:val="00D57954"/>
    <w:rsid w:val="00D609E1"/>
    <w:rsid w:val="00D6193C"/>
    <w:rsid w:val="00D61A4D"/>
    <w:rsid w:val="00D62639"/>
    <w:rsid w:val="00D646C9"/>
    <w:rsid w:val="00D6504F"/>
    <w:rsid w:val="00D651D3"/>
    <w:rsid w:val="00D65918"/>
    <w:rsid w:val="00D65F23"/>
    <w:rsid w:val="00D6669C"/>
    <w:rsid w:val="00D66E8C"/>
    <w:rsid w:val="00D67A6C"/>
    <w:rsid w:val="00D67DA9"/>
    <w:rsid w:val="00D70D67"/>
    <w:rsid w:val="00D71D26"/>
    <w:rsid w:val="00D729E1"/>
    <w:rsid w:val="00D72B91"/>
    <w:rsid w:val="00D739DB"/>
    <w:rsid w:val="00D73D3A"/>
    <w:rsid w:val="00D770AE"/>
    <w:rsid w:val="00D80209"/>
    <w:rsid w:val="00D8023E"/>
    <w:rsid w:val="00D80463"/>
    <w:rsid w:val="00D81679"/>
    <w:rsid w:val="00D827EC"/>
    <w:rsid w:val="00D82CDC"/>
    <w:rsid w:val="00D84476"/>
    <w:rsid w:val="00D85384"/>
    <w:rsid w:val="00D854CF"/>
    <w:rsid w:val="00D86772"/>
    <w:rsid w:val="00D90631"/>
    <w:rsid w:val="00D909A0"/>
    <w:rsid w:val="00D914BB"/>
    <w:rsid w:val="00D914FA"/>
    <w:rsid w:val="00D91664"/>
    <w:rsid w:val="00D91A78"/>
    <w:rsid w:val="00D92105"/>
    <w:rsid w:val="00D93325"/>
    <w:rsid w:val="00D93591"/>
    <w:rsid w:val="00D9423B"/>
    <w:rsid w:val="00D944EF"/>
    <w:rsid w:val="00D94AFC"/>
    <w:rsid w:val="00D94E57"/>
    <w:rsid w:val="00D94EDE"/>
    <w:rsid w:val="00D95FAA"/>
    <w:rsid w:val="00D96671"/>
    <w:rsid w:val="00D97E11"/>
    <w:rsid w:val="00DA0B8D"/>
    <w:rsid w:val="00DA0E6C"/>
    <w:rsid w:val="00DA1C02"/>
    <w:rsid w:val="00DA1EE1"/>
    <w:rsid w:val="00DA31D9"/>
    <w:rsid w:val="00DA3B9F"/>
    <w:rsid w:val="00DA590A"/>
    <w:rsid w:val="00DA6ED1"/>
    <w:rsid w:val="00DA7A36"/>
    <w:rsid w:val="00DA7BBB"/>
    <w:rsid w:val="00DB0636"/>
    <w:rsid w:val="00DB0854"/>
    <w:rsid w:val="00DB2C03"/>
    <w:rsid w:val="00DB2EEF"/>
    <w:rsid w:val="00DB314B"/>
    <w:rsid w:val="00DB3273"/>
    <w:rsid w:val="00DB3E2F"/>
    <w:rsid w:val="00DB422D"/>
    <w:rsid w:val="00DB43F8"/>
    <w:rsid w:val="00DB609A"/>
    <w:rsid w:val="00DB64F9"/>
    <w:rsid w:val="00DB7C1E"/>
    <w:rsid w:val="00DC16B8"/>
    <w:rsid w:val="00DC3511"/>
    <w:rsid w:val="00DC429E"/>
    <w:rsid w:val="00DC57D9"/>
    <w:rsid w:val="00DC5C0A"/>
    <w:rsid w:val="00DC628F"/>
    <w:rsid w:val="00DC62B6"/>
    <w:rsid w:val="00DC6AEA"/>
    <w:rsid w:val="00DC7B1D"/>
    <w:rsid w:val="00DD020A"/>
    <w:rsid w:val="00DD02C3"/>
    <w:rsid w:val="00DD1129"/>
    <w:rsid w:val="00DD2853"/>
    <w:rsid w:val="00DD3EEF"/>
    <w:rsid w:val="00DD477B"/>
    <w:rsid w:val="00DD4F79"/>
    <w:rsid w:val="00DD5042"/>
    <w:rsid w:val="00DD51CC"/>
    <w:rsid w:val="00DD559E"/>
    <w:rsid w:val="00DE2F1E"/>
    <w:rsid w:val="00DE35E1"/>
    <w:rsid w:val="00DE36BA"/>
    <w:rsid w:val="00DE3985"/>
    <w:rsid w:val="00DE4720"/>
    <w:rsid w:val="00DE488E"/>
    <w:rsid w:val="00DE571F"/>
    <w:rsid w:val="00DE6253"/>
    <w:rsid w:val="00DE6355"/>
    <w:rsid w:val="00DE70F0"/>
    <w:rsid w:val="00DE71BF"/>
    <w:rsid w:val="00DE7A07"/>
    <w:rsid w:val="00DF1791"/>
    <w:rsid w:val="00DF1919"/>
    <w:rsid w:val="00DF284E"/>
    <w:rsid w:val="00DF35DA"/>
    <w:rsid w:val="00DF3D67"/>
    <w:rsid w:val="00DF5130"/>
    <w:rsid w:val="00DF69EA"/>
    <w:rsid w:val="00E000A8"/>
    <w:rsid w:val="00E00421"/>
    <w:rsid w:val="00E00C0E"/>
    <w:rsid w:val="00E0104D"/>
    <w:rsid w:val="00E0169D"/>
    <w:rsid w:val="00E01E20"/>
    <w:rsid w:val="00E033BC"/>
    <w:rsid w:val="00E034D4"/>
    <w:rsid w:val="00E03881"/>
    <w:rsid w:val="00E03D56"/>
    <w:rsid w:val="00E06914"/>
    <w:rsid w:val="00E126F2"/>
    <w:rsid w:val="00E12D51"/>
    <w:rsid w:val="00E136CF"/>
    <w:rsid w:val="00E14685"/>
    <w:rsid w:val="00E14B09"/>
    <w:rsid w:val="00E15F4A"/>
    <w:rsid w:val="00E17703"/>
    <w:rsid w:val="00E20CCB"/>
    <w:rsid w:val="00E21006"/>
    <w:rsid w:val="00E2174E"/>
    <w:rsid w:val="00E2178E"/>
    <w:rsid w:val="00E217DA"/>
    <w:rsid w:val="00E2197D"/>
    <w:rsid w:val="00E21B48"/>
    <w:rsid w:val="00E223B9"/>
    <w:rsid w:val="00E22692"/>
    <w:rsid w:val="00E2274D"/>
    <w:rsid w:val="00E22A6E"/>
    <w:rsid w:val="00E22C66"/>
    <w:rsid w:val="00E238FA"/>
    <w:rsid w:val="00E2451C"/>
    <w:rsid w:val="00E2476F"/>
    <w:rsid w:val="00E247E6"/>
    <w:rsid w:val="00E248B6"/>
    <w:rsid w:val="00E24E95"/>
    <w:rsid w:val="00E2518F"/>
    <w:rsid w:val="00E254AF"/>
    <w:rsid w:val="00E25F9F"/>
    <w:rsid w:val="00E260CF"/>
    <w:rsid w:val="00E27C02"/>
    <w:rsid w:val="00E30DC6"/>
    <w:rsid w:val="00E32199"/>
    <w:rsid w:val="00E32F1B"/>
    <w:rsid w:val="00E332C1"/>
    <w:rsid w:val="00E33746"/>
    <w:rsid w:val="00E33D05"/>
    <w:rsid w:val="00E34623"/>
    <w:rsid w:val="00E36B9B"/>
    <w:rsid w:val="00E371D2"/>
    <w:rsid w:val="00E379AC"/>
    <w:rsid w:val="00E37A61"/>
    <w:rsid w:val="00E4163D"/>
    <w:rsid w:val="00E4181C"/>
    <w:rsid w:val="00E42C43"/>
    <w:rsid w:val="00E44E39"/>
    <w:rsid w:val="00E44E4C"/>
    <w:rsid w:val="00E459E5"/>
    <w:rsid w:val="00E46F9B"/>
    <w:rsid w:val="00E479D9"/>
    <w:rsid w:val="00E50C72"/>
    <w:rsid w:val="00E519D7"/>
    <w:rsid w:val="00E550EE"/>
    <w:rsid w:val="00E55EE0"/>
    <w:rsid w:val="00E56662"/>
    <w:rsid w:val="00E567C7"/>
    <w:rsid w:val="00E57939"/>
    <w:rsid w:val="00E60129"/>
    <w:rsid w:val="00E603A3"/>
    <w:rsid w:val="00E6077D"/>
    <w:rsid w:val="00E6143A"/>
    <w:rsid w:val="00E61F83"/>
    <w:rsid w:val="00E62029"/>
    <w:rsid w:val="00E636E4"/>
    <w:rsid w:val="00E65472"/>
    <w:rsid w:val="00E672CD"/>
    <w:rsid w:val="00E70504"/>
    <w:rsid w:val="00E7188C"/>
    <w:rsid w:val="00E71CF7"/>
    <w:rsid w:val="00E7214D"/>
    <w:rsid w:val="00E72DF0"/>
    <w:rsid w:val="00E72DFF"/>
    <w:rsid w:val="00E732A4"/>
    <w:rsid w:val="00E74033"/>
    <w:rsid w:val="00E75370"/>
    <w:rsid w:val="00E757C3"/>
    <w:rsid w:val="00E77BD8"/>
    <w:rsid w:val="00E802FF"/>
    <w:rsid w:val="00E8122D"/>
    <w:rsid w:val="00E81778"/>
    <w:rsid w:val="00E81B34"/>
    <w:rsid w:val="00E8256B"/>
    <w:rsid w:val="00E82AFF"/>
    <w:rsid w:val="00E82C3A"/>
    <w:rsid w:val="00E82DA5"/>
    <w:rsid w:val="00E8410A"/>
    <w:rsid w:val="00E862B4"/>
    <w:rsid w:val="00E86C95"/>
    <w:rsid w:val="00E86CE7"/>
    <w:rsid w:val="00E86D35"/>
    <w:rsid w:val="00E8708D"/>
    <w:rsid w:val="00E9101E"/>
    <w:rsid w:val="00E91722"/>
    <w:rsid w:val="00E91FD1"/>
    <w:rsid w:val="00E93D18"/>
    <w:rsid w:val="00E9437E"/>
    <w:rsid w:val="00E97300"/>
    <w:rsid w:val="00E97727"/>
    <w:rsid w:val="00E978CF"/>
    <w:rsid w:val="00E97DFC"/>
    <w:rsid w:val="00EA02A8"/>
    <w:rsid w:val="00EA0C3F"/>
    <w:rsid w:val="00EA0DBA"/>
    <w:rsid w:val="00EA10B2"/>
    <w:rsid w:val="00EA1294"/>
    <w:rsid w:val="00EA13CF"/>
    <w:rsid w:val="00EA2514"/>
    <w:rsid w:val="00EA28F8"/>
    <w:rsid w:val="00EA2962"/>
    <w:rsid w:val="00EA36D4"/>
    <w:rsid w:val="00EA3BB1"/>
    <w:rsid w:val="00EA5C9E"/>
    <w:rsid w:val="00EA5E65"/>
    <w:rsid w:val="00EA679E"/>
    <w:rsid w:val="00EA6E32"/>
    <w:rsid w:val="00EA6EE0"/>
    <w:rsid w:val="00EA7B5F"/>
    <w:rsid w:val="00EB1FCB"/>
    <w:rsid w:val="00EB2252"/>
    <w:rsid w:val="00EB2B57"/>
    <w:rsid w:val="00EB43F7"/>
    <w:rsid w:val="00EB4FDC"/>
    <w:rsid w:val="00EB5392"/>
    <w:rsid w:val="00EB5B23"/>
    <w:rsid w:val="00EB5F74"/>
    <w:rsid w:val="00EC0551"/>
    <w:rsid w:val="00EC05AB"/>
    <w:rsid w:val="00EC2091"/>
    <w:rsid w:val="00EC3E6B"/>
    <w:rsid w:val="00EC46BA"/>
    <w:rsid w:val="00EC4807"/>
    <w:rsid w:val="00EC4C4A"/>
    <w:rsid w:val="00EC6E3C"/>
    <w:rsid w:val="00EC7047"/>
    <w:rsid w:val="00EC750D"/>
    <w:rsid w:val="00EC7877"/>
    <w:rsid w:val="00EC7A30"/>
    <w:rsid w:val="00ED0439"/>
    <w:rsid w:val="00ED0F0B"/>
    <w:rsid w:val="00ED311C"/>
    <w:rsid w:val="00ED3FE6"/>
    <w:rsid w:val="00ED52F5"/>
    <w:rsid w:val="00ED538F"/>
    <w:rsid w:val="00ED5393"/>
    <w:rsid w:val="00ED5C84"/>
    <w:rsid w:val="00ED641E"/>
    <w:rsid w:val="00ED6BEA"/>
    <w:rsid w:val="00ED7AAA"/>
    <w:rsid w:val="00ED7B4A"/>
    <w:rsid w:val="00EE0CEC"/>
    <w:rsid w:val="00EE0D10"/>
    <w:rsid w:val="00EE3F9B"/>
    <w:rsid w:val="00EE4161"/>
    <w:rsid w:val="00EE4542"/>
    <w:rsid w:val="00EE470B"/>
    <w:rsid w:val="00EE4D5C"/>
    <w:rsid w:val="00EE5177"/>
    <w:rsid w:val="00EE572E"/>
    <w:rsid w:val="00EE5BEE"/>
    <w:rsid w:val="00EE68BA"/>
    <w:rsid w:val="00EE7D5E"/>
    <w:rsid w:val="00EF0012"/>
    <w:rsid w:val="00EF0FF5"/>
    <w:rsid w:val="00EF1583"/>
    <w:rsid w:val="00EF19AF"/>
    <w:rsid w:val="00EF3D79"/>
    <w:rsid w:val="00EF465F"/>
    <w:rsid w:val="00EF5A17"/>
    <w:rsid w:val="00EF5C65"/>
    <w:rsid w:val="00EF5F45"/>
    <w:rsid w:val="00EF62EF"/>
    <w:rsid w:val="00EF7D55"/>
    <w:rsid w:val="00F00E22"/>
    <w:rsid w:val="00F00E31"/>
    <w:rsid w:val="00F00FF4"/>
    <w:rsid w:val="00F01156"/>
    <w:rsid w:val="00F028B0"/>
    <w:rsid w:val="00F02E75"/>
    <w:rsid w:val="00F053A1"/>
    <w:rsid w:val="00F05999"/>
    <w:rsid w:val="00F0611A"/>
    <w:rsid w:val="00F06889"/>
    <w:rsid w:val="00F06B82"/>
    <w:rsid w:val="00F07128"/>
    <w:rsid w:val="00F0734C"/>
    <w:rsid w:val="00F07CF8"/>
    <w:rsid w:val="00F101C5"/>
    <w:rsid w:val="00F11780"/>
    <w:rsid w:val="00F1224D"/>
    <w:rsid w:val="00F1377D"/>
    <w:rsid w:val="00F13B70"/>
    <w:rsid w:val="00F13B7F"/>
    <w:rsid w:val="00F153FD"/>
    <w:rsid w:val="00F158AE"/>
    <w:rsid w:val="00F15BB0"/>
    <w:rsid w:val="00F15CC3"/>
    <w:rsid w:val="00F17730"/>
    <w:rsid w:val="00F17ED5"/>
    <w:rsid w:val="00F20BEC"/>
    <w:rsid w:val="00F217C5"/>
    <w:rsid w:val="00F21EF4"/>
    <w:rsid w:val="00F22208"/>
    <w:rsid w:val="00F22934"/>
    <w:rsid w:val="00F229B0"/>
    <w:rsid w:val="00F23A38"/>
    <w:rsid w:val="00F24312"/>
    <w:rsid w:val="00F249B3"/>
    <w:rsid w:val="00F26864"/>
    <w:rsid w:val="00F325C6"/>
    <w:rsid w:val="00F32EE0"/>
    <w:rsid w:val="00F34B27"/>
    <w:rsid w:val="00F353D0"/>
    <w:rsid w:val="00F36B26"/>
    <w:rsid w:val="00F40C4B"/>
    <w:rsid w:val="00F414B5"/>
    <w:rsid w:val="00F43793"/>
    <w:rsid w:val="00F442AD"/>
    <w:rsid w:val="00F448CE"/>
    <w:rsid w:val="00F44A82"/>
    <w:rsid w:val="00F44B13"/>
    <w:rsid w:val="00F4755B"/>
    <w:rsid w:val="00F5149D"/>
    <w:rsid w:val="00F51505"/>
    <w:rsid w:val="00F52036"/>
    <w:rsid w:val="00F521BE"/>
    <w:rsid w:val="00F52D1E"/>
    <w:rsid w:val="00F551F9"/>
    <w:rsid w:val="00F552B3"/>
    <w:rsid w:val="00F55814"/>
    <w:rsid w:val="00F57B16"/>
    <w:rsid w:val="00F57E6A"/>
    <w:rsid w:val="00F60DB4"/>
    <w:rsid w:val="00F60E3C"/>
    <w:rsid w:val="00F625E9"/>
    <w:rsid w:val="00F63346"/>
    <w:rsid w:val="00F63AE5"/>
    <w:rsid w:val="00F655F3"/>
    <w:rsid w:val="00F66A76"/>
    <w:rsid w:val="00F66E08"/>
    <w:rsid w:val="00F671BC"/>
    <w:rsid w:val="00F67237"/>
    <w:rsid w:val="00F67B64"/>
    <w:rsid w:val="00F67BBC"/>
    <w:rsid w:val="00F70573"/>
    <w:rsid w:val="00F70711"/>
    <w:rsid w:val="00F70956"/>
    <w:rsid w:val="00F70B18"/>
    <w:rsid w:val="00F70E21"/>
    <w:rsid w:val="00F71176"/>
    <w:rsid w:val="00F71A2A"/>
    <w:rsid w:val="00F71C45"/>
    <w:rsid w:val="00F71F00"/>
    <w:rsid w:val="00F7290C"/>
    <w:rsid w:val="00F73AB9"/>
    <w:rsid w:val="00F74ECB"/>
    <w:rsid w:val="00F74F95"/>
    <w:rsid w:val="00F753AD"/>
    <w:rsid w:val="00F756C2"/>
    <w:rsid w:val="00F75EDC"/>
    <w:rsid w:val="00F775C9"/>
    <w:rsid w:val="00F77B7B"/>
    <w:rsid w:val="00F80407"/>
    <w:rsid w:val="00F80D6E"/>
    <w:rsid w:val="00F814CB"/>
    <w:rsid w:val="00F82F75"/>
    <w:rsid w:val="00F83D00"/>
    <w:rsid w:val="00F83F5B"/>
    <w:rsid w:val="00F8519B"/>
    <w:rsid w:val="00F919BD"/>
    <w:rsid w:val="00F9212A"/>
    <w:rsid w:val="00F9266F"/>
    <w:rsid w:val="00F926FA"/>
    <w:rsid w:val="00F92C37"/>
    <w:rsid w:val="00F9312A"/>
    <w:rsid w:val="00F936E2"/>
    <w:rsid w:val="00F93955"/>
    <w:rsid w:val="00F9418D"/>
    <w:rsid w:val="00F954B9"/>
    <w:rsid w:val="00F97A21"/>
    <w:rsid w:val="00FA01B7"/>
    <w:rsid w:val="00FA0AF8"/>
    <w:rsid w:val="00FA31E0"/>
    <w:rsid w:val="00FA3A0F"/>
    <w:rsid w:val="00FA3C2D"/>
    <w:rsid w:val="00FA4D2B"/>
    <w:rsid w:val="00FA71B5"/>
    <w:rsid w:val="00FA76E6"/>
    <w:rsid w:val="00FA7FE1"/>
    <w:rsid w:val="00FB0ED1"/>
    <w:rsid w:val="00FB10FF"/>
    <w:rsid w:val="00FB132B"/>
    <w:rsid w:val="00FB13F9"/>
    <w:rsid w:val="00FB26A9"/>
    <w:rsid w:val="00FB35C7"/>
    <w:rsid w:val="00FB468A"/>
    <w:rsid w:val="00FB4900"/>
    <w:rsid w:val="00FB4EF0"/>
    <w:rsid w:val="00FB6FAB"/>
    <w:rsid w:val="00FB73EC"/>
    <w:rsid w:val="00FB7B8C"/>
    <w:rsid w:val="00FC1F60"/>
    <w:rsid w:val="00FC4692"/>
    <w:rsid w:val="00FC5635"/>
    <w:rsid w:val="00FC56E6"/>
    <w:rsid w:val="00FC6423"/>
    <w:rsid w:val="00FC705C"/>
    <w:rsid w:val="00FC7325"/>
    <w:rsid w:val="00FD197E"/>
    <w:rsid w:val="00FD1E6E"/>
    <w:rsid w:val="00FD3050"/>
    <w:rsid w:val="00FD33FB"/>
    <w:rsid w:val="00FD49F0"/>
    <w:rsid w:val="00FD5A61"/>
    <w:rsid w:val="00FD615E"/>
    <w:rsid w:val="00FD6430"/>
    <w:rsid w:val="00FD74B0"/>
    <w:rsid w:val="00FD7969"/>
    <w:rsid w:val="00FD7F65"/>
    <w:rsid w:val="00FE04A5"/>
    <w:rsid w:val="00FE3352"/>
    <w:rsid w:val="00FE3C74"/>
    <w:rsid w:val="00FE3F65"/>
    <w:rsid w:val="00FE44AB"/>
    <w:rsid w:val="00FE45EE"/>
    <w:rsid w:val="00FE6B38"/>
    <w:rsid w:val="00FE71BA"/>
    <w:rsid w:val="00FE7CC9"/>
    <w:rsid w:val="00FF0193"/>
    <w:rsid w:val="00FF01EC"/>
    <w:rsid w:val="00FF102E"/>
    <w:rsid w:val="00FF13A6"/>
    <w:rsid w:val="00FF20BC"/>
    <w:rsid w:val="00FF38EC"/>
    <w:rsid w:val="00FF3D32"/>
    <w:rsid w:val="00FF4AD7"/>
    <w:rsid w:val="00FF571E"/>
    <w:rsid w:val="00FF5DFB"/>
    <w:rsid w:val="00FF66AE"/>
    <w:rsid w:val="00FF6D6E"/>
    <w:rsid w:val="00FF70CA"/>
    <w:rsid w:val="00FF750A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ddd,#3cf"/>
    </o:shapedefaults>
    <o:shapelayout v:ext="edit">
      <o:idmap v:ext="edit" data="1"/>
    </o:shapelayout>
  </w:shapeDefaults>
  <w:decimalSymbol w:val=","/>
  <w:listSeparator w:val=";"/>
  <w14:docId w14:val="37BE1BE2"/>
  <w15:docId w15:val="{E8561D6E-C669-4B3A-B5E5-329A3152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CAB"/>
    <w:rPr>
      <w:rFonts w:ascii="Univers (WN)" w:hAnsi="Univers (WN)"/>
    </w:rPr>
  </w:style>
  <w:style w:type="paragraph" w:styleId="Titre1">
    <w:name w:val="heading 1"/>
    <w:aliases w:val="TITRE"/>
    <w:basedOn w:val="Normal"/>
    <w:next w:val="Normal"/>
    <w:link w:val="Titre1Car"/>
    <w:autoRedefine/>
    <w:qFormat/>
    <w:rsid w:val="004404A9"/>
    <w:pPr>
      <w:keepNext/>
      <w:tabs>
        <w:tab w:val="left" w:pos="567"/>
      </w:tabs>
      <w:spacing w:before="360" w:after="120"/>
      <w:ind w:left="567" w:right="567" w:hanging="567"/>
      <w:outlineLvl w:val="0"/>
    </w:pPr>
    <w:rPr>
      <w:rFonts w:ascii="Arial" w:hAnsi="Arial" w:cs="Arial"/>
      <w:b/>
      <w:color w:val="000000"/>
      <w:sz w:val="28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777705"/>
    <w:pPr>
      <w:keepNext/>
      <w:numPr>
        <w:numId w:val="5"/>
      </w:numPr>
      <w:tabs>
        <w:tab w:val="left" w:pos="851"/>
        <w:tab w:val="left" w:pos="2268"/>
      </w:tabs>
      <w:suppressAutoHyphens/>
      <w:ind w:left="284" w:firstLine="0"/>
      <w:outlineLvl w:val="1"/>
    </w:pPr>
    <w:rPr>
      <w:rFonts w:ascii="Arial" w:hAnsi="Arial" w:cs="Arial"/>
      <w:b/>
      <w:u w:val="single"/>
    </w:rPr>
  </w:style>
  <w:style w:type="paragraph" w:styleId="Titre3">
    <w:name w:val="heading 3"/>
    <w:basedOn w:val="Normal"/>
    <w:next w:val="Normal"/>
    <w:link w:val="Titre3Car"/>
    <w:autoRedefine/>
    <w:qFormat/>
    <w:rsid w:val="00DE71BF"/>
    <w:pPr>
      <w:keepNext/>
      <w:spacing w:before="120" w:after="120"/>
      <w:ind w:left="360"/>
      <w:jc w:val="both"/>
      <w:outlineLvl w:val="2"/>
    </w:pPr>
    <w:rPr>
      <w:rFonts w:ascii="Arial" w:hAnsi="Arial"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spacing w:before="120" w:after="120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spacing w:before="120" w:after="120"/>
      <w:outlineLvl w:val="4"/>
    </w:pPr>
    <w:rPr>
      <w:rFonts w:ascii="Arial" w:hAnsi="Arial"/>
      <w:b/>
      <w:i/>
      <w:iCs/>
      <w:sz w:val="16"/>
    </w:rPr>
  </w:style>
  <w:style w:type="paragraph" w:styleId="Titre6">
    <w:name w:val="heading 6"/>
    <w:basedOn w:val="Normal"/>
    <w:next w:val="Normal"/>
    <w:qFormat/>
    <w:pPr>
      <w:keepNext/>
      <w:tabs>
        <w:tab w:val="left" w:pos="3969"/>
      </w:tabs>
      <w:jc w:val="center"/>
      <w:outlineLvl w:val="5"/>
    </w:pPr>
    <w:rPr>
      <w:rFonts w:ascii="Univers" w:hAnsi="Univers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3969"/>
      </w:tabs>
      <w:jc w:val="center"/>
      <w:outlineLvl w:val="6"/>
    </w:pPr>
    <w:rPr>
      <w:rFonts w:ascii="Univers" w:hAnsi="Univers"/>
      <w:b/>
      <w:u w:val="single"/>
    </w:rPr>
  </w:style>
  <w:style w:type="paragraph" w:styleId="Titre8">
    <w:name w:val="heading 8"/>
    <w:basedOn w:val="Normal"/>
    <w:next w:val="Normal"/>
    <w:qFormat/>
    <w:pPr>
      <w:keepNext/>
      <w:ind w:left="2410"/>
      <w:jc w:val="center"/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ind w:left="1701" w:hanging="1701"/>
      <w:jc w:val="center"/>
      <w:outlineLvl w:val="8"/>
    </w:pPr>
    <w:rPr>
      <w:rFonts w:ascii="Arial" w:hAnsi="Arial"/>
      <w:b/>
      <w:b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Appelnotedebasdep">
    <w:name w:val="footnote reference"/>
    <w:uiPriority w:val="99"/>
    <w:semiHidden/>
    <w:rPr>
      <w:vertAlign w:val="superscript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link w:val="CommentaireCar"/>
    <w:semiHidden/>
  </w:style>
  <w:style w:type="paragraph" w:styleId="Corpsdetexte">
    <w:name w:val="Body Text"/>
    <w:basedOn w:val="Normal"/>
    <w:link w:val="CorpsdetexteCar"/>
    <w:uiPriority w:val="1"/>
    <w:qFormat/>
    <w:pPr>
      <w:jc w:val="both"/>
    </w:pPr>
    <w:rPr>
      <w:rFonts w:ascii="Arial" w:hAnsi="Arial"/>
      <w:b/>
      <w:bCs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</w:pPr>
    <w:rPr>
      <w:rFonts w:ascii="Arial" w:hAnsi="Arial"/>
      <w:i/>
      <w:sz w:val="16"/>
    </w:rPr>
  </w:style>
  <w:style w:type="paragraph" w:styleId="Corpsdetexte3">
    <w:name w:val="Body Text 3"/>
    <w:basedOn w:val="Normal"/>
    <w:link w:val="Corpsdetexte3Car"/>
    <w:uiPriority w:val="99"/>
    <w:pPr>
      <w:jc w:val="center"/>
    </w:pPr>
  </w:style>
  <w:style w:type="paragraph" w:styleId="Retraitcorpsdetexte">
    <w:name w:val="Body Text Indent"/>
    <w:basedOn w:val="Normal"/>
    <w:link w:val="RetraitcorpsdetexteCar"/>
    <w:uiPriority w:val="99"/>
    <w:pPr>
      <w:ind w:left="426"/>
      <w:jc w:val="both"/>
    </w:pPr>
    <w:rPr>
      <w:rFonts w:ascii="Arial" w:hAnsi="Arial"/>
      <w:bCs/>
      <w:iCs/>
    </w:rPr>
  </w:style>
  <w:style w:type="paragraph" w:styleId="Retraitcorpsdetexte2">
    <w:name w:val="Body Text Indent 2"/>
    <w:basedOn w:val="Normal"/>
    <w:link w:val="Retraitcorpsdetexte2Car"/>
    <w:uiPriority w:val="99"/>
    <w:pPr>
      <w:ind w:left="993"/>
    </w:pPr>
    <w:rPr>
      <w:rFonts w:ascii="Arial" w:hAnsi="Arial"/>
      <w:bCs/>
      <w:iCs/>
    </w:rPr>
  </w:style>
  <w:style w:type="paragraph" w:styleId="Normalcentr">
    <w:name w:val="Block Text"/>
    <w:basedOn w:val="Normal"/>
    <w:pPr>
      <w:tabs>
        <w:tab w:val="left" w:pos="284"/>
      </w:tabs>
      <w:ind w:left="284" w:right="142"/>
      <w:jc w:val="both"/>
      <w:outlineLvl w:val="0"/>
    </w:p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3">
    <w:name w:val="Body Text Indent 3"/>
    <w:basedOn w:val="Normal"/>
    <w:link w:val="Retraitcorpsdetexte3Car"/>
    <w:uiPriority w:val="99"/>
    <w:pPr>
      <w:ind w:left="993"/>
      <w:jc w:val="both"/>
    </w:pPr>
    <w:rPr>
      <w:rFonts w:ascii="Arial" w:hAnsi="Arial"/>
      <w:bCs/>
      <w:iCs/>
    </w:rPr>
  </w:style>
  <w:style w:type="paragraph" w:styleId="Textedebulles">
    <w:name w:val="Balloon Text"/>
    <w:basedOn w:val="Normal"/>
    <w:link w:val="TextedebullesCar"/>
    <w:uiPriority w:val="99"/>
    <w:semiHidden/>
    <w:rsid w:val="00820C7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E00FB"/>
    <w:pPr>
      <w:ind w:left="708"/>
    </w:pPr>
  </w:style>
  <w:style w:type="table" w:styleId="Grilledutableau">
    <w:name w:val="Table Grid"/>
    <w:basedOn w:val="TableauNormal"/>
    <w:rsid w:val="001360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E21006"/>
    <w:rPr>
      <w:rFonts w:ascii="Univers (WN)" w:hAnsi="Univers (WN)"/>
    </w:rPr>
  </w:style>
  <w:style w:type="character" w:customStyle="1" w:styleId="NotedebasdepageCar">
    <w:name w:val="Note de bas de page Car"/>
    <w:link w:val="Notedebasdepage"/>
    <w:rsid w:val="0081717B"/>
    <w:rPr>
      <w:rFonts w:ascii="Univers (WN)" w:hAnsi="Univers (WN)"/>
    </w:rPr>
  </w:style>
  <w:style w:type="character" w:customStyle="1" w:styleId="PieddepageCar">
    <w:name w:val="Pied de page Car"/>
    <w:link w:val="Pieddepage"/>
    <w:uiPriority w:val="99"/>
    <w:rsid w:val="0081717B"/>
    <w:rPr>
      <w:rFonts w:ascii="Univers (WN)" w:hAnsi="Univers (WN)"/>
    </w:rPr>
  </w:style>
  <w:style w:type="character" w:customStyle="1" w:styleId="TextedebullesCar">
    <w:name w:val="Texte de bulles Car"/>
    <w:link w:val="Textedebulles"/>
    <w:uiPriority w:val="99"/>
    <w:semiHidden/>
    <w:rsid w:val="0081717B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81717B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81717B"/>
    <w:rPr>
      <w:rFonts w:ascii="Calibri" w:hAnsi="Calibri"/>
      <w:sz w:val="22"/>
      <w:szCs w:val="22"/>
    </w:rPr>
  </w:style>
  <w:style w:type="character" w:customStyle="1" w:styleId="Titre1Car">
    <w:name w:val="Titre 1 Car"/>
    <w:aliases w:val="TITRE Car"/>
    <w:link w:val="Titre1"/>
    <w:uiPriority w:val="9"/>
    <w:rsid w:val="004404A9"/>
    <w:rPr>
      <w:rFonts w:ascii="Arial" w:hAnsi="Arial" w:cs="Arial"/>
      <w:b/>
      <w:color w:val="000000"/>
      <w:sz w:val="28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1717B"/>
    <w:pPr>
      <w:keepLines/>
      <w:spacing w:before="480" w:after="0" w:line="276" w:lineRule="auto"/>
      <w:outlineLvl w:val="9"/>
    </w:pPr>
    <w:rPr>
      <w:rFonts w:ascii="Cambria" w:hAnsi="Cambria"/>
      <w:b w:val="0"/>
      <w:bCs/>
      <w:color w:val="365F91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DD51CC"/>
    <w:pPr>
      <w:tabs>
        <w:tab w:val="left" w:pos="567"/>
        <w:tab w:val="left" w:pos="9214"/>
      </w:tabs>
      <w:jc w:val="both"/>
    </w:pPr>
    <w:rPr>
      <w:rFonts w:ascii="Arial" w:eastAsia="Calibri" w:hAnsi="Arial" w:cs="Arial"/>
      <w:b/>
      <w:noProof/>
      <w:color w:val="003399"/>
      <w:sz w:val="21"/>
      <w:szCs w:val="21"/>
    </w:rPr>
  </w:style>
  <w:style w:type="character" w:customStyle="1" w:styleId="Titre2Car">
    <w:name w:val="Titre 2 Car"/>
    <w:link w:val="Titre2"/>
    <w:rsid w:val="00777705"/>
    <w:rPr>
      <w:rFonts w:ascii="Arial" w:hAnsi="Arial" w:cs="Arial"/>
      <w:b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B74ABD"/>
    <w:pPr>
      <w:tabs>
        <w:tab w:val="left" w:pos="567"/>
        <w:tab w:val="left" w:pos="9214"/>
      </w:tabs>
      <w:spacing w:before="40" w:after="40" w:line="276" w:lineRule="auto"/>
    </w:pPr>
    <w:rPr>
      <w:rFonts w:ascii="Arial" w:eastAsia="Calibri" w:hAnsi="Arial" w:cs="Arial"/>
      <w:noProof/>
      <w:color w:val="000000"/>
      <w:sz w:val="21"/>
      <w:szCs w:val="21"/>
    </w:rPr>
  </w:style>
  <w:style w:type="character" w:customStyle="1" w:styleId="Titre3Car">
    <w:name w:val="Titre 3 Car"/>
    <w:link w:val="Titre3"/>
    <w:rsid w:val="00DE71BF"/>
    <w:rPr>
      <w:rFonts w:ascii="Arial" w:hAnsi="Arial"/>
      <w:bCs/>
      <w:sz w:val="22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B74ABD"/>
    <w:pPr>
      <w:tabs>
        <w:tab w:val="left" w:pos="567"/>
        <w:tab w:val="left" w:pos="9214"/>
      </w:tabs>
      <w:spacing w:before="40" w:after="40" w:line="276" w:lineRule="auto"/>
      <w:ind w:left="709" w:hanging="709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Default">
    <w:name w:val="Default"/>
    <w:rsid w:val="0081717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CorpsdetexteCar">
    <w:name w:val="Corps de texte Car"/>
    <w:link w:val="Corpsdetexte"/>
    <w:uiPriority w:val="1"/>
    <w:rsid w:val="0081717B"/>
    <w:rPr>
      <w:rFonts w:ascii="Arial" w:hAnsi="Arial"/>
      <w:b/>
      <w:bCs/>
    </w:rPr>
  </w:style>
  <w:style w:type="character" w:customStyle="1" w:styleId="Corpsdetexte3Car">
    <w:name w:val="Corps de texte 3 Car"/>
    <w:link w:val="Corpsdetexte3"/>
    <w:uiPriority w:val="99"/>
    <w:rsid w:val="0081717B"/>
    <w:rPr>
      <w:rFonts w:ascii="Univers (WN)" w:hAnsi="Univers (WN)"/>
    </w:rPr>
  </w:style>
  <w:style w:type="character" w:customStyle="1" w:styleId="Corpsdetexte2Car">
    <w:name w:val="Corps de texte 2 Car"/>
    <w:link w:val="Corpsdetexte2"/>
    <w:uiPriority w:val="99"/>
    <w:rsid w:val="0081717B"/>
    <w:rPr>
      <w:rFonts w:ascii="Arial" w:hAnsi="Arial"/>
      <w:i/>
      <w:sz w:val="16"/>
    </w:rPr>
  </w:style>
  <w:style w:type="character" w:customStyle="1" w:styleId="RetraitcorpsdetexteCar">
    <w:name w:val="Retrait corps de texte Car"/>
    <w:link w:val="Retraitcorpsdetexte"/>
    <w:uiPriority w:val="99"/>
    <w:rsid w:val="0081717B"/>
    <w:rPr>
      <w:rFonts w:ascii="Arial" w:hAnsi="Arial"/>
      <w:bCs/>
      <w:iCs/>
    </w:rPr>
  </w:style>
  <w:style w:type="character" w:customStyle="1" w:styleId="Retraitcorpsdetexte2Car">
    <w:name w:val="Retrait corps de texte 2 Car"/>
    <w:link w:val="Retraitcorpsdetexte2"/>
    <w:uiPriority w:val="99"/>
    <w:rsid w:val="0081717B"/>
    <w:rPr>
      <w:rFonts w:ascii="Arial" w:hAnsi="Arial"/>
      <w:bCs/>
      <w:iCs/>
    </w:rPr>
  </w:style>
  <w:style w:type="character" w:customStyle="1" w:styleId="Retraitcorpsdetexte3Car">
    <w:name w:val="Retrait corps de texte 3 Car"/>
    <w:link w:val="Retraitcorpsdetexte3"/>
    <w:uiPriority w:val="99"/>
    <w:rsid w:val="0081717B"/>
    <w:rPr>
      <w:rFonts w:ascii="Arial" w:hAnsi="Arial"/>
      <w:bCs/>
      <w:iCs/>
    </w:rPr>
  </w:style>
  <w:style w:type="paragraph" w:customStyle="1" w:styleId="CarCarCarCarCarCarCarCarCarCarCarCarCarCarCarCarCarCarCarCarCarCarCarCarCar">
    <w:name w:val="Car Car Car Car Car Car Car Car Car Car Car Car Car Car Car Car Car Car Car Car Car Car Car Car Car"/>
    <w:basedOn w:val="Normal"/>
    <w:semiHidden/>
    <w:rsid w:val="0081717B"/>
    <w:pPr>
      <w:spacing w:after="160" w:line="240" w:lineRule="exact"/>
      <w:ind w:left="539" w:firstLine="578"/>
    </w:pPr>
    <w:rPr>
      <w:rFonts w:ascii="Verdana" w:hAnsi="Verdana"/>
      <w:sz w:val="24"/>
      <w:szCs w:val="24"/>
      <w:lang w:val="en-US"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D65918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65918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65918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65918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65918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65918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65677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65677"/>
    <w:rPr>
      <w:rFonts w:ascii="Univers (WN)" w:hAnsi="Univers (WN)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65677"/>
    <w:rPr>
      <w:rFonts w:ascii="Univers (WN)" w:hAnsi="Univers (WN)"/>
      <w:b/>
      <w:bCs/>
    </w:rPr>
  </w:style>
  <w:style w:type="paragraph" w:styleId="Rvision">
    <w:name w:val="Revision"/>
    <w:hidden/>
    <w:uiPriority w:val="99"/>
    <w:semiHidden/>
    <w:rsid w:val="002458B8"/>
    <w:rPr>
      <w:rFonts w:ascii="Univers (WN)" w:hAnsi="Univers (WN)"/>
    </w:rPr>
  </w:style>
  <w:style w:type="paragraph" w:customStyle="1" w:styleId="paragraphe">
    <w:name w:val="paragraphe"/>
    <w:basedOn w:val="Normal"/>
    <w:link w:val="paragrapheCar"/>
    <w:autoRedefine/>
    <w:qFormat/>
    <w:rsid w:val="00777705"/>
    <w:pPr>
      <w:widowControl w:val="0"/>
      <w:numPr>
        <w:numId w:val="2"/>
      </w:numPr>
      <w:tabs>
        <w:tab w:val="left" w:pos="4962"/>
      </w:tabs>
      <w:autoSpaceDE w:val="0"/>
      <w:autoSpaceDN w:val="0"/>
      <w:adjustRightInd w:val="0"/>
      <w:jc w:val="both"/>
      <w:outlineLvl w:val="0"/>
    </w:pPr>
    <w:rPr>
      <w:rFonts w:ascii="Arial" w:eastAsia="Calibri" w:hAnsi="Arial" w:cs="Arial"/>
      <w:b/>
      <w:bCs/>
      <w:iCs/>
      <w:u w:val="single"/>
      <w:lang w:eastAsia="en-US"/>
    </w:rPr>
  </w:style>
  <w:style w:type="character" w:customStyle="1" w:styleId="paragrapheCar">
    <w:name w:val="paragraphe Car"/>
    <w:link w:val="paragraphe"/>
    <w:rsid w:val="00777705"/>
    <w:rPr>
      <w:rFonts w:ascii="Arial" w:eastAsia="Calibri" w:hAnsi="Arial" w:cs="Arial"/>
      <w:b/>
      <w:bCs/>
      <w:iCs/>
      <w:u w:val="single"/>
      <w:lang w:eastAsia="en-US"/>
    </w:rPr>
  </w:style>
  <w:style w:type="paragraph" w:styleId="Titre">
    <w:name w:val="Title"/>
    <w:basedOn w:val="Normal"/>
    <w:next w:val="Normal"/>
    <w:link w:val="TitreCar"/>
    <w:autoRedefine/>
    <w:qFormat/>
    <w:rsid w:val="007961D6"/>
    <w:pPr>
      <w:pBdr>
        <w:top w:val="single" w:sz="4" w:space="1" w:color="auto"/>
        <w:left w:val="single" w:sz="4" w:space="12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before="120" w:after="24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7961D6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Caractresdenotedebasdepage">
    <w:name w:val="Caractères de note de bas de page"/>
    <w:rsid w:val="00072FE6"/>
    <w:rPr>
      <w:rFonts w:cs="Times New Roman"/>
      <w:vertAlign w:val="superscript"/>
    </w:rPr>
  </w:style>
  <w:style w:type="character" w:customStyle="1" w:styleId="Lienhypertexte1">
    <w:name w:val="Lien hypertexte1"/>
    <w:rsid w:val="005A036E"/>
    <w:rPr>
      <w:color w:val="0000FF"/>
      <w:u w:val="single"/>
    </w:rPr>
  </w:style>
  <w:style w:type="paragraph" w:customStyle="1" w:styleId="ParagrapheModle">
    <w:name w:val="Paragraphe Modèle"/>
    <w:basedOn w:val="Normal"/>
    <w:link w:val="ParagrapheModleCar"/>
    <w:qFormat/>
    <w:rsid w:val="00816F92"/>
    <w:pPr>
      <w:spacing w:before="120" w:after="120"/>
      <w:jc w:val="both"/>
    </w:pPr>
    <w:rPr>
      <w:rFonts w:ascii="Times New Roman" w:hAnsi="Times New Roman"/>
      <w:sz w:val="22"/>
      <w:szCs w:val="22"/>
    </w:rPr>
  </w:style>
  <w:style w:type="character" w:customStyle="1" w:styleId="ParagrapheModleCar">
    <w:name w:val="Paragraphe Modèle Car"/>
    <w:link w:val="ParagrapheModle"/>
    <w:rsid w:val="00816F92"/>
    <w:rPr>
      <w:sz w:val="22"/>
      <w:szCs w:val="22"/>
    </w:rPr>
  </w:style>
  <w:style w:type="paragraph" w:customStyle="1" w:styleId="ExigT">
    <w:name w:val="Exig_T"/>
    <w:basedOn w:val="Normal"/>
    <w:autoRedefine/>
    <w:rsid w:val="00BC30A3"/>
    <w:pPr>
      <w:autoSpaceDE w:val="0"/>
      <w:autoSpaceDN w:val="0"/>
      <w:adjustRightInd w:val="0"/>
      <w:spacing w:before="240"/>
      <w:ind w:left="-284" w:right="-6"/>
      <w:jc w:val="both"/>
    </w:pPr>
    <w:rPr>
      <w:rFonts w:ascii="Arial" w:hAnsi="Arial" w:cs="Arial"/>
      <w:b/>
      <w:color w:val="000000" w:themeColor="text1"/>
      <w:sz w:val="22"/>
      <w:szCs w:val="22"/>
      <w:u w:val="single"/>
    </w:rPr>
  </w:style>
  <w:style w:type="table" w:customStyle="1" w:styleId="TableNormal">
    <w:name w:val="Table Normal"/>
    <w:uiPriority w:val="2"/>
    <w:semiHidden/>
    <w:unhideWhenUsed/>
    <w:qFormat/>
    <w:rsid w:val="00DC62B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re11">
    <w:name w:val="Titre 11"/>
    <w:basedOn w:val="Normal"/>
    <w:uiPriority w:val="1"/>
    <w:qFormat/>
    <w:rsid w:val="00A82EBA"/>
    <w:pPr>
      <w:widowControl w:val="0"/>
      <w:autoSpaceDE w:val="0"/>
      <w:autoSpaceDN w:val="0"/>
      <w:ind w:right="55"/>
      <w:jc w:val="center"/>
      <w:outlineLvl w:val="1"/>
    </w:pPr>
    <w:rPr>
      <w:rFonts w:ascii="Times New Roman" w:hAnsi="Times New Roman"/>
      <w:sz w:val="25"/>
      <w:szCs w:val="25"/>
      <w:lang w:eastAsia="en-US"/>
    </w:rPr>
  </w:style>
  <w:style w:type="paragraph" w:customStyle="1" w:styleId="Titre21">
    <w:name w:val="Titre 21"/>
    <w:basedOn w:val="Normal"/>
    <w:uiPriority w:val="1"/>
    <w:qFormat/>
    <w:rsid w:val="00A82EBA"/>
    <w:pPr>
      <w:widowControl w:val="0"/>
      <w:autoSpaceDE w:val="0"/>
      <w:autoSpaceDN w:val="0"/>
      <w:spacing w:before="60"/>
      <w:ind w:left="958" w:hanging="674"/>
      <w:outlineLvl w:val="2"/>
    </w:pPr>
    <w:rPr>
      <w:rFonts w:ascii="Times New Roman" w:hAnsi="Times New Roman"/>
      <w:sz w:val="24"/>
      <w:szCs w:val="24"/>
      <w:u w:val="single" w:color="00000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A82EB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rpsdutexte">
    <w:name w:val="Corps du texte"/>
    <w:basedOn w:val="Normal"/>
    <w:rsid w:val="006047DB"/>
    <w:pPr>
      <w:spacing w:before="120"/>
      <w:jc w:val="both"/>
    </w:pPr>
    <w:rPr>
      <w:rFonts w:ascii="Arial" w:hAnsi="Arial" w:cs="Arial"/>
      <w:szCs w:val="24"/>
    </w:rPr>
  </w:style>
  <w:style w:type="paragraph" w:customStyle="1" w:styleId="-Enumration">
    <w:name w:val="-  Enumération"/>
    <w:basedOn w:val="Normal"/>
    <w:rsid w:val="006047DB"/>
    <w:pPr>
      <w:numPr>
        <w:numId w:val="20"/>
      </w:numPr>
      <w:tabs>
        <w:tab w:val="left" w:pos="567"/>
      </w:tabs>
      <w:spacing w:before="60"/>
    </w:pPr>
    <w:rPr>
      <w:rFonts w:ascii="Arial" w:hAnsi="Arial" w:cs="Arial"/>
      <w:szCs w:val="28"/>
    </w:rPr>
  </w:style>
  <w:style w:type="table" w:customStyle="1" w:styleId="TableNormal1">
    <w:name w:val="Table Normal1"/>
    <w:uiPriority w:val="2"/>
    <w:semiHidden/>
    <w:unhideWhenUsed/>
    <w:qFormat/>
    <w:rsid w:val="000B388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D3B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rch&#233;s-publics.gouv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e.bellec\Documents\2%20-%20DCE%20au%20format%20WORD\Mod&#232;les\RC_V18-05_non%20&#233;ligible%20Carte%20Achat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46F1-B2AE-45EC-BBF7-CC85B6358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RC_V18-05_non éligible Carte Achat.dotm</Template>
  <TotalTime>17</TotalTime>
  <Pages>10</Pages>
  <Words>1372</Words>
  <Characters>9050</Characters>
  <Application>Microsoft Office Word</Application>
  <DocSecurity>0</DocSecurity>
  <Lines>75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</vt:lpstr>
    </vt:vector>
  </TitlesOfParts>
  <Company>Ministère de l'Economie</Company>
  <LinksUpToDate>false</LinksUpToDate>
  <CharactersWithSpaces>10402</CharactersWithSpaces>
  <SharedDoc>false</SharedDoc>
  <HLinks>
    <vt:vector size="60" baseType="variant">
      <vt:variant>
        <vt:i4>5767283</vt:i4>
      </vt:variant>
      <vt:variant>
        <vt:i4>30</vt:i4>
      </vt:variant>
      <vt:variant>
        <vt:i4>0</vt:i4>
      </vt:variant>
      <vt:variant>
        <vt:i4>5</vt:i4>
      </vt:variant>
      <vt:variant>
        <vt:lpwstr>mailto:pfaf-co-baps1.cds.fct@intradef.gouv.fr</vt:lpwstr>
      </vt:variant>
      <vt:variant>
        <vt:lpwstr/>
      </vt:variant>
      <vt:variant>
        <vt:i4>5636102</vt:i4>
      </vt:variant>
      <vt:variant>
        <vt:i4>27</vt:i4>
      </vt:variant>
      <vt:variant>
        <vt:i4>0</vt:i4>
      </vt:variant>
      <vt:variant>
        <vt:i4>5</vt:i4>
      </vt:variant>
      <vt:variant>
        <vt:lpwstr>http://www.finances.gouv.fr/</vt:lpwstr>
      </vt:variant>
      <vt:variant>
        <vt:lpwstr/>
      </vt:variant>
      <vt:variant>
        <vt:i4>589873</vt:i4>
      </vt:variant>
      <vt:variant>
        <vt:i4>24</vt:i4>
      </vt:variant>
      <vt:variant>
        <vt:i4>0</vt:i4>
      </vt:variant>
      <vt:variant>
        <vt:i4>5</vt:i4>
      </vt:variant>
      <vt:variant>
        <vt:lpwstr>mailto:ddfip29@dgfip.finances.gouv.fr</vt:lpwstr>
      </vt:variant>
      <vt:variant>
        <vt:lpwstr/>
      </vt:variant>
      <vt:variant>
        <vt:i4>5374000</vt:i4>
      </vt:variant>
      <vt:variant>
        <vt:i4>21</vt:i4>
      </vt:variant>
      <vt:variant>
        <vt:i4>0</vt:i4>
      </vt:variant>
      <vt:variant>
        <vt:i4>5</vt:i4>
      </vt:variant>
      <vt:variant>
        <vt:lpwstr>mailto:pfaf-co.liquid-facture.fct@intradef.gouv.fr</vt:lpwstr>
      </vt:variant>
      <vt:variant>
        <vt:lpwstr/>
      </vt:variant>
      <vt:variant>
        <vt:i4>6291568</vt:i4>
      </vt:variant>
      <vt:variant>
        <vt:i4>18</vt:i4>
      </vt:variant>
      <vt:variant>
        <vt:i4>0</vt:i4>
      </vt:variant>
      <vt:variant>
        <vt:i4>5</vt:i4>
      </vt:variant>
      <vt:variant>
        <vt:lpwstr>http://www.defense.gouv.fr/pme-pmi</vt:lpwstr>
      </vt:variant>
      <vt:variant>
        <vt:lpwstr/>
      </vt:variant>
      <vt:variant>
        <vt:i4>5767283</vt:i4>
      </vt:variant>
      <vt:variant>
        <vt:i4>15</vt:i4>
      </vt:variant>
      <vt:variant>
        <vt:i4>0</vt:i4>
      </vt:variant>
      <vt:variant>
        <vt:i4>5</vt:i4>
      </vt:variant>
      <vt:variant>
        <vt:lpwstr>mailto:pfaf-co-baps1.cds.fct@intradef.gouv.fr</vt:lpwstr>
      </vt:variant>
      <vt:variant>
        <vt:lpwstr/>
      </vt:variant>
      <vt:variant>
        <vt:i4>5767283</vt:i4>
      </vt:variant>
      <vt:variant>
        <vt:i4>12</vt:i4>
      </vt:variant>
      <vt:variant>
        <vt:i4>0</vt:i4>
      </vt:variant>
      <vt:variant>
        <vt:i4>5</vt:i4>
      </vt:variant>
      <vt:variant>
        <vt:lpwstr>mailto:pfaf-co-baps1.cds.fct@intradef.gouv.fr</vt:lpwstr>
      </vt:variant>
      <vt:variant>
        <vt:lpwstr/>
      </vt:variant>
      <vt:variant>
        <vt:i4>4063281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https://ec.europa.eu/tools/espd/filter?lang=fr</vt:lpwstr>
      </vt:variant>
      <vt:variant>
        <vt:lpwstr/>
      </vt:variant>
      <vt:variant>
        <vt:i4>4063281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https://ec.europa.eu/tools/espd/filter?lang=fr</vt:lpwstr>
      </vt:variant>
      <vt:variant>
        <vt:lpwstr/>
      </vt:variant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</dc:title>
  <dc:creator>RABAUD Alexis SA CL EXCEPTI DEF</dc:creator>
  <cp:lastModifiedBy>NOBILET Isabelle ADJ ADM 1CL</cp:lastModifiedBy>
  <cp:revision>8</cp:revision>
  <cp:lastPrinted>2025-07-02T09:31:00Z</cp:lastPrinted>
  <dcterms:created xsi:type="dcterms:W3CDTF">2025-07-04T06:22:00Z</dcterms:created>
  <dcterms:modified xsi:type="dcterms:W3CDTF">2025-07-04T08:17:00Z</dcterms:modified>
</cp:coreProperties>
</file>